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D07FE" w14:textId="67808C71" w:rsidR="00FE2ED9" w:rsidRDefault="00E1142D" w:rsidP="004A4D5E">
      <w:pPr>
        <w:pStyle w:val="Heading1"/>
      </w:pPr>
      <w:bookmarkStart w:id="0" w:name="_Toc441250814"/>
      <w:bookmarkStart w:id="1" w:name="_Toc530496910"/>
      <w:bookmarkStart w:id="2" w:name="General"/>
      <w:r w:rsidRPr="00345713">
        <w:t>ANNEX I</w:t>
      </w:r>
      <w:bookmarkEnd w:id="0"/>
      <w:r w:rsidR="00C274D9">
        <w:t xml:space="preserve"> </w:t>
      </w:r>
      <w:r w:rsidR="00C274D9">
        <w:rPr>
          <w:rFonts w:hint="eastAsia"/>
        </w:rPr>
        <w:t>—</w:t>
      </w:r>
      <w:r w:rsidR="00C274D9">
        <w:t xml:space="preserve"> </w:t>
      </w:r>
      <w:bookmarkStart w:id="3" w:name="_Toc441250815"/>
      <w:r w:rsidR="00FE2ED9" w:rsidRPr="00345713">
        <w:t>GENERAL CONDITIONS</w:t>
      </w:r>
      <w:bookmarkEnd w:id="1"/>
      <w:bookmarkEnd w:id="3"/>
    </w:p>
    <w:p w14:paraId="78AD07FF" w14:textId="77777777" w:rsidR="00C274D9" w:rsidRDefault="00C274D9" w:rsidP="00C274D9">
      <w:pPr>
        <w:pStyle w:val="Heading1"/>
      </w:pPr>
      <w:bookmarkStart w:id="4" w:name="_Toc530496911"/>
      <w:r>
        <w:t>Table of content</w:t>
      </w:r>
      <w:bookmarkEnd w:id="4"/>
    </w:p>
    <w:p w14:paraId="78AD0802" w14:textId="3FABDE1D" w:rsidR="00EB128A" w:rsidRDefault="00C274D9">
      <w:pPr>
        <w:pStyle w:val="TOC1"/>
        <w:rPr>
          <w:rFonts w:asciiTheme="minorHAnsi" w:eastAsiaTheme="minorEastAsia" w:hAnsiTheme="minorHAnsi" w:cstheme="minorBidi"/>
          <w:b w:val="0"/>
          <w:caps w:val="0"/>
          <w:noProof/>
          <w:sz w:val="22"/>
          <w:szCs w:val="22"/>
          <w:lang w:eastAsia="en-GB"/>
        </w:rPr>
      </w:pPr>
      <w:r>
        <w:fldChar w:fldCharType="begin"/>
      </w:r>
      <w:r>
        <w:instrText xml:space="preserve"> TOC \o "1-3" </w:instrText>
      </w:r>
      <w:r w:rsidR="00797DE7">
        <w:instrText xml:space="preserve">\H </w:instrText>
      </w:r>
      <w:r>
        <w:instrText xml:space="preserve">\B General </w:instrText>
      </w:r>
      <w:r>
        <w:fldChar w:fldCharType="separate"/>
      </w:r>
      <w:hyperlink w:anchor="_Toc530496912" w:history="1">
        <w:r w:rsidR="00EB128A" w:rsidRPr="00097E1B">
          <w:rPr>
            <w:rStyle w:val="Hyperlink"/>
            <w:noProof/>
          </w:rPr>
          <w:t>PART A — LEGAL AND ADMINISTRATIVE PROVISIONS</w:t>
        </w:r>
        <w:r w:rsidR="00EB128A">
          <w:rPr>
            <w:noProof/>
          </w:rPr>
          <w:tab/>
        </w:r>
        <w:r w:rsidR="00EB128A">
          <w:rPr>
            <w:noProof/>
          </w:rPr>
          <w:fldChar w:fldCharType="begin"/>
        </w:r>
        <w:r w:rsidR="00EB128A">
          <w:rPr>
            <w:noProof/>
          </w:rPr>
          <w:instrText xml:space="preserve"> PAGEREF _Toc530496912 \h </w:instrText>
        </w:r>
        <w:r w:rsidR="00EB128A">
          <w:rPr>
            <w:noProof/>
          </w:rPr>
        </w:r>
        <w:r w:rsidR="00EB128A">
          <w:rPr>
            <w:noProof/>
          </w:rPr>
          <w:fldChar w:fldCharType="separate"/>
        </w:r>
        <w:r w:rsidR="00F64789">
          <w:rPr>
            <w:noProof/>
          </w:rPr>
          <w:t>5</w:t>
        </w:r>
        <w:r w:rsidR="00EB128A">
          <w:rPr>
            <w:noProof/>
          </w:rPr>
          <w:fldChar w:fldCharType="end"/>
        </w:r>
      </w:hyperlink>
    </w:p>
    <w:p w14:paraId="78AD0803" w14:textId="354A1A40" w:rsidR="00EB128A" w:rsidRDefault="00D25047">
      <w:pPr>
        <w:pStyle w:val="TOC2"/>
        <w:rPr>
          <w:rFonts w:asciiTheme="minorHAnsi" w:eastAsiaTheme="minorEastAsia" w:hAnsiTheme="minorHAnsi" w:cstheme="minorBidi"/>
          <w:noProof/>
          <w:sz w:val="22"/>
          <w:szCs w:val="22"/>
          <w:lang w:eastAsia="en-GB"/>
        </w:rPr>
      </w:pPr>
      <w:hyperlink w:anchor="_Toc530496913" w:history="1">
        <w:r w:rsidR="00EB128A" w:rsidRPr="00097E1B">
          <w:rPr>
            <w:rStyle w:val="Hyperlink"/>
            <w:noProof/>
          </w:rPr>
          <w:t>Article II.1 — Definitions</w:t>
        </w:r>
        <w:r w:rsidR="00EB128A">
          <w:rPr>
            <w:noProof/>
          </w:rPr>
          <w:tab/>
        </w:r>
        <w:r w:rsidR="00EB128A">
          <w:rPr>
            <w:noProof/>
          </w:rPr>
          <w:fldChar w:fldCharType="begin"/>
        </w:r>
        <w:r w:rsidR="00EB128A">
          <w:rPr>
            <w:noProof/>
          </w:rPr>
          <w:instrText xml:space="preserve"> PAGEREF _Toc530496913 \h </w:instrText>
        </w:r>
        <w:r w:rsidR="00EB128A">
          <w:rPr>
            <w:noProof/>
          </w:rPr>
        </w:r>
        <w:r w:rsidR="00EB128A">
          <w:rPr>
            <w:noProof/>
          </w:rPr>
          <w:fldChar w:fldCharType="separate"/>
        </w:r>
        <w:r w:rsidR="00F64789">
          <w:rPr>
            <w:noProof/>
          </w:rPr>
          <w:t>5</w:t>
        </w:r>
        <w:r w:rsidR="00EB128A">
          <w:rPr>
            <w:noProof/>
          </w:rPr>
          <w:fldChar w:fldCharType="end"/>
        </w:r>
      </w:hyperlink>
    </w:p>
    <w:p w14:paraId="78AD0804" w14:textId="76DDD23A" w:rsidR="00EB128A" w:rsidRDefault="00D25047">
      <w:pPr>
        <w:pStyle w:val="TOC2"/>
        <w:rPr>
          <w:rFonts w:asciiTheme="minorHAnsi" w:eastAsiaTheme="minorEastAsia" w:hAnsiTheme="minorHAnsi" w:cstheme="minorBidi"/>
          <w:noProof/>
          <w:sz w:val="22"/>
          <w:szCs w:val="22"/>
          <w:lang w:eastAsia="en-GB"/>
        </w:rPr>
      </w:pPr>
      <w:hyperlink w:anchor="_Toc530496914" w:history="1">
        <w:r w:rsidR="00EB128A" w:rsidRPr="00097E1B">
          <w:rPr>
            <w:rStyle w:val="Hyperlink"/>
            <w:noProof/>
          </w:rPr>
          <w:t>Article II.2 — General obligations and roles of the beneficiaries</w:t>
        </w:r>
        <w:r w:rsidR="00EB128A">
          <w:rPr>
            <w:noProof/>
          </w:rPr>
          <w:tab/>
        </w:r>
        <w:r w:rsidR="00EB128A">
          <w:rPr>
            <w:noProof/>
          </w:rPr>
          <w:fldChar w:fldCharType="begin"/>
        </w:r>
        <w:r w:rsidR="00EB128A">
          <w:rPr>
            <w:noProof/>
          </w:rPr>
          <w:instrText xml:space="preserve"> PAGEREF _Toc530496914 \h </w:instrText>
        </w:r>
        <w:r w:rsidR="00EB128A">
          <w:rPr>
            <w:noProof/>
          </w:rPr>
        </w:r>
        <w:r w:rsidR="00EB128A">
          <w:rPr>
            <w:noProof/>
          </w:rPr>
          <w:fldChar w:fldCharType="separate"/>
        </w:r>
        <w:r w:rsidR="00F64789">
          <w:rPr>
            <w:noProof/>
          </w:rPr>
          <w:t>6</w:t>
        </w:r>
        <w:r w:rsidR="00EB128A">
          <w:rPr>
            <w:noProof/>
          </w:rPr>
          <w:fldChar w:fldCharType="end"/>
        </w:r>
      </w:hyperlink>
    </w:p>
    <w:p w14:paraId="78AD0805" w14:textId="36D6F820"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15" w:history="1">
        <w:r w:rsidR="00EB128A" w:rsidRPr="00097E1B">
          <w:rPr>
            <w:rStyle w:val="Hyperlink"/>
            <w:noProof/>
          </w:rPr>
          <w:t>II.2.1</w:t>
        </w:r>
        <w:r w:rsidR="00EB128A">
          <w:rPr>
            <w:rFonts w:asciiTheme="minorHAnsi" w:eastAsiaTheme="minorEastAsia" w:hAnsiTheme="minorHAnsi" w:cstheme="minorBidi"/>
            <w:noProof/>
            <w:sz w:val="22"/>
            <w:szCs w:val="22"/>
            <w:lang w:eastAsia="en-GB"/>
          </w:rPr>
          <w:tab/>
        </w:r>
        <w:r w:rsidR="00EB128A" w:rsidRPr="00097E1B">
          <w:rPr>
            <w:rStyle w:val="Hyperlink"/>
            <w:noProof/>
          </w:rPr>
          <w:t>General obligations and role of the beneficiaries</w:t>
        </w:r>
        <w:r w:rsidR="00EB128A">
          <w:rPr>
            <w:noProof/>
          </w:rPr>
          <w:tab/>
        </w:r>
        <w:r w:rsidR="00EB128A">
          <w:rPr>
            <w:noProof/>
          </w:rPr>
          <w:fldChar w:fldCharType="begin"/>
        </w:r>
        <w:r w:rsidR="00EB128A">
          <w:rPr>
            <w:noProof/>
          </w:rPr>
          <w:instrText xml:space="preserve"> PAGEREF _Toc530496915 \h </w:instrText>
        </w:r>
        <w:r w:rsidR="00EB128A">
          <w:rPr>
            <w:noProof/>
          </w:rPr>
        </w:r>
        <w:r w:rsidR="00EB128A">
          <w:rPr>
            <w:noProof/>
          </w:rPr>
          <w:fldChar w:fldCharType="separate"/>
        </w:r>
        <w:r w:rsidR="00F64789">
          <w:rPr>
            <w:noProof/>
          </w:rPr>
          <w:t>6</w:t>
        </w:r>
        <w:r w:rsidR="00EB128A">
          <w:rPr>
            <w:noProof/>
          </w:rPr>
          <w:fldChar w:fldCharType="end"/>
        </w:r>
      </w:hyperlink>
    </w:p>
    <w:p w14:paraId="78AD0806" w14:textId="6FF9C39B"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16" w:history="1">
        <w:r w:rsidR="00EB128A" w:rsidRPr="00097E1B">
          <w:rPr>
            <w:rStyle w:val="Hyperlink"/>
            <w:noProof/>
          </w:rPr>
          <w:t>II.2.2</w:t>
        </w:r>
        <w:r w:rsidR="00EB128A">
          <w:rPr>
            <w:rFonts w:asciiTheme="minorHAnsi" w:eastAsiaTheme="minorEastAsia" w:hAnsiTheme="minorHAnsi" w:cstheme="minorBidi"/>
            <w:noProof/>
            <w:sz w:val="22"/>
            <w:szCs w:val="22"/>
            <w:lang w:eastAsia="en-GB"/>
          </w:rPr>
          <w:tab/>
        </w:r>
        <w:r w:rsidR="00EB128A" w:rsidRPr="00097E1B">
          <w:rPr>
            <w:rStyle w:val="Hyperlink"/>
            <w:noProof/>
          </w:rPr>
          <w:t>General obligations and role of each beneficiary</w:t>
        </w:r>
        <w:r w:rsidR="00EB128A">
          <w:rPr>
            <w:noProof/>
          </w:rPr>
          <w:tab/>
        </w:r>
        <w:r w:rsidR="00EB128A">
          <w:rPr>
            <w:noProof/>
          </w:rPr>
          <w:fldChar w:fldCharType="begin"/>
        </w:r>
        <w:r w:rsidR="00EB128A">
          <w:rPr>
            <w:noProof/>
          </w:rPr>
          <w:instrText xml:space="preserve"> PAGEREF _Toc530496916 \h </w:instrText>
        </w:r>
        <w:r w:rsidR="00EB128A">
          <w:rPr>
            <w:noProof/>
          </w:rPr>
        </w:r>
        <w:r w:rsidR="00EB128A">
          <w:rPr>
            <w:noProof/>
          </w:rPr>
          <w:fldChar w:fldCharType="separate"/>
        </w:r>
        <w:r w:rsidR="00F64789">
          <w:rPr>
            <w:noProof/>
          </w:rPr>
          <w:t>7</w:t>
        </w:r>
        <w:r w:rsidR="00EB128A">
          <w:rPr>
            <w:noProof/>
          </w:rPr>
          <w:fldChar w:fldCharType="end"/>
        </w:r>
      </w:hyperlink>
    </w:p>
    <w:p w14:paraId="78AD0807" w14:textId="5BD2054C"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17" w:history="1">
        <w:r w:rsidR="00EB128A" w:rsidRPr="00097E1B">
          <w:rPr>
            <w:rStyle w:val="Hyperlink"/>
            <w:noProof/>
          </w:rPr>
          <w:t>II.2.3</w:t>
        </w:r>
        <w:r w:rsidR="00EB128A">
          <w:rPr>
            <w:rFonts w:asciiTheme="minorHAnsi" w:eastAsiaTheme="minorEastAsia" w:hAnsiTheme="minorHAnsi" w:cstheme="minorBidi"/>
            <w:noProof/>
            <w:sz w:val="22"/>
            <w:szCs w:val="22"/>
            <w:lang w:eastAsia="en-GB"/>
          </w:rPr>
          <w:tab/>
        </w:r>
        <w:r w:rsidR="00EB128A" w:rsidRPr="00097E1B">
          <w:rPr>
            <w:rStyle w:val="Hyperlink"/>
            <w:noProof/>
          </w:rPr>
          <w:t>General obligations and role of the coordinator</w:t>
        </w:r>
        <w:r w:rsidR="00EB128A">
          <w:rPr>
            <w:noProof/>
          </w:rPr>
          <w:tab/>
        </w:r>
        <w:r w:rsidR="00EB128A">
          <w:rPr>
            <w:noProof/>
          </w:rPr>
          <w:fldChar w:fldCharType="begin"/>
        </w:r>
        <w:r w:rsidR="00EB128A">
          <w:rPr>
            <w:noProof/>
          </w:rPr>
          <w:instrText xml:space="preserve"> PAGEREF _Toc530496917 \h </w:instrText>
        </w:r>
        <w:r w:rsidR="00EB128A">
          <w:rPr>
            <w:noProof/>
          </w:rPr>
        </w:r>
        <w:r w:rsidR="00EB128A">
          <w:rPr>
            <w:noProof/>
          </w:rPr>
          <w:fldChar w:fldCharType="separate"/>
        </w:r>
        <w:r w:rsidR="00F64789">
          <w:rPr>
            <w:noProof/>
          </w:rPr>
          <w:t>7</w:t>
        </w:r>
        <w:r w:rsidR="00EB128A">
          <w:rPr>
            <w:noProof/>
          </w:rPr>
          <w:fldChar w:fldCharType="end"/>
        </w:r>
      </w:hyperlink>
    </w:p>
    <w:p w14:paraId="78AD0808" w14:textId="23221558" w:rsidR="00EB128A" w:rsidRDefault="00D25047">
      <w:pPr>
        <w:pStyle w:val="TOC2"/>
        <w:rPr>
          <w:rFonts w:asciiTheme="minorHAnsi" w:eastAsiaTheme="minorEastAsia" w:hAnsiTheme="minorHAnsi" w:cstheme="minorBidi"/>
          <w:noProof/>
          <w:sz w:val="22"/>
          <w:szCs w:val="22"/>
          <w:lang w:eastAsia="en-GB"/>
        </w:rPr>
      </w:pPr>
      <w:hyperlink w:anchor="_Toc530496918" w:history="1">
        <w:r w:rsidR="00EB128A" w:rsidRPr="00097E1B">
          <w:rPr>
            <w:rStyle w:val="Hyperlink"/>
            <w:noProof/>
          </w:rPr>
          <w:t>Article II.3 — Communication between the parties</w:t>
        </w:r>
        <w:r w:rsidR="00EB128A">
          <w:rPr>
            <w:noProof/>
          </w:rPr>
          <w:tab/>
        </w:r>
        <w:r w:rsidR="00EB128A">
          <w:rPr>
            <w:noProof/>
          </w:rPr>
          <w:fldChar w:fldCharType="begin"/>
        </w:r>
        <w:r w:rsidR="00EB128A">
          <w:rPr>
            <w:noProof/>
          </w:rPr>
          <w:instrText xml:space="preserve"> PAGEREF _Toc530496918 \h </w:instrText>
        </w:r>
        <w:r w:rsidR="00EB128A">
          <w:rPr>
            <w:noProof/>
          </w:rPr>
        </w:r>
        <w:r w:rsidR="00EB128A">
          <w:rPr>
            <w:noProof/>
          </w:rPr>
          <w:fldChar w:fldCharType="separate"/>
        </w:r>
        <w:r w:rsidR="00F64789">
          <w:rPr>
            <w:noProof/>
          </w:rPr>
          <w:t>8</w:t>
        </w:r>
        <w:r w:rsidR="00EB128A">
          <w:rPr>
            <w:noProof/>
          </w:rPr>
          <w:fldChar w:fldCharType="end"/>
        </w:r>
      </w:hyperlink>
    </w:p>
    <w:p w14:paraId="78AD0809" w14:textId="6D99978C"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19" w:history="1">
        <w:r w:rsidR="00EB128A" w:rsidRPr="00097E1B">
          <w:rPr>
            <w:rStyle w:val="Hyperlink"/>
            <w:noProof/>
          </w:rPr>
          <w:t>II.3.1</w:t>
        </w:r>
        <w:r w:rsidR="00EB128A">
          <w:rPr>
            <w:rFonts w:asciiTheme="minorHAnsi" w:eastAsiaTheme="minorEastAsia" w:hAnsiTheme="minorHAnsi" w:cstheme="minorBidi"/>
            <w:noProof/>
            <w:sz w:val="22"/>
            <w:szCs w:val="22"/>
            <w:lang w:eastAsia="en-GB"/>
          </w:rPr>
          <w:tab/>
        </w:r>
        <w:r w:rsidR="00EB128A" w:rsidRPr="00097E1B">
          <w:rPr>
            <w:rStyle w:val="Hyperlink"/>
            <w:noProof/>
          </w:rPr>
          <w:t>Form and means of communication</w:t>
        </w:r>
        <w:r w:rsidR="00EB128A">
          <w:rPr>
            <w:noProof/>
          </w:rPr>
          <w:tab/>
        </w:r>
        <w:r w:rsidR="00EB128A">
          <w:rPr>
            <w:noProof/>
          </w:rPr>
          <w:fldChar w:fldCharType="begin"/>
        </w:r>
        <w:r w:rsidR="00EB128A">
          <w:rPr>
            <w:noProof/>
          </w:rPr>
          <w:instrText xml:space="preserve"> PAGEREF _Toc530496919 \h </w:instrText>
        </w:r>
        <w:r w:rsidR="00EB128A">
          <w:rPr>
            <w:noProof/>
          </w:rPr>
        </w:r>
        <w:r w:rsidR="00EB128A">
          <w:rPr>
            <w:noProof/>
          </w:rPr>
          <w:fldChar w:fldCharType="separate"/>
        </w:r>
        <w:r w:rsidR="00F64789">
          <w:rPr>
            <w:noProof/>
          </w:rPr>
          <w:t>8</w:t>
        </w:r>
        <w:r w:rsidR="00EB128A">
          <w:rPr>
            <w:noProof/>
          </w:rPr>
          <w:fldChar w:fldCharType="end"/>
        </w:r>
      </w:hyperlink>
    </w:p>
    <w:p w14:paraId="78AD080A" w14:textId="3857DA1C"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20" w:history="1">
        <w:r w:rsidR="00EB128A" w:rsidRPr="00097E1B">
          <w:rPr>
            <w:rStyle w:val="Hyperlink"/>
            <w:noProof/>
          </w:rPr>
          <w:t>II.3.2</w:t>
        </w:r>
        <w:r w:rsidR="00EB128A">
          <w:rPr>
            <w:rFonts w:asciiTheme="minorHAnsi" w:eastAsiaTheme="minorEastAsia" w:hAnsiTheme="minorHAnsi" w:cstheme="minorBidi"/>
            <w:noProof/>
            <w:sz w:val="22"/>
            <w:szCs w:val="22"/>
            <w:lang w:eastAsia="en-GB"/>
          </w:rPr>
          <w:tab/>
        </w:r>
        <w:r w:rsidR="00EB128A" w:rsidRPr="00097E1B">
          <w:rPr>
            <w:rStyle w:val="Hyperlink"/>
            <w:noProof/>
          </w:rPr>
          <w:t>Date of communications</w:t>
        </w:r>
        <w:r w:rsidR="00EB128A">
          <w:rPr>
            <w:noProof/>
          </w:rPr>
          <w:tab/>
        </w:r>
        <w:r w:rsidR="00EB128A">
          <w:rPr>
            <w:noProof/>
          </w:rPr>
          <w:fldChar w:fldCharType="begin"/>
        </w:r>
        <w:r w:rsidR="00EB128A">
          <w:rPr>
            <w:noProof/>
          </w:rPr>
          <w:instrText xml:space="preserve"> PAGEREF _Toc530496920 \h </w:instrText>
        </w:r>
        <w:r w:rsidR="00EB128A">
          <w:rPr>
            <w:noProof/>
          </w:rPr>
        </w:r>
        <w:r w:rsidR="00EB128A">
          <w:rPr>
            <w:noProof/>
          </w:rPr>
          <w:fldChar w:fldCharType="separate"/>
        </w:r>
        <w:r w:rsidR="00F64789">
          <w:rPr>
            <w:noProof/>
          </w:rPr>
          <w:t>8</w:t>
        </w:r>
        <w:r w:rsidR="00EB128A">
          <w:rPr>
            <w:noProof/>
          </w:rPr>
          <w:fldChar w:fldCharType="end"/>
        </w:r>
      </w:hyperlink>
    </w:p>
    <w:p w14:paraId="78AD080B" w14:textId="1D572E94" w:rsidR="00EB128A" w:rsidRDefault="00D25047">
      <w:pPr>
        <w:pStyle w:val="TOC2"/>
        <w:rPr>
          <w:rFonts w:asciiTheme="minorHAnsi" w:eastAsiaTheme="minorEastAsia" w:hAnsiTheme="minorHAnsi" w:cstheme="minorBidi"/>
          <w:noProof/>
          <w:sz w:val="22"/>
          <w:szCs w:val="22"/>
          <w:lang w:eastAsia="en-GB"/>
        </w:rPr>
      </w:pPr>
      <w:hyperlink w:anchor="_Toc530496921" w:history="1">
        <w:r w:rsidR="00EB128A" w:rsidRPr="00097E1B">
          <w:rPr>
            <w:rStyle w:val="Hyperlink"/>
            <w:noProof/>
          </w:rPr>
          <w:t>Article II.4 — Liability for damages</w:t>
        </w:r>
        <w:r w:rsidR="00EB128A">
          <w:rPr>
            <w:noProof/>
          </w:rPr>
          <w:tab/>
        </w:r>
        <w:r w:rsidR="00EB128A">
          <w:rPr>
            <w:noProof/>
          </w:rPr>
          <w:fldChar w:fldCharType="begin"/>
        </w:r>
        <w:r w:rsidR="00EB128A">
          <w:rPr>
            <w:noProof/>
          </w:rPr>
          <w:instrText xml:space="preserve"> PAGEREF _Toc530496921 \h </w:instrText>
        </w:r>
        <w:r w:rsidR="00EB128A">
          <w:rPr>
            <w:noProof/>
          </w:rPr>
        </w:r>
        <w:r w:rsidR="00EB128A">
          <w:rPr>
            <w:noProof/>
          </w:rPr>
          <w:fldChar w:fldCharType="separate"/>
        </w:r>
        <w:r w:rsidR="00F64789">
          <w:rPr>
            <w:noProof/>
          </w:rPr>
          <w:t>9</w:t>
        </w:r>
        <w:r w:rsidR="00EB128A">
          <w:rPr>
            <w:noProof/>
          </w:rPr>
          <w:fldChar w:fldCharType="end"/>
        </w:r>
      </w:hyperlink>
    </w:p>
    <w:p w14:paraId="78AD080C" w14:textId="34A2A567" w:rsidR="00EB128A" w:rsidRDefault="00D25047">
      <w:pPr>
        <w:pStyle w:val="TOC2"/>
        <w:rPr>
          <w:rFonts w:asciiTheme="minorHAnsi" w:eastAsiaTheme="minorEastAsia" w:hAnsiTheme="minorHAnsi" w:cstheme="minorBidi"/>
          <w:noProof/>
          <w:sz w:val="22"/>
          <w:szCs w:val="22"/>
          <w:lang w:eastAsia="en-GB"/>
        </w:rPr>
      </w:pPr>
      <w:hyperlink w:anchor="_Toc530496922" w:history="1">
        <w:r w:rsidR="00EB128A" w:rsidRPr="00097E1B">
          <w:rPr>
            <w:rStyle w:val="Hyperlink"/>
            <w:noProof/>
          </w:rPr>
          <w:t>Article II.5 — Conflict of interests</w:t>
        </w:r>
        <w:r w:rsidR="00EB128A">
          <w:rPr>
            <w:noProof/>
          </w:rPr>
          <w:tab/>
        </w:r>
        <w:r w:rsidR="00EB128A">
          <w:rPr>
            <w:noProof/>
          </w:rPr>
          <w:fldChar w:fldCharType="begin"/>
        </w:r>
        <w:r w:rsidR="00EB128A">
          <w:rPr>
            <w:noProof/>
          </w:rPr>
          <w:instrText xml:space="preserve"> PAGEREF _Toc530496922 \h </w:instrText>
        </w:r>
        <w:r w:rsidR="00EB128A">
          <w:rPr>
            <w:noProof/>
          </w:rPr>
        </w:r>
        <w:r w:rsidR="00EB128A">
          <w:rPr>
            <w:noProof/>
          </w:rPr>
          <w:fldChar w:fldCharType="separate"/>
        </w:r>
        <w:r w:rsidR="00F64789">
          <w:rPr>
            <w:noProof/>
          </w:rPr>
          <w:t>9</w:t>
        </w:r>
        <w:r w:rsidR="00EB128A">
          <w:rPr>
            <w:noProof/>
          </w:rPr>
          <w:fldChar w:fldCharType="end"/>
        </w:r>
      </w:hyperlink>
    </w:p>
    <w:p w14:paraId="78AD080D" w14:textId="5EB03EC0" w:rsidR="00EB128A" w:rsidRDefault="00D25047">
      <w:pPr>
        <w:pStyle w:val="TOC2"/>
        <w:rPr>
          <w:rFonts w:asciiTheme="minorHAnsi" w:eastAsiaTheme="minorEastAsia" w:hAnsiTheme="minorHAnsi" w:cstheme="minorBidi"/>
          <w:noProof/>
          <w:sz w:val="22"/>
          <w:szCs w:val="22"/>
          <w:lang w:eastAsia="en-GB"/>
        </w:rPr>
      </w:pPr>
      <w:hyperlink w:anchor="_Toc530496923" w:history="1">
        <w:r w:rsidR="00EB128A" w:rsidRPr="00097E1B">
          <w:rPr>
            <w:rStyle w:val="Hyperlink"/>
            <w:noProof/>
          </w:rPr>
          <w:t>Article II.6 — Confidentiality</w:t>
        </w:r>
        <w:r w:rsidR="00EB128A">
          <w:rPr>
            <w:noProof/>
          </w:rPr>
          <w:tab/>
        </w:r>
        <w:r w:rsidR="00EB128A">
          <w:rPr>
            <w:noProof/>
          </w:rPr>
          <w:fldChar w:fldCharType="begin"/>
        </w:r>
        <w:r w:rsidR="00EB128A">
          <w:rPr>
            <w:noProof/>
          </w:rPr>
          <w:instrText xml:space="preserve"> PAGEREF _Toc530496923 \h </w:instrText>
        </w:r>
        <w:r w:rsidR="00EB128A">
          <w:rPr>
            <w:noProof/>
          </w:rPr>
        </w:r>
        <w:r w:rsidR="00EB128A">
          <w:rPr>
            <w:noProof/>
          </w:rPr>
          <w:fldChar w:fldCharType="separate"/>
        </w:r>
        <w:r w:rsidR="00F64789">
          <w:rPr>
            <w:noProof/>
          </w:rPr>
          <w:t>9</w:t>
        </w:r>
        <w:r w:rsidR="00EB128A">
          <w:rPr>
            <w:noProof/>
          </w:rPr>
          <w:fldChar w:fldCharType="end"/>
        </w:r>
      </w:hyperlink>
    </w:p>
    <w:p w14:paraId="78AD080E" w14:textId="2A643FE4" w:rsidR="00EB128A" w:rsidRDefault="00D25047">
      <w:pPr>
        <w:pStyle w:val="TOC2"/>
        <w:rPr>
          <w:rFonts w:asciiTheme="minorHAnsi" w:eastAsiaTheme="minorEastAsia" w:hAnsiTheme="minorHAnsi" w:cstheme="minorBidi"/>
          <w:noProof/>
          <w:sz w:val="22"/>
          <w:szCs w:val="22"/>
          <w:lang w:eastAsia="en-GB"/>
        </w:rPr>
      </w:pPr>
      <w:hyperlink w:anchor="_Toc530496924" w:history="1">
        <w:r w:rsidR="00EB128A" w:rsidRPr="00097E1B">
          <w:rPr>
            <w:rStyle w:val="Hyperlink"/>
            <w:noProof/>
          </w:rPr>
          <w:t>Article II.7 — Processing of personal data</w:t>
        </w:r>
        <w:r w:rsidR="00EB128A">
          <w:rPr>
            <w:noProof/>
          </w:rPr>
          <w:tab/>
        </w:r>
        <w:r w:rsidR="00EB128A">
          <w:rPr>
            <w:noProof/>
          </w:rPr>
          <w:fldChar w:fldCharType="begin"/>
        </w:r>
        <w:r w:rsidR="00EB128A">
          <w:rPr>
            <w:noProof/>
          </w:rPr>
          <w:instrText xml:space="preserve"> PAGEREF _Toc530496924 \h </w:instrText>
        </w:r>
        <w:r w:rsidR="00EB128A">
          <w:rPr>
            <w:noProof/>
          </w:rPr>
        </w:r>
        <w:r w:rsidR="00EB128A">
          <w:rPr>
            <w:noProof/>
          </w:rPr>
          <w:fldChar w:fldCharType="separate"/>
        </w:r>
        <w:r w:rsidR="00F64789">
          <w:rPr>
            <w:noProof/>
          </w:rPr>
          <w:t>9</w:t>
        </w:r>
        <w:r w:rsidR="00EB128A">
          <w:rPr>
            <w:noProof/>
          </w:rPr>
          <w:fldChar w:fldCharType="end"/>
        </w:r>
      </w:hyperlink>
    </w:p>
    <w:p w14:paraId="78AD080F" w14:textId="62F3D622"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25" w:history="1">
        <w:r w:rsidR="00EB128A" w:rsidRPr="00097E1B">
          <w:rPr>
            <w:rStyle w:val="Hyperlink"/>
            <w:noProof/>
          </w:rPr>
          <w:t>II.7.1</w:t>
        </w:r>
        <w:r w:rsidR="00EB128A">
          <w:rPr>
            <w:rFonts w:asciiTheme="minorHAnsi" w:eastAsiaTheme="minorEastAsia" w:hAnsiTheme="minorHAnsi" w:cstheme="minorBidi"/>
            <w:noProof/>
            <w:sz w:val="22"/>
            <w:szCs w:val="22"/>
            <w:lang w:eastAsia="en-GB"/>
          </w:rPr>
          <w:tab/>
        </w:r>
        <w:r w:rsidR="00EB128A" w:rsidRPr="00097E1B">
          <w:rPr>
            <w:rStyle w:val="Hyperlink"/>
            <w:noProof/>
          </w:rPr>
          <w:t>Processing of personal data by the Commission</w:t>
        </w:r>
        <w:r w:rsidR="00EB128A">
          <w:rPr>
            <w:noProof/>
          </w:rPr>
          <w:tab/>
        </w:r>
        <w:r w:rsidR="00EB128A">
          <w:rPr>
            <w:noProof/>
          </w:rPr>
          <w:fldChar w:fldCharType="begin"/>
        </w:r>
        <w:r w:rsidR="00EB128A">
          <w:rPr>
            <w:noProof/>
          </w:rPr>
          <w:instrText xml:space="preserve"> PAGEREF _Toc530496925 \h </w:instrText>
        </w:r>
        <w:r w:rsidR="00EB128A">
          <w:rPr>
            <w:noProof/>
          </w:rPr>
        </w:r>
        <w:r w:rsidR="00EB128A">
          <w:rPr>
            <w:noProof/>
          </w:rPr>
          <w:fldChar w:fldCharType="separate"/>
        </w:r>
        <w:r w:rsidR="00F64789">
          <w:rPr>
            <w:noProof/>
          </w:rPr>
          <w:t>9</w:t>
        </w:r>
        <w:r w:rsidR="00EB128A">
          <w:rPr>
            <w:noProof/>
          </w:rPr>
          <w:fldChar w:fldCharType="end"/>
        </w:r>
      </w:hyperlink>
    </w:p>
    <w:p w14:paraId="78AD0810" w14:textId="3F6ABB0E"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26" w:history="1">
        <w:r w:rsidR="00EB128A" w:rsidRPr="00097E1B">
          <w:rPr>
            <w:rStyle w:val="Hyperlink"/>
            <w:noProof/>
          </w:rPr>
          <w:t>II.7.2</w:t>
        </w:r>
        <w:r w:rsidR="00EB128A">
          <w:rPr>
            <w:rFonts w:asciiTheme="minorHAnsi" w:eastAsiaTheme="minorEastAsia" w:hAnsiTheme="minorHAnsi" w:cstheme="minorBidi"/>
            <w:noProof/>
            <w:sz w:val="22"/>
            <w:szCs w:val="22"/>
            <w:lang w:eastAsia="en-GB"/>
          </w:rPr>
          <w:tab/>
        </w:r>
        <w:r w:rsidR="00EB128A" w:rsidRPr="00097E1B">
          <w:rPr>
            <w:rStyle w:val="Hyperlink"/>
            <w:noProof/>
          </w:rPr>
          <w:t>Processing of personal data by the beneficiaries</w:t>
        </w:r>
        <w:r w:rsidR="00EB128A">
          <w:rPr>
            <w:noProof/>
          </w:rPr>
          <w:tab/>
        </w:r>
        <w:r w:rsidR="00EB128A">
          <w:rPr>
            <w:noProof/>
          </w:rPr>
          <w:fldChar w:fldCharType="begin"/>
        </w:r>
        <w:r w:rsidR="00EB128A">
          <w:rPr>
            <w:noProof/>
          </w:rPr>
          <w:instrText xml:space="preserve"> PAGEREF _Toc530496926 \h </w:instrText>
        </w:r>
        <w:r w:rsidR="00EB128A">
          <w:rPr>
            <w:noProof/>
          </w:rPr>
        </w:r>
        <w:r w:rsidR="00EB128A">
          <w:rPr>
            <w:noProof/>
          </w:rPr>
          <w:fldChar w:fldCharType="separate"/>
        </w:r>
        <w:r w:rsidR="00F64789">
          <w:rPr>
            <w:noProof/>
          </w:rPr>
          <w:t>10</w:t>
        </w:r>
        <w:r w:rsidR="00EB128A">
          <w:rPr>
            <w:noProof/>
          </w:rPr>
          <w:fldChar w:fldCharType="end"/>
        </w:r>
      </w:hyperlink>
    </w:p>
    <w:p w14:paraId="78AD0811" w14:textId="7C96E6B8" w:rsidR="00EB128A" w:rsidRDefault="00D25047">
      <w:pPr>
        <w:pStyle w:val="TOC2"/>
        <w:rPr>
          <w:rFonts w:asciiTheme="minorHAnsi" w:eastAsiaTheme="minorEastAsia" w:hAnsiTheme="minorHAnsi" w:cstheme="minorBidi"/>
          <w:noProof/>
          <w:sz w:val="22"/>
          <w:szCs w:val="22"/>
          <w:lang w:eastAsia="en-GB"/>
        </w:rPr>
      </w:pPr>
      <w:hyperlink w:anchor="_Toc530496927" w:history="1">
        <w:r w:rsidR="00EB128A" w:rsidRPr="00097E1B">
          <w:rPr>
            <w:rStyle w:val="Hyperlink"/>
            <w:noProof/>
          </w:rPr>
          <w:t>Article II.8 — Visibility of Union funding</w:t>
        </w:r>
        <w:r w:rsidR="00EB128A">
          <w:rPr>
            <w:noProof/>
          </w:rPr>
          <w:tab/>
        </w:r>
        <w:r w:rsidR="00EB128A">
          <w:rPr>
            <w:noProof/>
          </w:rPr>
          <w:fldChar w:fldCharType="begin"/>
        </w:r>
        <w:r w:rsidR="00EB128A">
          <w:rPr>
            <w:noProof/>
          </w:rPr>
          <w:instrText xml:space="preserve"> PAGEREF _Toc530496927 \h </w:instrText>
        </w:r>
        <w:r w:rsidR="00EB128A">
          <w:rPr>
            <w:noProof/>
          </w:rPr>
        </w:r>
        <w:r w:rsidR="00EB128A">
          <w:rPr>
            <w:noProof/>
          </w:rPr>
          <w:fldChar w:fldCharType="separate"/>
        </w:r>
        <w:r w:rsidR="00F64789">
          <w:rPr>
            <w:noProof/>
          </w:rPr>
          <w:t>11</w:t>
        </w:r>
        <w:r w:rsidR="00EB128A">
          <w:rPr>
            <w:noProof/>
          </w:rPr>
          <w:fldChar w:fldCharType="end"/>
        </w:r>
      </w:hyperlink>
    </w:p>
    <w:p w14:paraId="78AD0812" w14:textId="441E0A7E"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28" w:history="1">
        <w:r w:rsidR="00EB128A" w:rsidRPr="00097E1B">
          <w:rPr>
            <w:rStyle w:val="Hyperlink"/>
            <w:noProof/>
          </w:rPr>
          <w:t>II.8.1</w:t>
        </w:r>
        <w:r w:rsidR="00EB128A">
          <w:rPr>
            <w:rFonts w:asciiTheme="minorHAnsi" w:eastAsiaTheme="minorEastAsia" w:hAnsiTheme="minorHAnsi" w:cstheme="minorBidi"/>
            <w:noProof/>
            <w:sz w:val="22"/>
            <w:szCs w:val="22"/>
            <w:lang w:eastAsia="en-GB"/>
          </w:rPr>
          <w:tab/>
        </w:r>
        <w:r w:rsidR="00EB128A" w:rsidRPr="00097E1B">
          <w:rPr>
            <w:rStyle w:val="Hyperlink"/>
            <w:noProof/>
          </w:rPr>
          <w:t>Information on Union funding and use of the European Union emblem</w:t>
        </w:r>
        <w:r w:rsidR="00EB128A">
          <w:rPr>
            <w:noProof/>
          </w:rPr>
          <w:tab/>
        </w:r>
        <w:r w:rsidR="00EB128A">
          <w:rPr>
            <w:noProof/>
          </w:rPr>
          <w:fldChar w:fldCharType="begin"/>
        </w:r>
        <w:r w:rsidR="00EB128A">
          <w:rPr>
            <w:noProof/>
          </w:rPr>
          <w:instrText xml:space="preserve"> PAGEREF _Toc530496928 \h </w:instrText>
        </w:r>
        <w:r w:rsidR="00EB128A">
          <w:rPr>
            <w:noProof/>
          </w:rPr>
        </w:r>
        <w:r w:rsidR="00EB128A">
          <w:rPr>
            <w:noProof/>
          </w:rPr>
          <w:fldChar w:fldCharType="separate"/>
        </w:r>
        <w:r w:rsidR="00F64789">
          <w:rPr>
            <w:noProof/>
          </w:rPr>
          <w:t>11</w:t>
        </w:r>
        <w:r w:rsidR="00EB128A">
          <w:rPr>
            <w:noProof/>
          </w:rPr>
          <w:fldChar w:fldCharType="end"/>
        </w:r>
      </w:hyperlink>
    </w:p>
    <w:p w14:paraId="78AD0813" w14:textId="4F85621C"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29" w:history="1">
        <w:r w:rsidR="00EB128A" w:rsidRPr="00097E1B">
          <w:rPr>
            <w:rStyle w:val="Hyperlink"/>
            <w:noProof/>
          </w:rPr>
          <w:t>II.8.2</w:t>
        </w:r>
        <w:r w:rsidR="00EB128A">
          <w:rPr>
            <w:rFonts w:asciiTheme="minorHAnsi" w:eastAsiaTheme="minorEastAsia" w:hAnsiTheme="minorHAnsi" w:cstheme="minorBidi"/>
            <w:noProof/>
            <w:sz w:val="22"/>
            <w:szCs w:val="22"/>
            <w:lang w:eastAsia="en-GB"/>
          </w:rPr>
          <w:tab/>
        </w:r>
        <w:r w:rsidR="00EB128A" w:rsidRPr="00097E1B">
          <w:rPr>
            <w:rStyle w:val="Hyperlink"/>
            <w:noProof/>
          </w:rPr>
          <w:t>Disclaimers excluding Commission responsibility</w:t>
        </w:r>
        <w:r w:rsidR="00EB128A">
          <w:rPr>
            <w:noProof/>
          </w:rPr>
          <w:tab/>
        </w:r>
        <w:r w:rsidR="00EB128A">
          <w:rPr>
            <w:noProof/>
          </w:rPr>
          <w:fldChar w:fldCharType="begin"/>
        </w:r>
        <w:r w:rsidR="00EB128A">
          <w:rPr>
            <w:noProof/>
          </w:rPr>
          <w:instrText xml:space="preserve"> PAGEREF _Toc530496929 \h </w:instrText>
        </w:r>
        <w:r w:rsidR="00EB128A">
          <w:rPr>
            <w:noProof/>
          </w:rPr>
        </w:r>
        <w:r w:rsidR="00EB128A">
          <w:rPr>
            <w:noProof/>
          </w:rPr>
          <w:fldChar w:fldCharType="separate"/>
        </w:r>
        <w:r w:rsidR="00F64789">
          <w:rPr>
            <w:noProof/>
          </w:rPr>
          <w:t>11</w:t>
        </w:r>
        <w:r w:rsidR="00EB128A">
          <w:rPr>
            <w:noProof/>
          </w:rPr>
          <w:fldChar w:fldCharType="end"/>
        </w:r>
      </w:hyperlink>
    </w:p>
    <w:p w14:paraId="78AD0814" w14:textId="4B1199F2" w:rsidR="00EB128A" w:rsidRDefault="00D25047">
      <w:pPr>
        <w:pStyle w:val="TOC2"/>
        <w:rPr>
          <w:rFonts w:asciiTheme="minorHAnsi" w:eastAsiaTheme="minorEastAsia" w:hAnsiTheme="minorHAnsi" w:cstheme="minorBidi"/>
          <w:noProof/>
          <w:sz w:val="22"/>
          <w:szCs w:val="22"/>
          <w:lang w:eastAsia="en-GB"/>
        </w:rPr>
      </w:pPr>
      <w:hyperlink w:anchor="_Toc530496930" w:history="1">
        <w:r w:rsidR="00EB128A" w:rsidRPr="00097E1B">
          <w:rPr>
            <w:rStyle w:val="Hyperlink"/>
            <w:noProof/>
          </w:rPr>
          <w:t>Article II.9 — Pre-existing rights and ownership and use of the results (including intellectual and industrial property rights)</w:t>
        </w:r>
        <w:r w:rsidR="00EB128A">
          <w:rPr>
            <w:noProof/>
          </w:rPr>
          <w:tab/>
        </w:r>
        <w:r w:rsidR="00EB128A">
          <w:rPr>
            <w:noProof/>
          </w:rPr>
          <w:fldChar w:fldCharType="begin"/>
        </w:r>
        <w:r w:rsidR="00EB128A">
          <w:rPr>
            <w:noProof/>
          </w:rPr>
          <w:instrText xml:space="preserve"> PAGEREF _Toc530496930 \h </w:instrText>
        </w:r>
        <w:r w:rsidR="00EB128A">
          <w:rPr>
            <w:noProof/>
          </w:rPr>
        </w:r>
        <w:r w:rsidR="00EB128A">
          <w:rPr>
            <w:noProof/>
          </w:rPr>
          <w:fldChar w:fldCharType="separate"/>
        </w:r>
        <w:r w:rsidR="00F64789">
          <w:rPr>
            <w:noProof/>
          </w:rPr>
          <w:t>11</w:t>
        </w:r>
        <w:r w:rsidR="00EB128A">
          <w:rPr>
            <w:noProof/>
          </w:rPr>
          <w:fldChar w:fldCharType="end"/>
        </w:r>
      </w:hyperlink>
    </w:p>
    <w:p w14:paraId="78AD0815" w14:textId="7D4BC794"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31" w:history="1">
        <w:r w:rsidR="00EB128A" w:rsidRPr="00097E1B">
          <w:rPr>
            <w:rStyle w:val="Hyperlink"/>
            <w:noProof/>
          </w:rPr>
          <w:t>II.9.1</w:t>
        </w:r>
        <w:r w:rsidR="00EB128A">
          <w:rPr>
            <w:rFonts w:asciiTheme="minorHAnsi" w:eastAsiaTheme="minorEastAsia" w:hAnsiTheme="minorHAnsi" w:cstheme="minorBidi"/>
            <w:noProof/>
            <w:sz w:val="22"/>
            <w:szCs w:val="22"/>
            <w:lang w:eastAsia="en-GB"/>
          </w:rPr>
          <w:tab/>
        </w:r>
        <w:r w:rsidR="00EB128A" w:rsidRPr="00097E1B">
          <w:rPr>
            <w:rStyle w:val="Hyperlink"/>
            <w:noProof/>
          </w:rPr>
          <w:t>Ownership of the results by the beneficiaries</w:t>
        </w:r>
        <w:r w:rsidR="00EB128A">
          <w:rPr>
            <w:noProof/>
          </w:rPr>
          <w:tab/>
        </w:r>
        <w:r w:rsidR="00EB128A">
          <w:rPr>
            <w:noProof/>
          </w:rPr>
          <w:fldChar w:fldCharType="begin"/>
        </w:r>
        <w:r w:rsidR="00EB128A">
          <w:rPr>
            <w:noProof/>
          </w:rPr>
          <w:instrText xml:space="preserve"> PAGEREF _Toc530496931 \h </w:instrText>
        </w:r>
        <w:r w:rsidR="00EB128A">
          <w:rPr>
            <w:noProof/>
          </w:rPr>
        </w:r>
        <w:r w:rsidR="00EB128A">
          <w:rPr>
            <w:noProof/>
          </w:rPr>
          <w:fldChar w:fldCharType="separate"/>
        </w:r>
        <w:r w:rsidR="00F64789">
          <w:rPr>
            <w:noProof/>
          </w:rPr>
          <w:t>11</w:t>
        </w:r>
        <w:r w:rsidR="00EB128A">
          <w:rPr>
            <w:noProof/>
          </w:rPr>
          <w:fldChar w:fldCharType="end"/>
        </w:r>
      </w:hyperlink>
    </w:p>
    <w:p w14:paraId="78AD0816" w14:textId="5F3483D5"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32" w:history="1">
        <w:r w:rsidR="00EB128A" w:rsidRPr="00097E1B">
          <w:rPr>
            <w:rStyle w:val="Hyperlink"/>
            <w:noProof/>
          </w:rPr>
          <w:t>II.9.2</w:t>
        </w:r>
        <w:r w:rsidR="00EB128A">
          <w:rPr>
            <w:rFonts w:asciiTheme="minorHAnsi" w:eastAsiaTheme="minorEastAsia" w:hAnsiTheme="minorHAnsi" w:cstheme="minorBidi"/>
            <w:noProof/>
            <w:sz w:val="22"/>
            <w:szCs w:val="22"/>
            <w:lang w:eastAsia="en-GB"/>
          </w:rPr>
          <w:tab/>
        </w:r>
        <w:r w:rsidR="00EB128A" w:rsidRPr="00097E1B">
          <w:rPr>
            <w:rStyle w:val="Hyperlink"/>
            <w:noProof/>
          </w:rPr>
          <w:t>Pre-existing rights</w:t>
        </w:r>
        <w:r w:rsidR="00EB128A">
          <w:rPr>
            <w:noProof/>
          </w:rPr>
          <w:tab/>
        </w:r>
        <w:r w:rsidR="00EB128A">
          <w:rPr>
            <w:noProof/>
          </w:rPr>
          <w:fldChar w:fldCharType="begin"/>
        </w:r>
        <w:r w:rsidR="00EB128A">
          <w:rPr>
            <w:noProof/>
          </w:rPr>
          <w:instrText xml:space="preserve"> PAGEREF _Toc530496932 \h </w:instrText>
        </w:r>
        <w:r w:rsidR="00EB128A">
          <w:rPr>
            <w:noProof/>
          </w:rPr>
        </w:r>
        <w:r w:rsidR="00EB128A">
          <w:rPr>
            <w:noProof/>
          </w:rPr>
          <w:fldChar w:fldCharType="separate"/>
        </w:r>
        <w:r w:rsidR="00F64789">
          <w:rPr>
            <w:noProof/>
          </w:rPr>
          <w:t>11</w:t>
        </w:r>
        <w:r w:rsidR="00EB128A">
          <w:rPr>
            <w:noProof/>
          </w:rPr>
          <w:fldChar w:fldCharType="end"/>
        </w:r>
      </w:hyperlink>
    </w:p>
    <w:p w14:paraId="78AD0817" w14:textId="7CB26103" w:rsidR="00EB128A" w:rsidRDefault="00D25047">
      <w:pPr>
        <w:pStyle w:val="TOC3"/>
        <w:tabs>
          <w:tab w:val="left" w:pos="1916"/>
        </w:tabs>
        <w:rPr>
          <w:rFonts w:asciiTheme="minorHAnsi" w:eastAsiaTheme="minorEastAsia" w:hAnsiTheme="minorHAnsi" w:cstheme="minorBidi"/>
          <w:noProof/>
          <w:sz w:val="22"/>
          <w:szCs w:val="22"/>
          <w:lang w:eastAsia="en-GB"/>
        </w:rPr>
      </w:pPr>
      <w:hyperlink w:anchor="_Toc530496933" w:history="1">
        <w:r w:rsidR="00EB128A" w:rsidRPr="00097E1B">
          <w:rPr>
            <w:rStyle w:val="Hyperlink"/>
            <w:noProof/>
          </w:rPr>
          <w:t>II.9.3</w:t>
        </w:r>
        <w:r w:rsidR="00EB128A">
          <w:rPr>
            <w:rFonts w:asciiTheme="minorHAnsi" w:eastAsiaTheme="minorEastAsia" w:hAnsiTheme="minorHAnsi" w:cstheme="minorBidi"/>
            <w:noProof/>
            <w:sz w:val="22"/>
            <w:szCs w:val="22"/>
            <w:lang w:eastAsia="en-GB"/>
          </w:rPr>
          <w:tab/>
        </w:r>
        <w:r w:rsidR="00EB128A" w:rsidRPr="00097E1B">
          <w:rPr>
            <w:rStyle w:val="Hyperlink"/>
            <w:noProof/>
          </w:rPr>
          <w:t>Rights of use of the results and of pre-existing rights by the Union</w:t>
        </w:r>
        <w:r w:rsidR="00EB128A">
          <w:rPr>
            <w:noProof/>
          </w:rPr>
          <w:tab/>
        </w:r>
        <w:r w:rsidR="00EB128A">
          <w:rPr>
            <w:noProof/>
          </w:rPr>
          <w:fldChar w:fldCharType="begin"/>
        </w:r>
        <w:r w:rsidR="00EB128A">
          <w:rPr>
            <w:noProof/>
          </w:rPr>
          <w:instrText xml:space="preserve"> PAGEREF _Toc530496933 \h </w:instrText>
        </w:r>
        <w:r w:rsidR="00EB128A">
          <w:rPr>
            <w:noProof/>
          </w:rPr>
        </w:r>
        <w:r w:rsidR="00EB128A">
          <w:rPr>
            <w:noProof/>
          </w:rPr>
          <w:fldChar w:fldCharType="separate"/>
        </w:r>
        <w:r w:rsidR="00F64789">
          <w:rPr>
            <w:noProof/>
          </w:rPr>
          <w:t>12</w:t>
        </w:r>
        <w:r w:rsidR="00EB128A">
          <w:rPr>
            <w:noProof/>
          </w:rPr>
          <w:fldChar w:fldCharType="end"/>
        </w:r>
      </w:hyperlink>
    </w:p>
    <w:p w14:paraId="78AD0818" w14:textId="624099BD" w:rsidR="00EB128A" w:rsidRDefault="00D25047">
      <w:pPr>
        <w:pStyle w:val="TOC2"/>
        <w:rPr>
          <w:rFonts w:asciiTheme="minorHAnsi" w:eastAsiaTheme="minorEastAsia" w:hAnsiTheme="minorHAnsi" w:cstheme="minorBidi"/>
          <w:noProof/>
          <w:sz w:val="22"/>
          <w:szCs w:val="22"/>
          <w:lang w:eastAsia="en-GB"/>
        </w:rPr>
      </w:pPr>
      <w:hyperlink w:anchor="_Toc530496934" w:history="1">
        <w:r w:rsidR="00EB128A" w:rsidRPr="00097E1B">
          <w:rPr>
            <w:rStyle w:val="Hyperlink"/>
            <w:noProof/>
          </w:rPr>
          <w:t>Article II.10 — Award of contracts necessary for the implementation of the action</w:t>
        </w:r>
        <w:r w:rsidR="00EB128A">
          <w:rPr>
            <w:noProof/>
          </w:rPr>
          <w:tab/>
        </w:r>
        <w:r w:rsidR="00EB128A">
          <w:rPr>
            <w:noProof/>
          </w:rPr>
          <w:fldChar w:fldCharType="begin"/>
        </w:r>
        <w:r w:rsidR="00EB128A">
          <w:rPr>
            <w:noProof/>
          </w:rPr>
          <w:instrText xml:space="preserve"> PAGEREF _Toc530496934 \h </w:instrText>
        </w:r>
        <w:r w:rsidR="00EB128A">
          <w:rPr>
            <w:noProof/>
          </w:rPr>
        </w:r>
        <w:r w:rsidR="00EB128A">
          <w:rPr>
            <w:noProof/>
          </w:rPr>
          <w:fldChar w:fldCharType="separate"/>
        </w:r>
        <w:r w:rsidR="00F64789">
          <w:rPr>
            <w:noProof/>
          </w:rPr>
          <w:t>13</w:t>
        </w:r>
        <w:r w:rsidR="00EB128A">
          <w:rPr>
            <w:noProof/>
          </w:rPr>
          <w:fldChar w:fldCharType="end"/>
        </w:r>
      </w:hyperlink>
    </w:p>
    <w:p w14:paraId="78AD0819" w14:textId="6356C5FE" w:rsidR="00EB128A" w:rsidRDefault="00D25047">
      <w:pPr>
        <w:pStyle w:val="TOC2"/>
        <w:rPr>
          <w:rFonts w:asciiTheme="minorHAnsi" w:eastAsiaTheme="minorEastAsia" w:hAnsiTheme="minorHAnsi" w:cstheme="minorBidi"/>
          <w:noProof/>
          <w:sz w:val="22"/>
          <w:szCs w:val="22"/>
          <w:lang w:eastAsia="en-GB"/>
        </w:rPr>
      </w:pPr>
      <w:hyperlink w:anchor="_Toc530496935" w:history="1">
        <w:r w:rsidR="00EB128A" w:rsidRPr="00097E1B">
          <w:rPr>
            <w:rStyle w:val="Hyperlink"/>
            <w:noProof/>
          </w:rPr>
          <w:t>Article II.11 — Subcontracting of tasks forming part of the action</w:t>
        </w:r>
        <w:r w:rsidR="00EB128A">
          <w:rPr>
            <w:noProof/>
          </w:rPr>
          <w:tab/>
        </w:r>
        <w:r w:rsidR="00EB128A">
          <w:rPr>
            <w:noProof/>
          </w:rPr>
          <w:fldChar w:fldCharType="begin"/>
        </w:r>
        <w:r w:rsidR="00EB128A">
          <w:rPr>
            <w:noProof/>
          </w:rPr>
          <w:instrText xml:space="preserve"> PAGEREF _Toc530496935 \h </w:instrText>
        </w:r>
        <w:r w:rsidR="00EB128A">
          <w:rPr>
            <w:noProof/>
          </w:rPr>
        </w:r>
        <w:r w:rsidR="00EB128A">
          <w:rPr>
            <w:noProof/>
          </w:rPr>
          <w:fldChar w:fldCharType="separate"/>
        </w:r>
        <w:r w:rsidR="00F64789">
          <w:rPr>
            <w:noProof/>
          </w:rPr>
          <w:t>14</w:t>
        </w:r>
        <w:r w:rsidR="00EB128A">
          <w:rPr>
            <w:noProof/>
          </w:rPr>
          <w:fldChar w:fldCharType="end"/>
        </w:r>
      </w:hyperlink>
    </w:p>
    <w:p w14:paraId="78AD081A" w14:textId="12F6956A" w:rsidR="00EB128A" w:rsidRDefault="00D25047">
      <w:pPr>
        <w:pStyle w:val="TOC2"/>
        <w:rPr>
          <w:rFonts w:asciiTheme="minorHAnsi" w:eastAsiaTheme="minorEastAsia" w:hAnsiTheme="minorHAnsi" w:cstheme="minorBidi"/>
          <w:noProof/>
          <w:sz w:val="22"/>
          <w:szCs w:val="22"/>
          <w:lang w:eastAsia="en-GB"/>
        </w:rPr>
      </w:pPr>
      <w:hyperlink w:anchor="_Toc530496936" w:history="1">
        <w:r w:rsidR="00EB128A" w:rsidRPr="00097E1B">
          <w:rPr>
            <w:rStyle w:val="Hyperlink"/>
            <w:noProof/>
          </w:rPr>
          <w:t>Article II.12 — Financial support to third parties</w:t>
        </w:r>
        <w:r w:rsidR="00EB128A">
          <w:rPr>
            <w:noProof/>
          </w:rPr>
          <w:tab/>
        </w:r>
        <w:r w:rsidR="00EB128A">
          <w:rPr>
            <w:noProof/>
          </w:rPr>
          <w:fldChar w:fldCharType="begin"/>
        </w:r>
        <w:r w:rsidR="00EB128A">
          <w:rPr>
            <w:noProof/>
          </w:rPr>
          <w:instrText xml:space="preserve"> PAGEREF _Toc530496936 \h </w:instrText>
        </w:r>
        <w:r w:rsidR="00EB128A">
          <w:rPr>
            <w:noProof/>
          </w:rPr>
        </w:r>
        <w:r w:rsidR="00EB128A">
          <w:rPr>
            <w:noProof/>
          </w:rPr>
          <w:fldChar w:fldCharType="separate"/>
        </w:r>
        <w:r w:rsidR="00F64789">
          <w:rPr>
            <w:noProof/>
          </w:rPr>
          <w:t>14</w:t>
        </w:r>
        <w:r w:rsidR="00EB128A">
          <w:rPr>
            <w:noProof/>
          </w:rPr>
          <w:fldChar w:fldCharType="end"/>
        </w:r>
      </w:hyperlink>
    </w:p>
    <w:p w14:paraId="78AD081B" w14:textId="18CECBD1" w:rsidR="00EB128A" w:rsidRDefault="00D25047">
      <w:pPr>
        <w:pStyle w:val="TOC2"/>
        <w:rPr>
          <w:rFonts w:asciiTheme="minorHAnsi" w:eastAsiaTheme="minorEastAsia" w:hAnsiTheme="minorHAnsi" w:cstheme="minorBidi"/>
          <w:noProof/>
          <w:sz w:val="22"/>
          <w:szCs w:val="22"/>
          <w:lang w:eastAsia="en-GB"/>
        </w:rPr>
      </w:pPr>
      <w:hyperlink w:anchor="_Toc530496937" w:history="1">
        <w:r w:rsidR="00EB128A" w:rsidRPr="00097E1B">
          <w:rPr>
            <w:rStyle w:val="Hyperlink"/>
            <w:noProof/>
          </w:rPr>
          <w:t>Article II.13 — Amendments to the agreement</w:t>
        </w:r>
        <w:r w:rsidR="00EB128A">
          <w:rPr>
            <w:noProof/>
          </w:rPr>
          <w:tab/>
        </w:r>
        <w:r w:rsidR="00EB128A">
          <w:rPr>
            <w:noProof/>
          </w:rPr>
          <w:fldChar w:fldCharType="begin"/>
        </w:r>
        <w:r w:rsidR="00EB128A">
          <w:rPr>
            <w:noProof/>
          </w:rPr>
          <w:instrText xml:space="preserve"> PAGEREF _Toc530496937 \h </w:instrText>
        </w:r>
        <w:r w:rsidR="00EB128A">
          <w:rPr>
            <w:noProof/>
          </w:rPr>
        </w:r>
        <w:r w:rsidR="00EB128A">
          <w:rPr>
            <w:noProof/>
          </w:rPr>
          <w:fldChar w:fldCharType="separate"/>
        </w:r>
        <w:r w:rsidR="00F64789">
          <w:rPr>
            <w:noProof/>
          </w:rPr>
          <w:t>15</w:t>
        </w:r>
        <w:r w:rsidR="00EB128A">
          <w:rPr>
            <w:noProof/>
          </w:rPr>
          <w:fldChar w:fldCharType="end"/>
        </w:r>
      </w:hyperlink>
    </w:p>
    <w:p w14:paraId="78AD081C" w14:textId="506DCF44" w:rsidR="00EB128A" w:rsidRDefault="00D25047">
      <w:pPr>
        <w:pStyle w:val="TOC2"/>
        <w:rPr>
          <w:rFonts w:asciiTheme="minorHAnsi" w:eastAsiaTheme="minorEastAsia" w:hAnsiTheme="minorHAnsi" w:cstheme="minorBidi"/>
          <w:noProof/>
          <w:sz w:val="22"/>
          <w:szCs w:val="22"/>
          <w:lang w:eastAsia="en-GB"/>
        </w:rPr>
      </w:pPr>
      <w:hyperlink w:anchor="_Toc530496938" w:history="1">
        <w:r w:rsidR="00EB128A" w:rsidRPr="00097E1B">
          <w:rPr>
            <w:rStyle w:val="Hyperlink"/>
            <w:noProof/>
          </w:rPr>
          <w:t>Article II.14 — Assignment of claims for payments to third parties</w:t>
        </w:r>
        <w:r w:rsidR="00EB128A">
          <w:rPr>
            <w:noProof/>
          </w:rPr>
          <w:tab/>
        </w:r>
        <w:r w:rsidR="00EB128A">
          <w:rPr>
            <w:noProof/>
          </w:rPr>
          <w:fldChar w:fldCharType="begin"/>
        </w:r>
        <w:r w:rsidR="00EB128A">
          <w:rPr>
            <w:noProof/>
          </w:rPr>
          <w:instrText xml:space="preserve"> PAGEREF _Toc530496938 \h </w:instrText>
        </w:r>
        <w:r w:rsidR="00EB128A">
          <w:rPr>
            <w:noProof/>
          </w:rPr>
        </w:r>
        <w:r w:rsidR="00EB128A">
          <w:rPr>
            <w:noProof/>
          </w:rPr>
          <w:fldChar w:fldCharType="separate"/>
        </w:r>
        <w:r w:rsidR="00F64789">
          <w:rPr>
            <w:noProof/>
          </w:rPr>
          <w:t>15</w:t>
        </w:r>
        <w:r w:rsidR="00EB128A">
          <w:rPr>
            <w:noProof/>
          </w:rPr>
          <w:fldChar w:fldCharType="end"/>
        </w:r>
      </w:hyperlink>
    </w:p>
    <w:p w14:paraId="78AD081D" w14:textId="1FB54257" w:rsidR="00EB128A" w:rsidRDefault="00D25047">
      <w:pPr>
        <w:pStyle w:val="TOC2"/>
        <w:rPr>
          <w:rFonts w:asciiTheme="minorHAnsi" w:eastAsiaTheme="minorEastAsia" w:hAnsiTheme="minorHAnsi" w:cstheme="minorBidi"/>
          <w:noProof/>
          <w:sz w:val="22"/>
          <w:szCs w:val="22"/>
          <w:lang w:eastAsia="en-GB"/>
        </w:rPr>
      </w:pPr>
      <w:hyperlink w:anchor="_Toc530496939" w:history="1">
        <w:r w:rsidR="00EB128A" w:rsidRPr="00097E1B">
          <w:rPr>
            <w:rStyle w:val="Hyperlink"/>
            <w:noProof/>
          </w:rPr>
          <w:t xml:space="preserve">Article II.15 — </w:t>
        </w:r>
        <w:r w:rsidR="00EB128A" w:rsidRPr="00097E1B">
          <w:rPr>
            <w:rStyle w:val="Hyperlink"/>
            <w:i/>
            <w:noProof/>
          </w:rPr>
          <w:t>Force majeure</w:t>
        </w:r>
        <w:r w:rsidR="00EB128A">
          <w:rPr>
            <w:noProof/>
          </w:rPr>
          <w:tab/>
        </w:r>
        <w:r w:rsidR="00EB128A">
          <w:rPr>
            <w:noProof/>
          </w:rPr>
          <w:fldChar w:fldCharType="begin"/>
        </w:r>
        <w:r w:rsidR="00EB128A">
          <w:rPr>
            <w:noProof/>
          </w:rPr>
          <w:instrText xml:space="preserve"> PAGEREF _Toc530496939 \h </w:instrText>
        </w:r>
        <w:r w:rsidR="00EB128A">
          <w:rPr>
            <w:noProof/>
          </w:rPr>
        </w:r>
        <w:r w:rsidR="00EB128A">
          <w:rPr>
            <w:noProof/>
          </w:rPr>
          <w:fldChar w:fldCharType="separate"/>
        </w:r>
        <w:r w:rsidR="00F64789">
          <w:rPr>
            <w:noProof/>
          </w:rPr>
          <w:t>16</w:t>
        </w:r>
        <w:r w:rsidR="00EB128A">
          <w:rPr>
            <w:noProof/>
          </w:rPr>
          <w:fldChar w:fldCharType="end"/>
        </w:r>
      </w:hyperlink>
    </w:p>
    <w:p w14:paraId="78AD081E" w14:textId="07BEC6E5" w:rsidR="00EB128A" w:rsidRDefault="00D25047">
      <w:pPr>
        <w:pStyle w:val="TOC2"/>
        <w:rPr>
          <w:rFonts w:asciiTheme="minorHAnsi" w:eastAsiaTheme="minorEastAsia" w:hAnsiTheme="minorHAnsi" w:cstheme="minorBidi"/>
          <w:noProof/>
          <w:sz w:val="22"/>
          <w:szCs w:val="22"/>
          <w:lang w:eastAsia="en-GB"/>
        </w:rPr>
      </w:pPr>
      <w:hyperlink w:anchor="_Toc530496940" w:history="1">
        <w:r w:rsidR="00EB128A" w:rsidRPr="00097E1B">
          <w:rPr>
            <w:rStyle w:val="Hyperlink"/>
            <w:noProof/>
          </w:rPr>
          <w:t>Article II.16 — Suspension of the implementation of the action</w:t>
        </w:r>
        <w:r w:rsidR="00EB128A">
          <w:rPr>
            <w:noProof/>
          </w:rPr>
          <w:tab/>
        </w:r>
        <w:r w:rsidR="00EB128A">
          <w:rPr>
            <w:noProof/>
          </w:rPr>
          <w:fldChar w:fldCharType="begin"/>
        </w:r>
        <w:r w:rsidR="00EB128A">
          <w:rPr>
            <w:noProof/>
          </w:rPr>
          <w:instrText xml:space="preserve"> PAGEREF _Toc530496940 \h </w:instrText>
        </w:r>
        <w:r w:rsidR="00EB128A">
          <w:rPr>
            <w:noProof/>
          </w:rPr>
        </w:r>
        <w:r w:rsidR="00EB128A">
          <w:rPr>
            <w:noProof/>
          </w:rPr>
          <w:fldChar w:fldCharType="separate"/>
        </w:r>
        <w:r w:rsidR="00F64789">
          <w:rPr>
            <w:noProof/>
          </w:rPr>
          <w:t>16</w:t>
        </w:r>
        <w:r w:rsidR="00EB128A">
          <w:rPr>
            <w:noProof/>
          </w:rPr>
          <w:fldChar w:fldCharType="end"/>
        </w:r>
      </w:hyperlink>
    </w:p>
    <w:p w14:paraId="78AD081F" w14:textId="3CE0F703"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41" w:history="1">
        <w:r w:rsidR="00EB128A" w:rsidRPr="00097E1B">
          <w:rPr>
            <w:rStyle w:val="Hyperlink"/>
            <w:noProof/>
          </w:rPr>
          <w:t>II.16.1</w:t>
        </w:r>
        <w:r w:rsidR="00EB128A">
          <w:rPr>
            <w:rFonts w:asciiTheme="minorHAnsi" w:eastAsiaTheme="minorEastAsia" w:hAnsiTheme="minorHAnsi" w:cstheme="minorBidi"/>
            <w:noProof/>
            <w:sz w:val="22"/>
            <w:szCs w:val="22"/>
            <w:lang w:eastAsia="en-GB"/>
          </w:rPr>
          <w:tab/>
        </w:r>
        <w:r w:rsidR="00EB128A" w:rsidRPr="00097E1B">
          <w:rPr>
            <w:rStyle w:val="Hyperlink"/>
            <w:noProof/>
          </w:rPr>
          <w:t>Suspension of implementation by the beneficiaries</w:t>
        </w:r>
        <w:r w:rsidR="00EB128A">
          <w:rPr>
            <w:noProof/>
          </w:rPr>
          <w:tab/>
        </w:r>
        <w:r w:rsidR="00EB128A">
          <w:rPr>
            <w:noProof/>
          </w:rPr>
          <w:fldChar w:fldCharType="begin"/>
        </w:r>
        <w:r w:rsidR="00EB128A">
          <w:rPr>
            <w:noProof/>
          </w:rPr>
          <w:instrText xml:space="preserve"> PAGEREF _Toc530496941 \h </w:instrText>
        </w:r>
        <w:r w:rsidR="00EB128A">
          <w:rPr>
            <w:noProof/>
          </w:rPr>
        </w:r>
        <w:r w:rsidR="00EB128A">
          <w:rPr>
            <w:noProof/>
          </w:rPr>
          <w:fldChar w:fldCharType="separate"/>
        </w:r>
        <w:r w:rsidR="00F64789">
          <w:rPr>
            <w:noProof/>
          </w:rPr>
          <w:t>16</w:t>
        </w:r>
        <w:r w:rsidR="00EB128A">
          <w:rPr>
            <w:noProof/>
          </w:rPr>
          <w:fldChar w:fldCharType="end"/>
        </w:r>
      </w:hyperlink>
    </w:p>
    <w:p w14:paraId="78AD0820" w14:textId="1D71144B"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42" w:history="1">
        <w:r w:rsidR="00EB128A" w:rsidRPr="00097E1B">
          <w:rPr>
            <w:rStyle w:val="Hyperlink"/>
            <w:noProof/>
          </w:rPr>
          <w:t>II.16.2</w:t>
        </w:r>
        <w:r w:rsidR="00EB128A">
          <w:rPr>
            <w:rFonts w:asciiTheme="minorHAnsi" w:eastAsiaTheme="minorEastAsia" w:hAnsiTheme="minorHAnsi" w:cstheme="minorBidi"/>
            <w:noProof/>
            <w:sz w:val="22"/>
            <w:szCs w:val="22"/>
            <w:lang w:eastAsia="en-GB"/>
          </w:rPr>
          <w:tab/>
        </w:r>
        <w:r w:rsidR="00EB128A" w:rsidRPr="00097E1B">
          <w:rPr>
            <w:rStyle w:val="Hyperlink"/>
            <w:noProof/>
          </w:rPr>
          <w:t>Suspension of implementation by the Commission</w:t>
        </w:r>
        <w:r w:rsidR="00EB128A">
          <w:rPr>
            <w:noProof/>
          </w:rPr>
          <w:tab/>
        </w:r>
        <w:r w:rsidR="00EB128A">
          <w:rPr>
            <w:noProof/>
          </w:rPr>
          <w:fldChar w:fldCharType="begin"/>
        </w:r>
        <w:r w:rsidR="00EB128A">
          <w:rPr>
            <w:noProof/>
          </w:rPr>
          <w:instrText xml:space="preserve"> PAGEREF _Toc530496942 \h </w:instrText>
        </w:r>
        <w:r w:rsidR="00EB128A">
          <w:rPr>
            <w:noProof/>
          </w:rPr>
        </w:r>
        <w:r w:rsidR="00EB128A">
          <w:rPr>
            <w:noProof/>
          </w:rPr>
          <w:fldChar w:fldCharType="separate"/>
        </w:r>
        <w:r w:rsidR="00F64789">
          <w:rPr>
            <w:noProof/>
          </w:rPr>
          <w:t>16</w:t>
        </w:r>
        <w:r w:rsidR="00EB128A">
          <w:rPr>
            <w:noProof/>
          </w:rPr>
          <w:fldChar w:fldCharType="end"/>
        </w:r>
      </w:hyperlink>
    </w:p>
    <w:p w14:paraId="78AD0821" w14:textId="162451CC"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43" w:history="1">
        <w:r w:rsidR="00EB128A" w:rsidRPr="00097E1B">
          <w:rPr>
            <w:rStyle w:val="Hyperlink"/>
            <w:noProof/>
          </w:rPr>
          <w:t xml:space="preserve">II.16.3 </w:t>
        </w:r>
        <w:r w:rsidR="00EB128A">
          <w:rPr>
            <w:rFonts w:asciiTheme="minorHAnsi" w:eastAsiaTheme="minorEastAsia" w:hAnsiTheme="minorHAnsi" w:cstheme="minorBidi"/>
            <w:noProof/>
            <w:sz w:val="22"/>
            <w:szCs w:val="22"/>
            <w:lang w:eastAsia="en-GB"/>
          </w:rPr>
          <w:tab/>
        </w:r>
        <w:r w:rsidR="00EB128A" w:rsidRPr="00097E1B">
          <w:rPr>
            <w:rStyle w:val="Hyperlink"/>
            <w:noProof/>
          </w:rPr>
          <w:t>Effects of the suspension</w:t>
        </w:r>
        <w:r w:rsidR="00EB128A">
          <w:rPr>
            <w:noProof/>
          </w:rPr>
          <w:tab/>
        </w:r>
        <w:r w:rsidR="00EB128A">
          <w:rPr>
            <w:noProof/>
          </w:rPr>
          <w:fldChar w:fldCharType="begin"/>
        </w:r>
        <w:r w:rsidR="00EB128A">
          <w:rPr>
            <w:noProof/>
          </w:rPr>
          <w:instrText xml:space="preserve"> PAGEREF _Toc530496943 \h </w:instrText>
        </w:r>
        <w:r w:rsidR="00EB128A">
          <w:rPr>
            <w:noProof/>
          </w:rPr>
        </w:r>
        <w:r w:rsidR="00EB128A">
          <w:rPr>
            <w:noProof/>
          </w:rPr>
          <w:fldChar w:fldCharType="separate"/>
        </w:r>
        <w:r w:rsidR="00F64789">
          <w:rPr>
            <w:noProof/>
          </w:rPr>
          <w:t>18</w:t>
        </w:r>
        <w:r w:rsidR="00EB128A">
          <w:rPr>
            <w:noProof/>
          </w:rPr>
          <w:fldChar w:fldCharType="end"/>
        </w:r>
      </w:hyperlink>
    </w:p>
    <w:p w14:paraId="78AD0822" w14:textId="0A62BCB4" w:rsidR="00EB128A" w:rsidRDefault="00D25047">
      <w:pPr>
        <w:pStyle w:val="TOC2"/>
        <w:rPr>
          <w:rFonts w:asciiTheme="minorHAnsi" w:eastAsiaTheme="minorEastAsia" w:hAnsiTheme="minorHAnsi" w:cstheme="minorBidi"/>
          <w:noProof/>
          <w:sz w:val="22"/>
          <w:szCs w:val="22"/>
          <w:lang w:eastAsia="en-GB"/>
        </w:rPr>
      </w:pPr>
      <w:hyperlink w:anchor="_Toc530496944" w:history="1">
        <w:r w:rsidR="00EB128A" w:rsidRPr="00097E1B">
          <w:rPr>
            <w:rStyle w:val="Hyperlink"/>
            <w:noProof/>
          </w:rPr>
          <w:t>Article II.17 — Termination of the ageement</w:t>
        </w:r>
        <w:r w:rsidR="00EB128A">
          <w:rPr>
            <w:noProof/>
          </w:rPr>
          <w:tab/>
        </w:r>
        <w:r w:rsidR="00EB128A">
          <w:rPr>
            <w:noProof/>
          </w:rPr>
          <w:fldChar w:fldCharType="begin"/>
        </w:r>
        <w:r w:rsidR="00EB128A">
          <w:rPr>
            <w:noProof/>
          </w:rPr>
          <w:instrText xml:space="preserve"> PAGEREF _Toc530496944 \h </w:instrText>
        </w:r>
        <w:r w:rsidR="00EB128A">
          <w:rPr>
            <w:noProof/>
          </w:rPr>
        </w:r>
        <w:r w:rsidR="00EB128A">
          <w:rPr>
            <w:noProof/>
          </w:rPr>
          <w:fldChar w:fldCharType="separate"/>
        </w:r>
        <w:r w:rsidR="00F64789">
          <w:rPr>
            <w:noProof/>
          </w:rPr>
          <w:t>18</w:t>
        </w:r>
        <w:r w:rsidR="00EB128A">
          <w:rPr>
            <w:noProof/>
          </w:rPr>
          <w:fldChar w:fldCharType="end"/>
        </w:r>
      </w:hyperlink>
    </w:p>
    <w:p w14:paraId="78AD0823" w14:textId="08EE04B5"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45" w:history="1">
        <w:r w:rsidR="00EB128A" w:rsidRPr="00097E1B">
          <w:rPr>
            <w:rStyle w:val="Hyperlink"/>
            <w:noProof/>
          </w:rPr>
          <w:t>II.17.1</w:t>
        </w:r>
        <w:r w:rsidR="00EB128A">
          <w:rPr>
            <w:rFonts w:asciiTheme="minorHAnsi" w:eastAsiaTheme="minorEastAsia" w:hAnsiTheme="minorHAnsi" w:cstheme="minorBidi"/>
            <w:noProof/>
            <w:sz w:val="22"/>
            <w:szCs w:val="22"/>
            <w:lang w:eastAsia="en-GB"/>
          </w:rPr>
          <w:tab/>
        </w:r>
        <w:r w:rsidR="00EB128A" w:rsidRPr="00097E1B">
          <w:rPr>
            <w:rStyle w:val="Hyperlink"/>
            <w:noProof/>
          </w:rPr>
          <w:t>Termination of the Agreement by the coordinator</w:t>
        </w:r>
        <w:r w:rsidR="00EB128A">
          <w:rPr>
            <w:noProof/>
          </w:rPr>
          <w:tab/>
        </w:r>
        <w:r w:rsidR="00EB128A">
          <w:rPr>
            <w:noProof/>
          </w:rPr>
          <w:fldChar w:fldCharType="begin"/>
        </w:r>
        <w:r w:rsidR="00EB128A">
          <w:rPr>
            <w:noProof/>
          </w:rPr>
          <w:instrText xml:space="preserve"> PAGEREF _Toc530496945 \h </w:instrText>
        </w:r>
        <w:r w:rsidR="00EB128A">
          <w:rPr>
            <w:noProof/>
          </w:rPr>
        </w:r>
        <w:r w:rsidR="00EB128A">
          <w:rPr>
            <w:noProof/>
          </w:rPr>
          <w:fldChar w:fldCharType="separate"/>
        </w:r>
        <w:r w:rsidR="00F64789">
          <w:rPr>
            <w:noProof/>
          </w:rPr>
          <w:t>18</w:t>
        </w:r>
        <w:r w:rsidR="00EB128A">
          <w:rPr>
            <w:noProof/>
          </w:rPr>
          <w:fldChar w:fldCharType="end"/>
        </w:r>
      </w:hyperlink>
    </w:p>
    <w:p w14:paraId="78AD0824" w14:textId="2E3759E3"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46" w:history="1">
        <w:r w:rsidR="00EB128A" w:rsidRPr="00097E1B">
          <w:rPr>
            <w:rStyle w:val="Hyperlink"/>
            <w:noProof/>
          </w:rPr>
          <w:t>II.17.2</w:t>
        </w:r>
        <w:r w:rsidR="00EB128A">
          <w:rPr>
            <w:rFonts w:asciiTheme="minorHAnsi" w:eastAsiaTheme="minorEastAsia" w:hAnsiTheme="minorHAnsi" w:cstheme="minorBidi"/>
            <w:noProof/>
            <w:sz w:val="22"/>
            <w:szCs w:val="22"/>
            <w:lang w:eastAsia="en-GB"/>
          </w:rPr>
          <w:tab/>
        </w:r>
        <w:r w:rsidR="00EB128A" w:rsidRPr="00097E1B">
          <w:rPr>
            <w:rStyle w:val="Hyperlink"/>
            <w:noProof/>
          </w:rPr>
          <w:t>Termination of the participation of one or more beneficiaries by the coordinator</w:t>
        </w:r>
        <w:r w:rsidR="00EB128A">
          <w:rPr>
            <w:noProof/>
          </w:rPr>
          <w:tab/>
        </w:r>
        <w:r w:rsidR="00EB128A">
          <w:rPr>
            <w:noProof/>
          </w:rPr>
          <w:fldChar w:fldCharType="begin"/>
        </w:r>
        <w:r w:rsidR="00EB128A">
          <w:rPr>
            <w:noProof/>
          </w:rPr>
          <w:instrText xml:space="preserve"> PAGEREF _Toc530496946 \h </w:instrText>
        </w:r>
        <w:r w:rsidR="00EB128A">
          <w:rPr>
            <w:noProof/>
          </w:rPr>
        </w:r>
        <w:r w:rsidR="00EB128A">
          <w:rPr>
            <w:noProof/>
          </w:rPr>
          <w:fldChar w:fldCharType="separate"/>
        </w:r>
        <w:r w:rsidR="00F64789">
          <w:rPr>
            <w:noProof/>
          </w:rPr>
          <w:t>19</w:t>
        </w:r>
        <w:r w:rsidR="00EB128A">
          <w:rPr>
            <w:noProof/>
          </w:rPr>
          <w:fldChar w:fldCharType="end"/>
        </w:r>
      </w:hyperlink>
    </w:p>
    <w:p w14:paraId="78AD0825" w14:textId="1C8033E8"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47" w:history="1">
        <w:r w:rsidR="00EB128A" w:rsidRPr="00097E1B">
          <w:rPr>
            <w:rStyle w:val="Hyperlink"/>
            <w:noProof/>
          </w:rPr>
          <w:t>II.17.3</w:t>
        </w:r>
        <w:r w:rsidR="00EB128A">
          <w:rPr>
            <w:rFonts w:asciiTheme="minorHAnsi" w:eastAsiaTheme="minorEastAsia" w:hAnsiTheme="minorHAnsi" w:cstheme="minorBidi"/>
            <w:noProof/>
            <w:sz w:val="22"/>
            <w:szCs w:val="22"/>
            <w:lang w:eastAsia="en-GB"/>
          </w:rPr>
          <w:tab/>
        </w:r>
        <w:r w:rsidR="00EB128A" w:rsidRPr="00097E1B">
          <w:rPr>
            <w:rStyle w:val="Hyperlink"/>
            <w:noProof/>
          </w:rPr>
          <w:t>Termination of the Agreement or the participation of one or more beneficiaries by the Commission</w:t>
        </w:r>
        <w:r w:rsidR="00EB128A">
          <w:rPr>
            <w:noProof/>
          </w:rPr>
          <w:tab/>
        </w:r>
        <w:r w:rsidR="00EB128A">
          <w:rPr>
            <w:noProof/>
          </w:rPr>
          <w:fldChar w:fldCharType="begin"/>
        </w:r>
        <w:r w:rsidR="00EB128A">
          <w:rPr>
            <w:noProof/>
          </w:rPr>
          <w:instrText xml:space="preserve"> PAGEREF _Toc530496947 \h </w:instrText>
        </w:r>
        <w:r w:rsidR="00EB128A">
          <w:rPr>
            <w:noProof/>
          </w:rPr>
        </w:r>
        <w:r w:rsidR="00EB128A">
          <w:rPr>
            <w:noProof/>
          </w:rPr>
          <w:fldChar w:fldCharType="separate"/>
        </w:r>
        <w:r w:rsidR="00F64789">
          <w:rPr>
            <w:noProof/>
          </w:rPr>
          <w:t>19</w:t>
        </w:r>
        <w:r w:rsidR="00EB128A">
          <w:rPr>
            <w:noProof/>
          </w:rPr>
          <w:fldChar w:fldCharType="end"/>
        </w:r>
      </w:hyperlink>
    </w:p>
    <w:p w14:paraId="78AD0826" w14:textId="7D5407F8"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48" w:history="1">
        <w:r w:rsidR="00EB128A" w:rsidRPr="00097E1B">
          <w:rPr>
            <w:rStyle w:val="Hyperlink"/>
            <w:noProof/>
          </w:rPr>
          <w:t>II.17.4</w:t>
        </w:r>
        <w:r w:rsidR="00EB128A">
          <w:rPr>
            <w:rFonts w:asciiTheme="minorHAnsi" w:eastAsiaTheme="minorEastAsia" w:hAnsiTheme="minorHAnsi" w:cstheme="minorBidi"/>
            <w:noProof/>
            <w:sz w:val="22"/>
            <w:szCs w:val="22"/>
            <w:lang w:eastAsia="en-GB"/>
          </w:rPr>
          <w:tab/>
        </w:r>
        <w:r w:rsidR="00EB128A" w:rsidRPr="00097E1B">
          <w:rPr>
            <w:rStyle w:val="Hyperlink"/>
            <w:noProof/>
          </w:rPr>
          <w:t>Effects of termination</w:t>
        </w:r>
        <w:r w:rsidR="00EB128A">
          <w:rPr>
            <w:noProof/>
          </w:rPr>
          <w:tab/>
        </w:r>
        <w:r w:rsidR="00EB128A">
          <w:rPr>
            <w:noProof/>
          </w:rPr>
          <w:fldChar w:fldCharType="begin"/>
        </w:r>
        <w:r w:rsidR="00EB128A">
          <w:rPr>
            <w:noProof/>
          </w:rPr>
          <w:instrText xml:space="preserve"> PAGEREF _Toc530496948 \h </w:instrText>
        </w:r>
        <w:r w:rsidR="00EB128A">
          <w:rPr>
            <w:noProof/>
          </w:rPr>
        </w:r>
        <w:r w:rsidR="00EB128A">
          <w:rPr>
            <w:noProof/>
          </w:rPr>
          <w:fldChar w:fldCharType="separate"/>
        </w:r>
        <w:r w:rsidR="00F64789">
          <w:rPr>
            <w:noProof/>
          </w:rPr>
          <w:t>21</w:t>
        </w:r>
        <w:r w:rsidR="00EB128A">
          <w:rPr>
            <w:noProof/>
          </w:rPr>
          <w:fldChar w:fldCharType="end"/>
        </w:r>
      </w:hyperlink>
    </w:p>
    <w:p w14:paraId="78AD0827" w14:textId="1BC2BA3E" w:rsidR="00EB128A" w:rsidRDefault="00D25047">
      <w:pPr>
        <w:pStyle w:val="TOC2"/>
        <w:rPr>
          <w:rFonts w:asciiTheme="minorHAnsi" w:eastAsiaTheme="minorEastAsia" w:hAnsiTheme="minorHAnsi" w:cstheme="minorBidi"/>
          <w:noProof/>
          <w:sz w:val="22"/>
          <w:szCs w:val="22"/>
          <w:lang w:eastAsia="en-GB"/>
        </w:rPr>
      </w:pPr>
      <w:hyperlink w:anchor="_Toc530496949" w:history="1">
        <w:r w:rsidR="00EB128A" w:rsidRPr="00097E1B">
          <w:rPr>
            <w:rStyle w:val="Hyperlink"/>
            <w:noProof/>
          </w:rPr>
          <w:t>Article II.18 — Applicable law, settlement of disputes and enforceable decisionS</w:t>
        </w:r>
        <w:r w:rsidR="00EB128A">
          <w:rPr>
            <w:noProof/>
          </w:rPr>
          <w:tab/>
        </w:r>
        <w:r w:rsidR="00EB128A">
          <w:rPr>
            <w:noProof/>
          </w:rPr>
          <w:fldChar w:fldCharType="begin"/>
        </w:r>
        <w:r w:rsidR="00EB128A">
          <w:rPr>
            <w:noProof/>
          </w:rPr>
          <w:instrText xml:space="preserve"> PAGEREF _Toc530496949 \h </w:instrText>
        </w:r>
        <w:r w:rsidR="00EB128A">
          <w:rPr>
            <w:noProof/>
          </w:rPr>
        </w:r>
        <w:r w:rsidR="00EB128A">
          <w:rPr>
            <w:noProof/>
          </w:rPr>
          <w:fldChar w:fldCharType="separate"/>
        </w:r>
        <w:r w:rsidR="00F64789">
          <w:rPr>
            <w:noProof/>
          </w:rPr>
          <w:t>23</w:t>
        </w:r>
        <w:r w:rsidR="00EB128A">
          <w:rPr>
            <w:noProof/>
          </w:rPr>
          <w:fldChar w:fldCharType="end"/>
        </w:r>
      </w:hyperlink>
    </w:p>
    <w:p w14:paraId="78AD0828" w14:textId="186FADD3" w:rsidR="00EB128A" w:rsidRDefault="00D25047">
      <w:pPr>
        <w:pStyle w:val="TOC1"/>
        <w:rPr>
          <w:rFonts w:asciiTheme="minorHAnsi" w:eastAsiaTheme="minorEastAsia" w:hAnsiTheme="minorHAnsi" w:cstheme="minorBidi"/>
          <w:b w:val="0"/>
          <w:caps w:val="0"/>
          <w:noProof/>
          <w:sz w:val="22"/>
          <w:szCs w:val="22"/>
          <w:lang w:eastAsia="en-GB"/>
        </w:rPr>
      </w:pPr>
      <w:hyperlink w:anchor="_Toc530496950" w:history="1">
        <w:r w:rsidR="00EB128A" w:rsidRPr="00097E1B">
          <w:rPr>
            <w:rStyle w:val="Hyperlink"/>
            <w:noProof/>
          </w:rPr>
          <w:t>PART B — FINANCIAL PROVISIONS</w:t>
        </w:r>
        <w:r w:rsidR="00EB128A">
          <w:rPr>
            <w:noProof/>
          </w:rPr>
          <w:tab/>
        </w:r>
        <w:r w:rsidR="00EB128A">
          <w:rPr>
            <w:noProof/>
          </w:rPr>
          <w:fldChar w:fldCharType="begin"/>
        </w:r>
        <w:r w:rsidR="00EB128A">
          <w:rPr>
            <w:noProof/>
          </w:rPr>
          <w:instrText xml:space="preserve"> PAGEREF _Toc530496950 \h </w:instrText>
        </w:r>
        <w:r w:rsidR="00EB128A">
          <w:rPr>
            <w:noProof/>
          </w:rPr>
        </w:r>
        <w:r w:rsidR="00EB128A">
          <w:rPr>
            <w:noProof/>
          </w:rPr>
          <w:fldChar w:fldCharType="separate"/>
        </w:r>
        <w:r w:rsidR="00F64789">
          <w:rPr>
            <w:noProof/>
          </w:rPr>
          <w:t>24</w:t>
        </w:r>
        <w:r w:rsidR="00EB128A">
          <w:rPr>
            <w:noProof/>
          </w:rPr>
          <w:fldChar w:fldCharType="end"/>
        </w:r>
      </w:hyperlink>
    </w:p>
    <w:p w14:paraId="78AD0829" w14:textId="0F6C2E34" w:rsidR="00EB128A" w:rsidRDefault="00D25047">
      <w:pPr>
        <w:pStyle w:val="TOC2"/>
        <w:rPr>
          <w:rFonts w:asciiTheme="minorHAnsi" w:eastAsiaTheme="minorEastAsia" w:hAnsiTheme="minorHAnsi" w:cstheme="minorBidi"/>
          <w:noProof/>
          <w:sz w:val="22"/>
          <w:szCs w:val="22"/>
          <w:lang w:eastAsia="en-GB"/>
        </w:rPr>
      </w:pPr>
      <w:hyperlink w:anchor="_Toc530496951" w:history="1">
        <w:r w:rsidR="00EB128A" w:rsidRPr="00097E1B">
          <w:rPr>
            <w:rStyle w:val="Hyperlink"/>
            <w:noProof/>
          </w:rPr>
          <w:t>Article II.19 — Eligible costs</w:t>
        </w:r>
        <w:r w:rsidR="00EB128A">
          <w:rPr>
            <w:noProof/>
          </w:rPr>
          <w:tab/>
        </w:r>
        <w:r w:rsidR="00EB128A">
          <w:rPr>
            <w:noProof/>
          </w:rPr>
          <w:fldChar w:fldCharType="begin"/>
        </w:r>
        <w:r w:rsidR="00EB128A">
          <w:rPr>
            <w:noProof/>
          </w:rPr>
          <w:instrText xml:space="preserve"> PAGEREF _Toc530496951 \h </w:instrText>
        </w:r>
        <w:r w:rsidR="00EB128A">
          <w:rPr>
            <w:noProof/>
          </w:rPr>
        </w:r>
        <w:r w:rsidR="00EB128A">
          <w:rPr>
            <w:noProof/>
          </w:rPr>
          <w:fldChar w:fldCharType="separate"/>
        </w:r>
        <w:r w:rsidR="00F64789">
          <w:rPr>
            <w:noProof/>
          </w:rPr>
          <w:t>24</w:t>
        </w:r>
        <w:r w:rsidR="00EB128A">
          <w:rPr>
            <w:noProof/>
          </w:rPr>
          <w:fldChar w:fldCharType="end"/>
        </w:r>
      </w:hyperlink>
    </w:p>
    <w:p w14:paraId="78AD082A" w14:textId="44353D5C"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52" w:history="1">
        <w:r w:rsidR="00EB128A" w:rsidRPr="00097E1B">
          <w:rPr>
            <w:rStyle w:val="Hyperlink"/>
            <w:noProof/>
          </w:rPr>
          <w:t>II.19.1</w:t>
        </w:r>
        <w:r w:rsidR="00EB128A">
          <w:rPr>
            <w:rFonts w:asciiTheme="minorHAnsi" w:eastAsiaTheme="minorEastAsia" w:hAnsiTheme="minorHAnsi" w:cstheme="minorBidi"/>
            <w:noProof/>
            <w:sz w:val="22"/>
            <w:szCs w:val="22"/>
            <w:lang w:eastAsia="en-GB"/>
          </w:rPr>
          <w:tab/>
        </w:r>
        <w:r w:rsidR="00EB128A" w:rsidRPr="00097E1B">
          <w:rPr>
            <w:rStyle w:val="Hyperlink"/>
            <w:noProof/>
          </w:rPr>
          <w:t>Conditions for the eligibility of costs</w:t>
        </w:r>
        <w:r w:rsidR="00EB128A">
          <w:rPr>
            <w:noProof/>
          </w:rPr>
          <w:tab/>
        </w:r>
        <w:r w:rsidR="00EB128A">
          <w:rPr>
            <w:noProof/>
          </w:rPr>
          <w:fldChar w:fldCharType="begin"/>
        </w:r>
        <w:r w:rsidR="00EB128A">
          <w:rPr>
            <w:noProof/>
          </w:rPr>
          <w:instrText xml:space="preserve"> PAGEREF _Toc530496952 \h </w:instrText>
        </w:r>
        <w:r w:rsidR="00EB128A">
          <w:rPr>
            <w:noProof/>
          </w:rPr>
        </w:r>
        <w:r w:rsidR="00EB128A">
          <w:rPr>
            <w:noProof/>
          </w:rPr>
          <w:fldChar w:fldCharType="separate"/>
        </w:r>
        <w:r w:rsidR="00F64789">
          <w:rPr>
            <w:noProof/>
          </w:rPr>
          <w:t>24</w:t>
        </w:r>
        <w:r w:rsidR="00EB128A">
          <w:rPr>
            <w:noProof/>
          </w:rPr>
          <w:fldChar w:fldCharType="end"/>
        </w:r>
      </w:hyperlink>
    </w:p>
    <w:p w14:paraId="78AD082B" w14:textId="497FBC4D"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53" w:history="1">
        <w:r w:rsidR="00EB128A" w:rsidRPr="00097E1B">
          <w:rPr>
            <w:rStyle w:val="Hyperlink"/>
            <w:noProof/>
          </w:rPr>
          <w:t>II.19.2</w:t>
        </w:r>
        <w:r w:rsidR="00EB128A">
          <w:rPr>
            <w:rFonts w:asciiTheme="minorHAnsi" w:eastAsiaTheme="minorEastAsia" w:hAnsiTheme="minorHAnsi" w:cstheme="minorBidi"/>
            <w:noProof/>
            <w:sz w:val="22"/>
            <w:szCs w:val="22"/>
            <w:lang w:eastAsia="en-GB"/>
          </w:rPr>
          <w:tab/>
        </w:r>
        <w:r w:rsidR="00EB128A" w:rsidRPr="00097E1B">
          <w:rPr>
            <w:rStyle w:val="Hyperlink"/>
            <w:noProof/>
          </w:rPr>
          <w:t>Eligible direct costs</w:t>
        </w:r>
        <w:r w:rsidR="00EB128A">
          <w:rPr>
            <w:noProof/>
          </w:rPr>
          <w:tab/>
        </w:r>
        <w:r w:rsidR="00EB128A">
          <w:rPr>
            <w:noProof/>
          </w:rPr>
          <w:fldChar w:fldCharType="begin"/>
        </w:r>
        <w:r w:rsidR="00EB128A">
          <w:rPr>
            <w:noProof/>
          </w:rPr>
          <w:instrText xml:space="preserve"> PAGEREF _Toc530496953 \h </w:instrText>
        </w:r>
        <w:r w:rsidR="00EB128A">
          <w:rPr>
            <w:noProof/>
          </w:rPr>
        </w:r>
        <w:r w:rsidR="00EB128A">
          <w:rPr>
            <w:noProof/>
          </w:rPr>
          <w:fldChar w:fldCharType="separate"/>
        </w:r>
        <w:r w:rsidR="00F64789">
          <w:rPr>
            <w:noProof/>
          </w:rPr>
          <w:t>24</w:t>
        </w:r>
        <w:r w:rsidR="00EB128A">
          <w:rPr>
            <w:noProof/>
          </w:rPr>
          <w:fldChar w:fldCharType="end"/>
        </w:r>
      </w:hyperlink>
    </w:p>
    <w:p w14:paraId="78AD082C" w14:textId="4467B38F"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54" w:history="1">
        <w:r w:rsidR="00EB128A" w:rsidRPr="00097E1B">
          <w:rPr>
            <w:rStyle w:val="Hyperlink"/>
            <w:noProof/>
          </w:rPr>
          <w:t>II.19.3</w:t>
        </w:r>
        <w:r w:rsidR="00EB128A">
          <w:rPr>
            <w:rFonts w:asciiTheme="minorHAnsi" w:eastAsiaTheme="minorEastAsia" w:hAnsiTheme="minorHAnsi" w:cstheme="minorBidi"/>
            <w:noProof/>
            <w:sz w:val="22"/>
            <w:szCs w:val="22"/>
            <w:lang w:eastAsia="en-GB"/>
          </w:rPr>
          <w:tab/>
        </w:r>
        <w:r w:rsidR="00EB128A" w:rsidRPr="00097E1B">
          <w:rPr>
            <w:rStyle w:val="Hyperlink"/>
            <w:noProof/>
          </w:rPr>
          <w:t>Eligible indirect costs</w:t>
        </w:r>
        <w:r w:rsidR="00EB128A">
          <w:rPr>
            <w:noProof/>
          </w:rPr>
          <w:tab/>
        </w:r>
        <w:r w:rsidR="00EB128A">
          <w:rPr>
            <w:noProof/>
          </w:rPr>
          <w:fldChar w:fldCharType="begin"/>
        </w:r>
        <w:r w:rsidR="00EB128A">
          <w:rPr>
            <w:noProof/>
          </w:rPr>
          <w:instrText xml:space="preserve"> PAGEREF _Toc530496954 \h </w:instrText>
        </w:r>
        <w:r w:rsidR="00EB128A">
          <w:rPr>
            <w:noProof/>
          </w:rPr>
        </w:r>
        <w:r w:rsidR="00EB128A">
          <w:rPr>
            <w:noProof/>
          </w:rPr>
          <w:fldChar w:fldCharType="separate"/>
        </w:r>
        <w:r w:rsidR="00F64789">
          <w:rPr>
            <w:noProof/>
          </w:rPr>
          <w:t>26</w:t>
        </w:r>
        <w:r w:rsidR="00EB128A">
          <w:rPr>
            <w:noProof/>
          </w:rPr>
          <w:fldChar w:fldCharType="end"/>
        </w:r>
      </w:hyperlink>
    </w:p>
    <w:p w14:paraId="78AD082D" w14:textId="596049C4"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55" w:history="1">
        <w:r w:rsidR="00EB128A" w:rsidRPr="00097E1B">
          <w:rPr>
            <w:rStyle w:val="Hyperlink"/>
            <w:noProof/>
          </w:rPr>
          <w:t>II.19.4</w:t>
        </w:r>
        <w:r w:rsidR="00EB128A">
          <w:rPr>
            <w:rFonts w:asciiTheme="minorHAnsi" w:eastAsiaTheme="minorEastAsia" w:hAnsiTheme="minorHAnsi" w:cstheme="minorBidi"/>
            <w:noProof/>
            <w:sz w:val="22"/>
            <w:szCs w:val="22"/>
            <w:lang w:eastAsia="en-GB"/>
          </w:rPr>
          <w:tab/>
        </w:r>
        <w:r w:rsidR="00EB128A" w:rsidRPr="00097E1B">
          <w:rPr>
            <w:rStyle w:val="Hyperlink"/>
            <w:noProof/>
          </w:rPr>
          <w:t xml:space="preserve"> Ineligible costs</w:t>
        </w:r>
        <w:r w:rsidR="00EB128A">
          <w:rPr>
            <w:noProof/>
          </w:rPr>
          <w:tab/>
        </w:r>
        <w:r w:rsidR="00EB128A">
          <w:rPr>
            <w:noProof/>
          </w:rPr>
          <w:fldChar w:fldCharType="begin"/>
        </w:r>
        <w:r w:rsidR="00EB128A">
          <w:rPr>
            <w:noProof/>
          </w:rPr>
          <w:instrText xml:space="preserve"> PAGEREF _Toc530496955 \h </w:instrText>
        </w:r>
        <w:r w:rsidR="00EB128A">
          <w:rPr>
            <w:noProof/>
          </w:rPr>
        </w:r>
        <w:r w:rsidR="00EB128A">
          <w:rPr>
            <w:noProof/>
          </w:rPr>
          <w:fldChar w:fldCharType="separate"/>
        </w:r>
        <w:r w:rsidR="00F64789">
          <w:rPr>
            <w:noProof/>
          </w:rPr>
          <w:t>26</w:t>
        </w:r>
        <w:r w:rsidR="00EB128A">
          <w:rPr>
            <w:noProof/>
          </w:rPr>
          <w:fldChar w:fldCharType="end"/>
        </w:r>
      </w:hyperlink>
    </w:p>
    <w:p w14:paraId="78AD082E" w14:textId="5DFAD5B8" w:rsidR="00EB128A" w:rsidRDefault="00D25047">
      <w:pPr>
        <w:pStyle w:val="TOC2"/>
        <w:rPr>
          <w:rFonts w:asciiTheme="minorHAnsi" w:eastAsiaTheme="minorEastAsia" w:hAnsiTheme="minorHAnsi" w:cstheme="minorBidi"/>
          <w:noProof/>
          <w:sz w:val="22"/>
          <w:szCs w:val="22"/>
          <w:lang w:eastAsia="en-GB"/>
        </w:rPr>
      </w:pPr>
      <w:hyperlink w:anchor="_Toc530496956" w:history="1">
        <w:r w:rsidR="00EB128A" w:rsidRPr="00097E1B">
          <w:rPr>
            <w:rStyle w:val="Hyperlink"/>
            <w:noProof/>
          </w:rPr>
          <w:t>Article II.20 — Identifiability and verifiability of the amounts declared</w:t>
        </w:r>
        <w:r w:rsidR="00EB128A">
          <w:rPr>
            <w:noProof/>
          </w:rPr>
          <w:tab/>
        </w:r>
        <w:r w:rsidR="00EB128A">
          <w:rPr>
            <w:noProof/>
          </w:rPr>
          <w:fldChar w:fldCharType="begin"/>
        </w:r>
        <w:r w:rsidR="00EB128A">
          <w:rPr>
            <w:noProof/>
          </w:rPr>
          <w:instrText xml:space="preserve"> PAGEREF _Toc530496956 \h </w:instrText>
        </w:r>
        <w:r w:rsidR="00EB128A">
          <w:rPr>
            <w:noProof/>
          </w:rPr>
        </w:r>
        <w:r w:rsidR="00EB128A">
          <w:rPr>
            <w:noProof/>
          </w:rPr>
          <w:fldChar w:fldCharType="separate"/>
        </w:r>
        <w:r w:rsidR="00F64789">
          <w:rPr>
            <w:noProof/>
          </w:rPr>
          <w:t>26</w:t>
        </w:r>
        <w:r w:rsidR="00EB128A">
          <w:rPr>
            <w:noProof/>
          </w:rPr>
          <w:fldChar w:fldCharType="end"/>
        </w:r>
      </w:hyperlink>
    </w:p>
    <w:p w14:paraId="78AD082F" w14:textId="7AE5D4CC"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57" w:history="1">
        <w:r w:rsidR="00EB128A" w:rsidRPr="00097E1B">
          <w:rPr>
            <w:rStyle w:val="Hyperlink"/>
            <w:noProof/>
          </w:rPr>
          <w:t xml:space="preserve">II.20.1 </w:t>
        </w:r>
        <w:r w:rsidR="00EB128A">
          <w:rPr>
            <w:rFonts w:asciiTheme="minorHAnsi" w:eastAsiaTheme="minorEastAsia" w:hAnsiTheme="minorHAnsi" w:cstheme="minorBidi"/>
            <w:noProof/>
            <w:sz w:val="22"/>
            <w:szCs w:val="22"/>
            <w:lang w:eastAsia="en-GB"/>
          </w:rPr>
          <w:tab/>
        </w:r>
        <w:r w:rsidR="00EB128A" w:rsidRPr="00097E1B">
          <w:rPr>
            <w:rStyle w:val="Hyperlink"/>
            <w:noProof/>
          </w:rPr>
          <w:t>Declaring costs and contributions</w:t>
        </w:r>
        <w:r w:rsidR="00EB128A">
          <w:rPr>
            <w:noProof/>
          </w:rPr>
          <w:tab/>
        </w:r>
        <w:r w:rsidR="00EB128A">
          <w:rPr>
            <w:noProof/>
          </w:rPr>
          <w:fldChar w:fldCharType="begin"/>
        </w:r>
        <w:r w:rsidR="00EB128A">
          <w:rPr>
            <w:noProof/>
          </w:rPr>
          <w:instrText xml:space="preserve"> PAGEREF _Toc530496957 \h </w:instrText>
        </w:r>
        <w:r w:rsidR="00EB128A">
          <w:rPr>
            <w:noProof/>
          </w:rPr>
        </w:r>
        <w:r w:rsidR="00EB128A">
          <w:rPr>
            <w:noProof/>
          </w:rPr>
          <w:fldChar w:fldCharType="separate"/>
        </w:r>
        <w:r w:rsidR="00F64789">
          <w:rPr>
            <w:noProof/>
          </w:rPr>
          <w:t>26</w:t>
        </w:r>
        <w:r w:rsidR="00EB128A">
          <w:rPr>
            <w:noProof/>
          </w:rPr>
          <w:fldChar w:fldCharType="end"/>
        </w:r>
      </w:hyperlink>
    </w:p>
    <w:p w14:paraId="78AD0830" w14:textId="5E2197F5"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58" w:history="1">
        <w:r w:rsidR="00EB128A" w:rsidRPr="00097E1B">
          <w:rPr>
            <w:rStyle w:val="Hyperlink"/>
            <w:noProof/>
          </w:rPr>
          <w:t>II.20.2</w:t>
        </w:r>
        <w:r w:rsidR="00EB128A">
          <w:rPr>
            <w:rFonts w:asciiTheme="minorHAnsi" w:eastAsiaTheme="minorEastAsia" w:hAnsiTheme="minorHAnsi" w:cstheme="minorBidi"/>
            <w:noProof/>
            <w:sz w:val="22"/>
            <w:szCs w:val="22"/>
            <w:lang w:eastAsia="en-GB"/>
          </w:rPr>
          <w:tab/>
        </w:r>
        <w:r w:rsidR="00EB128A" w:rsidRPr="00097E1B">
          <w:rPr>
            <w:rStyle w:val="Hyperlink"/>
            <w:noProof/>
          </w:rPr>
          <w:t>Records and other documentation to support the costs and contributions declared</w:t>
        </w:r>
        <w:r w:rsidR="00EB128A">
          <w:rPr>
            <w:noProof/>
          </w:rPr>
          <w:tab/>
        </w:r>
        <w:r w:rsidR="00EB128A">
          <w:rPr>
            <w:noProof/>
          </w:rPr>
          <w:fldChar w:fldCharType="begin"/>
        </w:r>
        <w:r w:rsidR="00EB128A">
          <w:rPr>
            <w:noProof/>
          </w:rPr>
          <w:instrText xml:space="preserve"> PAGEREF _Toc530496958 \h </w:instrText>
        </w:r>
        <w:r w:rsidR="00EB128A">
          <w:rPr>
            <w:noProof/>
          </w:rPr>
        </w:r>
        <w:r w:rsidR="00EB128A">
          <w:rPr>
            <w:noProof/>
          </w:rPr>
          <w:fldChar w:fldCharType="separate"/>
        </w:r>
        <w:r w:rsidR="00F64789">
          <w:rPr>
            <w:noProof/>
          </w:rPr>
          <w:t>27</w:t>
        </w:r>
        <w:r w:rsidR="00EB128A">
          <w:rPr>
            <w:noProof/>
          </w:rPr>
          <w:fldChar w:fldCharType="end"/>
        </w:r>
      </w:hyperlink>
    </w:p>
    <w:p w14:paraId="78AD0831" w14:textId="49CF89F7" w:rsidR="00EB128A" w:rsidRDefault="00D25047">
      <w:pPr>
        <w:pStyle w:val="TOC3"/>
        <w:rPr>
          <w:rFonts w:asciiTheme="minorHAnsi" w:eastAsiaTheme="minorEastAsia" w:hAnsiTheme="minorHAnsi" w:cstheme="minorBidi"/>
          <w:noProof/>
          <w:sz w:val="22"/>
          <w:szCs w:val="22"/>
          <w:lang w:eastAsia="en-GB"/>
        </w:rPr>
      </w:pPr>
      <w:hyperlink w:anchor="_Toc530496959" w:history="1">
        <w:r w:rsidR="00EB128A" w:rsidRPr="00097E1B">
          <w:rPr>
            <w:rStyle w:val="Hyperlink"/>
            <w:noProof/>
          </w:rPr>
          <w:t>II.20.3 Conditions to determine the compliance of cost accounting practices</w:t>
        </w:r>
        <w:r w:rsidR="00EB128A">
          <w:rPr>
            <w:noProof/>
          </w:rPr>
          <w:tab/>
        </w:r>
        <w:r w:rsidR="00EB128A">
          <w:rPr>
            <w:noProof/>
          </w:rPr>
          <w:fldChar w:fldCharType="begin"/>
        </w:r>
        <w:r w:rsidR="00EB128A">
          <w:rPr>
            <w:noProof/>
          </w:rPr>
          <w:instrText xml:space="preserve"> PAGEREF _Toc530496959 \h </w:instrText>
        </w:r>
        <w:r w:rsidR="00EB128A">
          <w:rPr>
            <w:noProof/>
          </w:rPr>
        </w:r>
        <w:r w:rsidR="00EB128A">
          <w:rPr>
            <w:noProof/>
          </w:rPr>
          <w:fldChar w:fldCharType="separate"/>
        </w:r>
        <w:r w:rsidR="00F64789">
          <w:rPr>
            <w:noProof/>
          </w:rPr>
          <w:t>28</w:t>
        </w:r>
        <w:r w:rsidR="00EB128A">
          <w:rPr>
            <w:noProof/>
          </w:rPr>
          <w:fldChar w:fldCharType="end"/>
        </w:r>
      </w:hyperlink>
    </w:p>
    <w:p w14:paraId="78AD0832" w14:textId="39EC9B27" w:rsidR="00EB128A" w:rsidRDefault="00D25047">
      <w:pPr>
        <w:pStyle w:val="TOC2"/>
        <w:rPr>
          <w:rFonts w:asciiTheme="minorHAnsi" w:eastAsiaTheme="minorEastAsia" w:hAnsiTheme="minorHAnsi" w:cstheme="minorBidi"/>
          <w:noProof/>
          <w:sz w:val="22"/>
          <w:szCs w:val="22"/>
          <w:lang w:eastAsia="en-GB"/>
        </w:rPr>
      </w:pPr>
      <w:hyperlink w:anchor="_Toc530496960" w:history="1">
        <w:r w:rsidR="00EB128A" w:rsidRPr="00097E1B">
          <w:rPr>
            <w:rStyle w:val="Hyperlink"/>
            <w:noProof/>
          </w:rPr>
          <w:t>Article II.21 — Eligibility of costs of entities affiliated to the beneficiaries</w:t>
        </w:r>
        <w:r w:rsidR="00EB128A">
          <w:rPr>
            <w:noProof/>
          </w:rPr>
          <w:tab/>
        </w:r>
        <w:r w:rsidR="00EB128A">
          <w:rPr>
            <w:noProof/>
          </w:rPr>
          <w:fldChar w:fldCharType="begin"/>
        </w:r>
        <w:r w:rsidR="00EB128A">
          <w:rPr>
            <w:noProof/>
          </w:rPr>
          <w:instrText xml:space="preserve"> PAGEREF _Toc530496960 \h </w:instrText>
        </w:r>
        <w:r w:rsidR="00EB128A">
          <w:rPr>
            <w:noProof/>
          </w:rPr>
        </w:r>
        <w:r w:rsidR="00EB128A">
          <w:rPr>
            <w:noProof/>
          </w:rPr>
          <w:fldChar w:fldCharType="separate"/>
        </w:r>
        <w:r w:rsidR="00F64789">
          <w:rPr>
            <w:noProof/>
          </w:rPr>
          <w:t>29</w:t>
        </w:r>
        <w:r w:rsidR="00EB128A">
          <w:rPr>
            <w:noProof/>
          </w:rPr>
          <w:fldChar w:fldCharType="end"/>
        </w:r>
      </w:hyperlink>
    </w:p>
    <w:p w14:paraId="78AD0833" w14:textId="4508F984" w:rsidR="00EB128A" w:rsidRDefault="00D25047">
      <w:pPr>
        <w:pStyle w:val="TOC2"/>
        <w:rPr>
          <w:rFonts w:asciiTheme="minorHAnsi" w:eastAsiaTheme="minorEastAsia" w:hAnsiTheme="minorHAnsi" w:cstheme="minorBidi"/>
          <w:noProof/>
          <w:sz w:val="22"/>
          <w:szCs w:val="22"/>
          <w:lang w:eastAsia="en-GB"/>
        </w:rPr>
      </w:pPr>
      <w:hyperlink w:anchor="_Toc530496961" w:history="1">
        <w:r w:rsidR="00EB128A" w:rsidRPr="00097E1B">
          <w:rPr>
            <w:rStyle w:val="Hyperlink"/>
            <w:noProof/>
          </w:rPr>
          <w:t>Article II.22 — Budget transfers</w:t>
        </w:r>
        <w:r w:rsidR="00EB128A">
          <w:rPr>
            <w:noProof/>
          </w:rPr>
          <w:tab/>
        </w:r>
        <w:r w:rsidR="00EB128A">
          <w:rPr>
            <w:noProof/>
          </w:rPr>
          <w:fldChar w:fldCharType="begin"/>
        </w:r>
        <w:r w:rsidR="00EB128A">
          <w:rPr>
            <w:noProof/>
          </w:rPr>
          <w:instrText xml:space="preserve"> PAGEREF _Toc530496961 \h </w:instrText>
        </w:r>
        <w:r w:rsidR="00EB128A">
          <w:rPr>
            <w:noProof/>
          </w:rPr>
        </w:r>
        <w:r w:rsidR="00EB128A">
          <w:rPr>
            <w:noProof/>
          </w:rPr>
          <w:fldChar w:fldCharType="separate"/>
        </w:r>
        <w:r w:rsidR="00F64789">
          <w:rPr>
            <w:noProof/>
          </w:rPr>
          <w:t>29</w:t>
        </w:r>
        <w:r w:rsidR="00EB128A">
          <w:rPr>
            <w:noProof/>
          </w:rPr>
          <w:fldChar w:fldCharType="end"/>
        </w:r>
      </w:hyperlink>
    </w:p>
    <w:p w14:paraId="78AD0834" w14:textId="04590856" w:rsidR="00EB128A" w:rsidRDefault="00D25047">
      <w:pPr>
        <w:pStyle w:val="TOC2"/>
        <w:rPr>
          <w:rFonts w:asciiTheme="minorHAnsi" w:eastAsiaTheme="minorEastAsia" w:hAnsiTheme="minorHAnsi" w:cstheme="minorBidi"/>
          <w:noProof/>
          <w:sz w:val="22"/>
          <w:szCs w:val="22"/>
          <w:lang w:eastAsia="en-GB"/>
        </w:rPr>
      </w:pPr>
      <w:hyperlink w:anchor="_Toc530496962" w:history="1">
        <w:r w:rsidR="00EB128A" w:rsidRPr="00097E1B">
          <w:rPr>
            <w:rStyle w:val="Hyperlink"/>
            <w:noProof/>
          </w:rPr>
          <w:t>Article II.23 — Non-compliance with reporting obligations</w:t>
        </w:r>
        <w:r w:rsidR="00EB128A">
          <w:rPr>
            <w:noProof/>
          </w:rPr>
          <w:tab/>
        </w:r>
        <w:r w:rsidR="00EB128A">
          <w:rPr>
            <w:noProof/>
          </w:rPr>
          <w:fldChar w:fldCharType="begin"/>
        </w:r>
        <w:r w:rsidR="00EB128A">
          <w:rPr>
            <w:noProof/>
          </w:rPr>
          <w:instrText xml:space="preserve"> PAGEREF _Toc530496962 \h </w:instrText>
        </w:r>
        <w:r w:rsidR="00EB128A">
          <w:rPr>
            <w:noProof/>
          </w:rPr>
        </w:r>
        <w:r w:rsidR="00EB128A">
          <w:rPr>
            <w:noProof/>
          </w:rPr>
          <w:fldChar w:fldCharType="separate"/>
        </w:r>
        <w:r w:rsidR="00F64789">
          <w:rPr>
            <w:noProof/>
          </w:rPr>
          <w:t>29</w:t>
        </w:r>
        <w:r w:rsidR="00EB128A">
          <w:rPr>
            <w:noProof/>
          </w:rPr>
          <w:fldChar w:fldCharType="end"/>
        </w:r>
      </w:hyperlink>
    </w:p>
    <w:p w14:paraId="78AD0835" w14:textId="66A17460" w:rsidR="00EB128A" w:rsidRDefault="00D25047">
      <w:pPr>
        <w:pStyle w:val="TOC2"/>
        <w:rPr>
          <w:rFonts w:asciiTheme="minorHAnsi" w:eastAsiaTheme="minorEastAsia" w:hAnsiTheme="minorHAnsi" w:cstheme="minorBidi"/>
          <w:noProof/>
          <w:sz w:val="22"/>
          <w:szCs w:val="22"/>
          <w:lang w:eastAsia="en-GB"/>
        </w:rPr>
      </w:pPr>
      <w:hyperlink w:anchor="_Toc530496963" w:history="1">
        <w:r w:rsidR="00EB128A" w:rsidRPr="00097E1B">
          <w:rPr>
            <w:rStyle w:val="Hyperlink"/>
            <w:noProof/>
          </w:rPr>
          <w:t>Article II.24 — Suspension of payments and time limit for payment</w:t>
        </w:r>
        <w:r w:rsidR="00EB128A">
          <w:rPr>
            <w:noProof/>
          </w:rPr>
          <w:tab/>
        </w:r>
        <w:r w:rsidR="00EB128A">
          <w:rPr>
            <w:noProof/>
          </w:rPr>
          <w:fldChar w:fldCharType="begin"/>
        </w:r>
        <w:r w:rsidR="00EB128A">
          <w:rPr>
            <w:noProof/>
          </w:rPr>
          <w:instrText xml:space="preserve"> PAGEREF _Toc530496963 \h </w:instrText>
        </w:r>
        <w:r w:rsidR="00EB128A">
          <w:rPr>
            <w:noProof/>
          </w:rPr>
        </w:r>
        <w:r w:rsidR="00EB128A">
          <w:rPr>
            <w:noProof/>
          </w:rPr>
          <w:fldChar w:fldCharType="separate"/>
        </w:r>
        <w:r w:rsidR="00F64789">
          <w:rPr>
            <w:noProof/>
          </w:rPr>
          <w:t>29</w:t>
        </w:r>
        <w:r w:rsidR="00EB128A">
          <w:rPr>
            <w:noProof/>
          </w:rPr>
          <w:fldChar w:fldCharType="end"/>
        </w:r>
      </w:hyperlink>
    </w:p>
    <w:p w14:paraId="78AD0836" w14:textId="5AFA7C5C" w:rsidR="00EB128A" w:rsidRDefault="00D25047">
      <w:pPr>
        <w:pStyle w:val="TOC3"/>
        <w:rPr>
          <w:rFonts w:asciiTheme="minorHAnsi" w:eastAsiaTheme="minorEastAsia" w:hAnsiTheme="minorHAnsi" w:cstheme="minorBidi"/>
          <w:noProof/>
          <w:sz w:val="22"/>
          <w:szCs w:val="22"/>
          <w:lang w:eastAsia="en-GB"/>
        </w:rPr>
      </w:pPr>
      <w:hyperlink w:anchor="_Toc530496964" w:history="1">
        <w:r w:rsidR="00EB128A" w:rsidRPr="00097E1B">
          <w:rPr>
            <w:rStyle w:val="Hyperlink"/>
            <w:noProof/>
          </w:rPr>
          <w:t>II.24.1 Suspension of payments</w:t>
        </w:r>
        <w:r w:rsidR="00EB128A">
          <w:rPr>
            <w:noProof/>
          </w:rPr>
          <w:tab/>
        </w:r>
        <w:r w:rsidR="00EB128A">
          <w:rPr>
            <w:noProof/>
          </w:rPr>
          <w:fldChar w:fldCharType="begin"/>
        </w:r>
        <w:r w:rsidR="00EB128A">
          <w:rPr>
            <w:noProof/>
          </w:rPr>
          <w:instrText xml:space="preserve"> PAGEREF _Toc530496964 \h </w:instrText>
        </w:r>
        <w:r w:rsidR="00EB128A">
          <w:rPr>
            <w:noProof/>
          </w:rPr>
        </w:r>
        <w:r w:rsidR="00EB128A">
          <w:rPr>
            <w:noProof/>
          </w:rPr>
          <w:fldChar w:fldCharType="separate"/>
        </w:r>
        <w:r w:rsidR="00F64789">
          <w:rPr>
            <w:noProof/>
          </w:rPr>
          <w:t>30</w:t>
        </w:r>
        <w:r w:rsidR="00EB128A">
          <w:rPr>
            <w:noProof/>
          </w:rPr>
          <w:fldChar w:fldCharType="end"/>
        </w:r>
      </w:hyperlink>
    </w:p>
    <w:p w14:paraId="78AD0837" w14:textId="5681CE6E" w:rsidR="00EB128A" w:rsidRDefault="00D25047">
      <w:pPr>
        <w:pStyle w:val="TOC3"/>
        <w:rPr>
          <w:rFonts w:asciiTheme="minorHAnsi" w:eastAsiaTheme="minorEastAsia" w:hAnsiTheme="minorHAnsi" w:cstheme="minorBidi"/>
          <w:noProof/>
          <w:sz w:val="22"/>
          <w:szCs w:val="22"/>
          <w:lang w:eastAsia="en-GB"/>
        </w:rPr>
      </w:pPr>
      <w:hyperlink w:anchor="_Toc530496965" w:history="1">
        <w:r w:rsidR="00EB128A" w:rsidRPr="00097E1B">
          <w:rPr>
            <w:rStyle w:val="Hyperlink"/>
            <w:noProof/>
          </w:rPr>
          <w:t>II.24.2 Suspension of the time limit for payments</w:t>
        </w:r>
        <w:r w:rsidR="00EB128A">
          <w:rPr>
            <w:noProof/>
          </w:rPr>
          <w:tab/>
        </w:r>
        <w:r w:rsidR="00EB128A">
          <w:rPr>
            <w:noProof/>
          </w:rPr>
          <w:fldChar w:fldCharType="begin"/>
        </w:r>
        <w:r w:rsidR="00EB128A">
          <w:rPr>
            <w:noProof/>
          </w:rPr>
          <w:instrText xml:space="preserve"> PAGEREF _Toc530496965 \h </w:instrText>
        </w:r>
        <w:r w:rsidR="00EB128A">
          <w:rPr>
            <w:noProof/>
          </w:rPr>
        </w:r>
        <w:r w:rsidR="00EB128A">
          <w:rPr>
            <w:noProof/>
          </w:rPr>
          <w:fldChar w:fldCharType="separate"/>
        </w:r>
        <w:r w:rsidR="00F64789">
          <w:rPr>
            <w:noProof/>
          </w:rPr>
          <w:t>31</w:t>
        </w:r>
        <w:r w:rsidR="00EB128A">
          <w:rPr>
            <w:noProof/>
          </w:rPr>
          <w:fldChar w:fldCharType="end"/>
        </w:r>
      </w:hyperlink>
    </w:p>
    <w:p w14:paraId="78AD0838" w14:textId="4CD93936" w:rsidR="00EB128A" w:rsidRDefault="00D25047">
      <w:pPr>
        <w:pStyle w:val="TOC2"/>
        <w:rPr>
          <w:rFonts w:asciiTheme="minorHAnsi" w:eastAsiaTheme="minorEastAsia" w:hAnsiTheme="minorHAnsi" w:cstheme="minorBidi"/>
          <w:noProof/>
          <w:sz w:val="22"/>
          <w:szCs w:val="22"/>
          <w:lang w:eastAsia="en-GB"/>
        </w:rPr>
      </w:pPr>
      <w:hyperlink w:anchor="_Toc530496966" w:history="1">
        <w:r w:rsidR="00EB128A" w:rsidRPr="00097E1B">
          <w:rPr>
            <w:rStyle w:val="Hyperlink"/>
            <w:noProof/>
          </w:rPr>
          <w:t>Article II.25 — Calculation of the final amount of the grant</w:t>
        </w:r>
        <w:r w:rsidR="00EB128A">
          <w:rPr>
            <w:noProof/>
          </w:rPr>
          <w:tab/>
        </w:r>
        <w:r w:rsidR="00EB128A">
          <w:rPr>
            <w:noProof/>
          </w:rPr>
          <w:fldChar w:fldCharType="begin"/>
        </w:r>
        <w:r w:rsidR="00EB128A">
          <w:rPr>
            <w:noProof/>
          </w:rPr>
          <w:instrText xml:space="preserve"> PAGEREF _Toc530496966 \h </w:instrText>
        </w:r>
        <w:r w:rsidR="00EB128A">
          <w:rPr>
            <w:noProof/>
          </w:rPr>
        </w:r>
        <w:r w:rsidR="00EB128A">
          <w:rPr>
            <w:noProof/>
          </w:rPr>
          <w:fldChar w:fldCharType="separate"/>
        </w:r>
        <w:r w:rsidR="00F64789">
          <w:rPr>
            <w:noProof/>
          </w:rPr>
          <w:t>32</w:t>
        </w:r>
        <w:r w:rsidR="00EB128A">
          <w:rPr>
            <w:noProof/>
          </w:rPr>
          <w:fldChar w:fldCharType="end"/>
        </w:r>
      </w:hyperlink>
    </w:p>
    <w:p w14:paraId="78AD0839" w14:textId="4474B1FF"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67" w:history="1">
        <w:r w:rsidR="00EB128A" w:rsidRPr="00097E1B">
          <w:rPr>
            <w:rStyle w:val="Hyperlink"/>
            <w:noProof/>
          </w:rPr>
          <w:t>II.25.1</w:t>
        </w:r>
        <w:r w:rsidR="00EB128A">
          <w:rPr>
            <w:rFonts w:asciiTheme="minorHAnsi" w:eastAsiaTheme="minorEastAsia" w:hAnsiTheme="minorHAnsi" w:cstheme="minorBidi"/>
            <w:noProof/>
            <w:sz w:val="22"/>
            <w:szCs w:val="22"/>
            <w:lang w:eastAsia="en-GB"/>
          </w:rPr>
          <w:tab/>
        </w:r>
        <w:r w:rsidR="00EB128A" w:rsidRPr="00097E1B">
          <w:rPr>
            <w:rStyle w:val="Hyperlink"/>
            <w:noProof/>
          </w:rPr>
          <w:t>Step 1 — Application of the reimbursement rate to the eligible costs and addition of the financing not linked to costs, unit, flat-rate and lump sum contributions</w:t>
        </w:r>
        <w:r w:rsidR="00EB128A">
          <w:rPr>
            <w:noProof/>
          </w:rPr>
          <w:tab/>
        </w:r>
        <w:r w:rsidR="00EB128A">
          <w:rPr>
            <w:noProof/>
          </w:rPr>
          <w:fldChar w:fldCharType="begin"/>
        </w:r>
        <w:r w:rsidR="00EB128A">
          <w:rPr>
            <w:noProof/>
          </w:rPr>
          <w:instrText xml:space="preserve"> PAGEREF _Toc530496967 \h </w:instrText>
        </w:r>
        <w:r w:rsidR="00EB128A">
          <w:rPr>
            <w:noProof/>
          </w:rPr>
        </w:r>
        <w:r w:rsidR="00EB128A">
          <w:rPr>
            <w:noProof/>
          </w:rPr>
          <w:fldChar w:fldCharType="separate"/>
        </w:r>
        <w:r w:rsidR="00F64789">
          <w:rPr>
            <w:noProof/>
          </w:rPr>
          <w:t>32</w:t>
        </w:r>
        <w:r w:rsidR="00EB128A">
          <w:rPr>
            <w:noProof/>
          </w:rPr>
          <w:fldChar w:fldCharType="end"/>
        </w:r>
      </w:hyperlink>
    </w:p>
    <w:p w14:paraId="78AD083A" w14:textId="4BDD5442"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68" w:history="1">
        <w:r w:rsidR="00EB128A" w:rsidRPr="00097E1B">
          <w:rPr>
            <w:rStyle w:val="Hyperlink"/>
            <w:noProof/>
          </w:rPr>
          <w:t>II.25.2</w:t>
        </w:r>
        <w:r w:rsidR="00EB128A">
          <w:rPr>
            <w:rFonts w:asciiTheme="minorHAnsi" w:eastAsiaTheme="minorEastAsia" w:hAnsiTheme="minorHAnsi" w:cstheme="minorBidi"/>
            <w:noProof/>
            <w:sz w:val="22"/>
            <w:szCs w:val="22"/>
            <w:lang w:eastAsia="en-GB"/>
          </w:rPr>
          <w:tab/>
        </w:r>
        <w:r w:rsidR="00EB128A" w:rsidRPr="00097E1B">
          <w:rPr>
            <w:rStyle w:val="Hyperlink"/>
            <w:noProof/>
          </w:rPr>
          <w:t xml:space="preserve">Step 2 — Limit to </w:t>
        </w:r>
        <w:r w:rsidR="00EB128A" w:rsidRPr="00097E1B">
          <w:rPr>
            <w:rStyle w:val="Hyperlink"/>
            <w:i/>
            <w:noProof/>
          </w:rPr>
          <w:t>maximum amount of the grant</w:t>
        </w:r>
        <w:r w:rsidR="00EB128A">
          <w:rPr>
            <w:noProof/>
          </w:rPr>
          <w:tab/>
        </w:r>
        <w:r w:rsidR="00EB128A">
          <w:rPr>
            <w:noProof/>
          </w:rPr>
          <w:fldChar w:fldCharType="begin"/>
        </w:r>
        <w:r w:rsidR="00EB128A">
          <w:rPr>
            <w:noProof/>
          </w:rPr>
          <w:instrText xml:space="preserve"> PAGEREF _Toc530496968 \h </w:instrText>
        </w:r>
        <w:r w:rsidR="00EB128A">
          <w:rPr>
            <w:noProof/>
          </w:rPr>
        </w:r>
        <w:r w:rsidR="00EB128A">
          <w:rPr>
            <w:noProof/>
          </w:rPr>
          <w:fldChar w:fldCharType="separate"/>
        </w:r>
        <w:r w:rsidR="00F64789">
          <w:rPr>
            <w:noProof/>
          </w:rPr>
          <w:t>33</w:t>
        </w:r>
        <w:r w:rsidR="00EB128A">
          <w:rPr>
            <w:noProof/>
          </w:rPr>
          <w:fldChar w:fldCharType="end"/>
        </w:r>
      </w:hyperlink>
    </w:p>
    <w:p w14:paraId="78AD083B" w14:textId="04F652E7"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69" w:history="1">
        <w:r w:rsidR="00EB128A" w:rsidRPr="00097E1B">
          <w:rPr>
            <w:rStyle w:val="Hyperlink"/>
            <w:noProof/>
          </w:rPr>
          <w:t>II.25.3</w:t>
        </w:r>
        <w:r w:rsidR="00EB128A">
          <w:rPr>
            <w:rFonts w:asciiTheme="minorHAnsi" w:eastAsiaTheme="minorEastAsia" w:hAnsiTheme="minorHAnsi" w:cstheme="minorBidi"/>
            <w:noProof/>
            <w:sz w:val="22"/>
            <w:szCs w:val="22"/>
            <w:lang w:eastAsia="en-GB"/>
          </w:rPr>
          <w:tab/>
        </w:r>
        <w:r w:rsidR="00EB128A" w:rsidRPr="00097E1B">
          <w:rPr>
            <w:rStyle w:val="Hyperlink"/>
            <w:noProof/>
          </w:rPr>
          <w:t>Step 3 — Reduction due to the no-profit rule</w:t>
        </w:r>
        <w:r w:rsidR="00EB128A">
          <w:rPr>
            <w:noProof/>
          </w:rPr>
          <w:tab/>
        </w:r>
        <w:r w:rsidR="00EB128A">
          <w:rPr>
            <w:noProof/>
          </w:rPr>
          <w:fldChar w:fldCharType="begin"/>
        </w:r>
        <w:r w:rsidR="00EB128A">
          <w:rPr>
            <w:noProof/>
          </w:rPr>
          <w:instrText xml:space="preserve"> PAGEREF _Toc530496969 \h </w:instrText>
        </w:r>
        <w:r w:rsidR="00EB128A">
          <w:rPr>
            <w:noProof/>
          </w:rPr>
        </w:r>
        <w:r w:rsidR="00EB128A">
          <w:rPr>
            <w:noProof/>
          </w:rPr>
          <w:fldChar w:fldCharType="separate"/>
        </w:r>
        <w:r w:rsidR="00F64789">
          <w:rPr>
            <w:noProof/>
          </w:rPr>
          <w:t>33</w:t>
        </w:r>
        <w:r w:rsidR="00EB128A">
          <w:rPr>
            <w:noProof/>
          </w:rPr>
          <w:fldChar w:fldCharType="end"/>
        </w:r>
      </w:hyperlink>
    </w:p>
    <w:p w14:paraId="78AD083C" w14:textId="78D7231C"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0" w:history="1">
        <w:r w:rsidR="00EB128A" w:rsidRPr="00097E1B">
          <w:rPr>
            <w:rStyle w:val="Hyperlink"/>
            <w:noProof/>
          </w:rPr>
          <w:t>II.25.4</w:t>
        </w:r>
        <w:r w:rsidR="00EB128A">
          <w:rPr>
            <w:rFonts w:asciiTheme="minorHAnsi" w:eastAsiaTheme="minorEastAsia" w:hAnsiTheme="minorHAnsi" w:cstheme="minorBidi"/>
            <w:noProof/>
            <w:sz w:val="22"/>
            <w:szCs w:val="22"/>
            <w:lang w:eastAsia="en-GB"/>
          </w:rPr>
          <w:tab/>
        </w:r>
        <w:r w:rsidR="00EB128A" w:rsidRPr="00097E1B">
          <w:rPr>
            <w:rStyle w:val="Hyperlink"/>
            <w:noProof/>
          </w:rPr>
          <w:t>Step 4 — Reduction due to improper implementation or breach of other obligations</w:t>
        </w:r>
        <w:r w:rsidR="00EB128A">
          <w:rPr>
            <w:noProof/>
          </w:rPr>
          <w:tab/>
        </w:r>
        <w:r w:rsidR="00EB128A">
          <w:rPr>
            <w:noProof/>
          </w:rPr>
          <w:fldChar w:fldCharType="begin"/>
        </w:r>
        <w:r w:rsidR="00EB128A">
          <w:rPr>
            <w:noProof/>
          </w:rPr>
          <w:instrText xml:space="preserve"> PAGEREF _Toc530496970 \h </w:instrText>
        </w:r>
        <w:r w:rsidR="00EB128A">
          <w:rPr>
            <w:noProof/>
          </w:rPr>
        </w:r>
        <w:r w:rsidR="00EB128A">
          <w:rPr>
            <w:noProof/>
          </w:rPr>
          <w:fldChar w:fldCharType="separate"/>
        </w:r>
        <w:r w:rsidR="00F64789">
          <w:rPr>
            <w:noProof/>
          </w:rPr>
          <w:t>34</w:t>
        </w:r>
        <w:r w:rsidR="00EB128A">
          <w:rPr>
            <w:noProof/>
          </w:rPr>
          <w:fldChar w:fldCharType="end"/>
        </w:r>
      </w:hyperlink>
    </w:p>
    <w:p w14:paraId="78AD083D" w14:textId="706AD60A" w:rsidR="00EB128A" w:rsidRDefault="00D25047">
      <w:pPr>
        <w:pStyle w:val="TOC2"/>
        <w:rPr>
          <w:rFonts w:asciiTheme="minorHAnsi" w:eastAsiaTheme="minorEastAsia" w:hAnsiTheme="minorHAnsi" w:cstheme="minorBidi"/>
          <w:noProof/>
          <w:sz w:val="22"/>
          <w:szCs w:val="22"/>
          <w:lang w:eastAsia="en-GB"/>
        </w:rPr>
      </w:pPr>
      <w:hyperlink w:anchor="_Toc530496971" w:history="1">
        <w:r w:rsidR="00EB128A" w:rsidRPr="00097E1B">
          <w:rPr>
            <w:rStyle w:val="Hyperlink"/>
            <w:noProof/>
          </w:rPr>
          <w:t>Article II.26 — Recovery</w:t>
        </w:r>
        <w:r w:rsidR="00EB128A">
          <w:rPr>
            <w:noProof/>
          </w:rPr>
          <w:tab/>
        </w:r>
        <w:r w:rsidR="00EB128A">
          <w:rPr>
            <w:noProof/>
          </w:rPr>
          <w:fldChar w:fldCharType="begin"/>
        </w:r>
        <w:r w:rsidR="00EB128A">
          <w:rPr>
            <w:noProof/>
          </w:rPr>
          <w:instrText xml:space="preserve"> PAGEREF _Toc530496971 \h </w:instrText>
        </w:r>
        <w:r w:rsidR="00EB128A">
          <w:rPr>
            <w:noProof/>
          </w:rPr>
        </w:r>
        <w:r w:rsidR="00EB128A">
          <w:rPr>
            <w:noProof/>
          </w:rPr>
          <w:fldChar w:fldCharType="separate"/>
        </w:r>
        <w:r w:rsidR="00F64789">
          <w:rPr>
            <w:noProof/>
          </w:rPr>
          <w:t>35</w:t>
        </w:r>
        <w:r w:rsidR="00EB128A">
          <w:rPr>
            <w:noProof/>
          </w:rPr>
          <w:fldChar w:fldCharType="end"/>
        </w:r>
      </w:hyperlink>
    </w:p>
    <w:p w14:paraId="78AD083E" w14:textId="4DA23AFD"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2" w:history="1">
        <w:r w:rsidR="00EB128A" w:rsidRPr="00097E1B">
          <w:rPr>
            <w:rStyle w:val="Hyperlink"/>
            <w:noProof/>
          </w:rPr>
          <w:t>II.26.1</w:t>
        </w:r>
        <w:r w:rsidR="00EB128A">
          <w:rPr>
            <w:rFonts w:asciiTheme="minorHAnsi" w:eastAsiaTheme="minorEastAsia" w:hAnsiTheme="minorHAnsi" w:cstheme="minorBidi"/>
            <w:noProof/>
            <w:sz w:val="22"/>
            <w:szCs w:val="22"/>
            <w:lang w:eastAsia="en-GB"/>
          </w:rPr>
          <w:tab/>
        </w:r>
        <w:r w:rsidR="00EB128A" w:rsidRPr="00097E1B">
          <w:rPr>
            <w:rStyle w:val="Hyperlink"/>
            <w:noProof/>
          </w:rPr>
          <w:t>Recovery at the time of payment of the balance</w:t>
        </w:r>
        <w:r w:rsidR="00EB128A">
          <w:rPr>
            <w:noProof/>
          </w:rPr>
          <w:tab/>
        </w:r>
        <w:r w:rsidR="00EB128A">
          <w:rPr>
            <w:noProof/>
          </w:rPr>
          <w:fldChar w:fldCharType="begin"/>
        </w:r>
        <w:r w:rsidR="00EB128A">
          <w:rPr>
            <w:noProof/>
          </w:rPr>
          <w:instrText xml:space="preserve"> PAGEREF _Toc530496972 \h </w:instrText>
        </w:r>
        <w:r w:rsidR="00EB128A">
          <w:rPr>
            <w:noProof/>
          </w:rPr>
        </w:r>
        <w:r w:rsidR="00EB128A">
          <w:rPr>
            <w:noProof/>
          </w:rPr>
          <w:fldChar w:fldCharType="separate"/>
        </w:r>
        <w:r w:rsidR="00F64789">
          <w:rPr>
            <w:noProof/>
          </w:rPr>
          <w:t>35</w:t>
        </w:r>
        <w:r w:rsidR="00EB128A">
          <w:rPr>
            <w:noProof/>
          </w:rPr>
          <w:fldChar w:fldCharType="end"/>
        </w:r>
      </w:hyperlink>
    </w:p>
    <w:p w14:paraId="78AD083F" w14:textId="63BDD167"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3" w:history="1">
        <w:r w:rsidR="00EB128A" w:rsidRPr="00097E1B">
          <w:rPr>
            <w:rStyle w:val="Hyperlink"/>
            <w:noProof/>
          </w:rPr>
          <w:t>II.26.2</w:t>
        </w:r>
        <w:r w:rsidR="00EB128A">
          <w:rPr>
            <w:rFonts w:asciiTheme="minorHAnsi" w:eastAsiaTheme="minorEastAsia" w:hAnsiTheme="minorHAnsi" w:cstheme="minorBidi"/>
            <w:noProof/>
            <w:sz w:val="22"/>
            <w:szCs w:val="22"/>
            <w:lang w:eastAsia="en-GB"/>
          </w:rPr>
          <w:tab/>
        </w:r>
        <w:r w:rsidR="00EB128A" w:rsidRPr="00097E1B">
          <w:rPr>
            <w:rStyle w:val="Hyperlink"/>
            <w:noProof/>
          </w:rPr>
          <w:t>Recovery after payment of the balance</w:t>
        </w:r>
        <w:r w:rsidR="00EB128A">
          <w:rPr>
            <w:noProof/>
          </w:rPr>
          <w:tab/>
        </w:r>
        <w:r w:rsidR="00EB128A">
          <w:rPr>
            <w:noProof/>
          </w:rPr>
          <w:fldChar w:fldCharType="begin"/>
        </w:r>
        <w:r w:rsidR="00EB128A">
          <w:rPr>
            <w:noProof/>
          </w:rPr>
          <w:instrText xml:space="preserve"> PAGEREF _Toc530496973 \h </w:instrText>
        </w:r>
        <w:r w:rsidR="00EB128A">
          <w:rPr>
            <w:noProof/>
          </w:rPr>
        </w:r>
        <w:r w:rsidR="00EB128A">
          <w:rPr>
            <w:noProof/>
          </w:rPr>
          <w:fldChar w:fldCharType="separate"/>
        </w:r>
        <w:r w:rsidR="00F64789">
          <w:rPr>
            <w:noProof/>
          </w:rPr>
          <w:t>35</w:t>
        </w:r>
        <w:r w:rsidR="00EB128A">
          <w:rPr>
            <w:noProof/>
          </w:rPr>
          <w:fldChar w:fldCharType="end"/>
        </w:r>
      </w:hyperlink>
    </w:p>
    <w:p w14:paraId="78AD0840" w14:textId="04173FED"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4" w:history="1">
        <w:r w:rsidR="00EB128A" w:rsidRPr="00097E1B">
          <w:rPr>
            <w:rStyle w:val="Hyperlink"/>
            <w:bCs/>
            <w:noProof/>
          </w:rPr>
          <w:t>II.26.3</w:t>
        </w:r>
        <w:r w:rsidR="00EB128A">
          <w:rPr>
            <w:rFonts w:asciiTheme="minorHAnsi" w:eastAsiaTheme="minorEastAsia" w:hAnsiTheme="minorHAnsi" w:cstheme="minorBidi"/>
            <w:noProof/>
            <w:sz w:val="22"/>
            <w:szCs w:val="22"/>
            <w:lang w:eastAsia="en-GB"/>
          </w:rPr>
          <w:tab/>
        </w:r>
        <w:r w:rsidR="00EB128A" w:rsidRPr="00097E1B">
          <w:rPr>
            <w:rStyle w:val="Hyperlink"/>
            <w:noProof/>
          </w:rPr>
          <w:t>Recovery procedure</w:t>
        </w:r>
        <w:r w:rsidR="00EB128A">
          <w:rPr>
            <w:noProof/>
          </w:rPr>
          <w:tab/>
        </w:r>
        <w:r w:rsidR="00EB128A">
          <w:rPr>
            <w:noProof/>
          </w:rPr>
          <w:fldChar w:fldCharType="begin"/>
        </w:r>
        <w:r w:rsidR="00EB128A">
          <w:rPr>
            <w:noProof/>
          </w:rPr>
          <w:instrText xml:space="preserve"> PAGEREF _Toc530496974 \h </w:instrText>
        </w:r>
        <w:r w:rsidR="00EB128A">
          <w:rPr>
            <w:noProof/>
          </w:rPr>
        </w:r>
        <w:r w:rsidR="00EB128A">
          <w:rPr>
            <w:noProof/>
          </w:rPr>
          <w:fldChar w:fldCharType="separate"/>
        </w:r>
        <w:r w:rsidR="00F64789">
          <w:rPr>
            <w:noProof/>
          </w:rPr>
          <w:t>35</w:t>
        </w:r>
        <w:r w:rsidR="00EB128A">
          <w:rPr>
            <w:noProof/>
          </w:rPr>
          <w:fldChar w:fldCharType="end"/>
        </w:r>
      </w:hyperlink>
    </w:p>
    <w:p w14:paraId="78AD0841" w14:textId="0AFC22F8"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5" w:history="1">
        <w:r w:rsidR="00EB128A" w:rsidRPr="00097E1B">
          <w:rPr>
            <w:rStyle w:val="Hyperlink"/>
            <w:noProof/>
          </w:rPr>
          <w:t>II.26.4</w:t>
        </w:r>
        <w:r w:rsidR="00EB128A">
          <w:rPr>
            <w:rFonts w:asciiTheme="minorHAnsi" w:eastAsiaTheme="minorEastAsia" w:hAnsiTheme="minorHAnsi" w:cstheme="minorBidi"/>
            <w:noProof/>
            <w:sz w:val="22"/>
            <w:szCs w:val="22"/>
            <w:lang w:eastAsia="en-GB"/>
          </w:rPr>
          <w:tab/>
        </w:r>
        <w:r w:rsidR="00EB128A" w:rsidRPr="00097E1B">
          <w:rPr>
            <w:rStyle w:val="Hyperlink"/>
            <w:noProof/>
          </w:rPr>
          <w:t>Interest on late payment</w:t>
        </w:r>
        <w:r w:rsidR="00EB128A">
          <w:rPr>
            <w:noProof/>
          </w:rPr>
          <w:tab/>
        </w:r>
        <w:r w:rsidR="00EB128A">
          <w:rPr>
            <w:noProof/>
          </w:rPr>
          <w:fldChar w:fldCharType="begin"/>
        </w:r>
        <w:r w:rsidR="00EB128A">
          <w:rPr>
            <w:noProof/>
          </w:rPr>
          <w:instrText xml:space="preserve"> PAGEREF _Toc530496975 \h </w:instrText>
        </w:r>
        <w:r w:rsidR="00EB128A">
          <w:rPr>
            <w:noProof/>
          </w:rPr>
        </w:r>
        <w:r w:rsidR="00EB128A">
          <w:rPr>
            <w:noProof/>
          </w:rPr>
          <w:fldChar w:fldCharType="separate"/>
        </w:r>
        <w:r w:rsidR="00F64789">
          <w:rPr>
            <w:noProof/>
          </w:rPr>
          <w:t>36</w:t>
        </w:r>
        <w:r w:rsidR="00EB128A">
          <w:rPr>
            <w:noProof/>
          </w:rPr>
          <w:fldChar w:fldCharType="end"/>
        </w:r>
      </w:hyperlink>
    </w:p>
    <w:p w14:paraId="78AD0842" w14:textId="05D63C98"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6" w:history="1">
        <w:r w:rsidR="00EB128A" w:rsidRPr="00097E1B">
          <w:rPr>
            <w:rStyle w:val="Hyperlink"/>
            <w:noProof/>
          </w:rPr>
          <w:t>II.26.5</w:t>
        </w:r>
        <w:r w:rsidR="00EB128A">
          <w:rPr>
            <w:rFonts w:asciiTheme="minorHAnsi" w:eastAsiaTheme="minorEastAsia" w:hAnsiTheme="minorHAnsi" w:cstheme="minorBidi"/>
            <w:noProof/>
            <w:sz w:val="22"/>
            <w:szCs w:val="22"/>
            <w:lang w:eastAsia="en-GB"/>
          </w:rPr>
          <w:tab/>
        </w:r>
        <w:r w:rsidR="00EB128A" w:rsidRPr="00097E1B">
          <w:rPr>
            <w:rStyle w:val="Hyperlink"/>
            <w:noProof/>
          </w:rPr>
          <w:t>Bank charges</w:t>
        </w:r>
        <w:r w:rsidR="00EB128A">
          <w:rPr>
            <w:noProof/>
          </w:rPr>
          <w:tab/>
        </w:r>
        <w:r w:rsidR="00EB128A">
          <w:rPr>
            <w:noProof/>
          </w:rPr>
          <w:fldChar w:fldCharType="begin"/>
        </w:r>
        <w:r w:rsidR="00EB128A">
          <w:rPr>
            <w:noProof/>
          </w:rPr>
          <w:instrText xml:space="preserve"> PAGEREF _Toc530496976 \h </w:instrText>
        </w:r>
        <w:r w:rsidR="00EB128A">
          <w:rPr>
            <w:noProof/>
          </w:rPr>
        </w:r>
        <w:r w:rsidR="00EB128A">
          <w:rPr>
            <w:noProof/>
          </w:rPr>
          <w:fldChar w:fldCharType="separate"/>
        </w:r>
        <w:r w:rsidR="00F64789">
          <w:rPr>
            <w:noProof/>
          </w:rPr>
          <w:t>36</w:t>
        </w:r>
        <w:r w:rsidR="00EB128A">
          <w:rPr>
            <w:noProof/>
          </w:rPr>
          <w:fldChar w:fldCharType="end"/>
        </w:r>
      </w:hyperlink>
    </w:p>
    <w:p w14:paraId="78AD0843" w14:textId="06DF450D" w:rsidR="00EB128A" w:rsidRDefault="00D25047">
      <w:pPr>
        <w:pStyle w:val="TOC2"/>
        <w:rPr>
          <w:rFonts w:asciiTheme="minorHAnsi" w:eastAsiaTheme="minorEastAsia" w:hAnsiTheme="minorHAnsi" w:cstheme="minorBidi"/>
          <w:noProof/>
          <w:sz w:val="22"/>
          <w:szCs w:val="22"/>
          <w:lang w:eastAsia="en-GB"/>
        </w:rPr>
      </w:pPr>
      <w:hyperlink w:anchor="_Toc530496977" w:history="1">
        <w:r w:rsidR="00EB128A" w:rsidRPr="00097E1B">
          <w:rPr>
            <w:rStyle w:val="Hyperlink"/>
            <w:noProof/>
          </w:rPr>
          <w:t>Article II.27 — Checks, audits and evaluationS</w:t>
        </w:r>
        <w:r w:rsidR="00EB128A">
          <w:rPr>
            <w:noProof/>
          </w:rPr>
          <w:tab/>
        </w:r>
        <w:r w:rsidR="00EB128A">
          <w:rPr>
            <w:noProof/>
          </w:rPr>
          <w:fldChar w:fldCharType="begin"/>
        </w:r>
        <w:r w:rsidR="00EB128A">
          <w:rPr>
            <w:noProof/>
          </w:rPr>
          <w:instrText xml:space="preserve"> PAGEREF _Toc530496977 \h </w:instrText>
        </w:r>
        <w:r w:rsidR="00EB128A">
          <w:rPr>
            <w:noProof/>
          </w:rPr>
        </w:r>
        <w:r w:rsidR="00EB128A">
          <w:rPr>
            <w:noProof/>
          </w:rPr>
          <w:fldChar w:fldCharType="separate"/>
        </w:r>
        <w:r w:rsidR="00F64789">
          <w:rPr>
            <w:noProof/>
          </w:rPr>
          <w:t>36</w:t>
        </w:r>
        <w:r w:rsidR="00EB128A">
          <w:rPr>
            <w:noProof/>
          </w:rPr>
          <w:fldChar w:fldCharType="end"/>
        </w:r>
      </w:hyperlink>
    </w:p>
    <w:p w14:paraId="78AD0844" w14:textId="3E68AF2E"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8" w:history="1">
        <w:r w:rsidR="00EB128A" w:rsidRPr="00097E1B">
          <w:rPr>
            <w:rStyle w:val="Hyperlink"/>
            <w:noProof/>
          </w:rPr>
          <w:t>II.27.1</w:t>
        </w:r>
        <w:r w:rsidR="00EB128A">
          <w:rPr>
            <w:rFonts w:asciiTheme="minorHAnsi" w:eastAsiaTheme="minorEastAsia" w:hAnsiTheme="minorHAnsi" w:cstheme="minorBidi"/>
            <w:noProof/>
            <w:sz w:val="22"/>
            <w:szCs w:val="22"/>
            <w:lang w:eastAsia="en-GB"/>
          </w:rPr>
          <w:tab/>
        </w:r>
        <w:r w:rsidR="00EB128A" w:rsidRPr="00097E1B">
          <w:rPr>
            <w:rStyle w:val="Hyperlink"/>
            <w:noProof/>
          </w:rPr>
          <w:t>Technical and financial checks, audits, interim and final evaluations</w:t>
        </w:r>
        <w:r w:rsidR="00EB128A">
          <w:rPr>
            <w:noProof/>
          </w:rPr>
          <w:tab/>
        </w:r>
        <w:r w:rsidR="00EB128A">
          <w:rPr>
            <w:noProof/>
          </w:rPr>
          <w:fldChar w:fldCharType="begin"/>
        </w:r>
        <w:r w:rsidR="00EB128A">
          <w:rPr>
            <w:noProof/>
          </w:rPr>
          <w:instrText xml:space="preserve"> PAGEREF _Toc530496978 \h </w:instrText>
        </w:r>
        <w:r w:rsidR="00EB128A">
          <w:rPr>
            <w:noProof/>
          </w:rPr>
        </w:r>
        <w:r w:rsidR="00EB128A">
          <w:rPr>
            <w:noProof/>
          </w:rPr>
          <w:fldChar w:fldCharType="separate"/>
        </w:r>
        <w:r w:rsidR="00F64789">
          <w:rPr>
            <w:noProof/>
          </w:rPr>
          <w:t>36</w:t>
        </w:r>
        <w:r w:rsidR="00EB128A">
          <w:rPr>
            <w:noProof/>
          </w:rPr>
          <w:fldChar w:fldCharType="end"/>
        </w:r>
      </w:hyperlink>
    </w:p>
    <w:p w14:paraId="78AD0845" w14:textId="51155F09"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79" w:history="1">
        <w:r w:rsidR="00EB128A" w:rsidRPr="00097E1B">
          <w:rPr>
            <w:rStyle w:val="Hyperlink"/>
            <w:noProof/>
          </w:rPr>
          <w:t xml:space="preserve">II.27.2 </w:t>
        </w:r>
        <w:r w:rsidR="00EB128A">
          <w:rPr>
            <w:rFonts w:asciiTheme="minorHAnsi" w:eastAsiaTheme="minorEastAsia" w:hAnsiTheme="minorHAnsi" w:cstheme="minorBidi"/>
            <w:noProof/>
            <w:sz w:val="22"/>
            <w:szCs w:val="22"/>
            <w:lang w:eastAsia="en-GB"/>
          </w:rPr>
          <w:tab/>
        </w:r>
        <w:r w:rsidR="00EB128A" w:rsidRPr="00097E1B">
          <w:rPr>
            <w:rStyle w:val="Hyperlink"/>
            <w:noProof/>
          </w:rPr>
          <w:t>Duty to keep documents</w:t>
        </w:r>
        <w:r w:rsidR="00EB128A">
          <w:rPr>
            <w:noProof/>
          </w:rPr>
          <w:tab/>
        </w:r>
        <w:r w:rsidR="00EB128A">
          <w:rPr>
            <w:noProof/>
          </w:rPr>
          <w:fldChar w:fldCharType="begin"/>
        </w:r>
        <w:r w:rsidR="00EB128A">
          <w:rPr>
            <w:noProof/>
          </w:rPr>
          <w:instrText xml:space="preserve"> PAGEREF _Toc530496979 \h </w:instrText>
        </w:r>
        <w:r w:rsidR="00EB128A">
          <w:rPr>
            <w:noProof/>
          </w:rPr>
        </w:r>
        <w:r w:rsidR="00EB128A">
          <w:rPr>
            <w:noProof/>
          </w:rPr>
          <w:fldChar w:fldCharType="separate"/>
        </w:r>
        <w:r w:rsidR="00F64789">
          <w:rPr>
            <w:noProof/>
          </w:rPr>
          <w:t>37</w:t>
        </w:r>
        <w:r w:rsidR="00EB128A">
          <w:rPr>
            <w:noProof/>
          </w:rPr>
          <w:fldChar w:fldCharType="end"/>
        </w:r>
      </w:hyperlink>
    </w:p>
    <w:p w14:paraId="78AD0846" w14:textId="3BEBC89E"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80" w:history="1">
        <w:r w:rsidR="00EB128A" w:rsidRPr="00097E1B">
          <w:rPr>
            <w:rStyle w:val="Hyperlink"/>
            <w:noProof/>
          </w:rPr>
          <w:t xml:space="preserve">II.27.3 </w:t>
        </w:r>
        <w:r w:rsidR="00EB128A">
          <w:rPr>
            <w:rFonts w:asciiTheme="minorHAnsi" w:eastAsiaTheme="minorEastAsia" w:hAnsiTheme="minorHAnsi" w:cstheme="minorBidi"/>
            <w:noProof/>
            <w:sz w:val="22"/>
            <w:szCs w:val="22"/>
            <w:lang w:eastAsia="en-GB"/>
          </w:rPr>
          <w:tab/>
        </w:r>
        <w:r w:rsidR="00EB128A" w:rsidRPr="00097E1B">
          <w:rPr>
            <w:rStyle w:val="Hyperlink"/>
            <w:noProof/>
          </w:rPr>
          <w:t>Obligation to provide information</w:t>
        </w:r>
        <w:r w:rsidR="00EB128A">
          <w:rPr>
            <w:noProof/>
          </w:rPr>
          <w:tab/>
        </w:r>
        <w:r w:rsidR="00EB128A">
          <w:rPr>
            <w:noProof/>
          </w:rPr>
          <w:fldChar w:fldCharType="begin"/>
        </w:r>
        <w:r w:rsidR="00EB128A">
          <w:rPr>
            <w:noProof/>
          </w:rPr>
          <w:instrText xml:space="preserve"> PAGEREF _Toc530496980 \h </w:instrText>
        </w:r>
        <w:r w:rsidR="00EB128A">
          <w:rPr>
            <w:noProof/>
          </w:rPr>
        </w:r>
        <w:r w:rsidR="00EB128A">
          <w:rPr>
            <w:noProof/>
          </w:rPr>
          <w:fldChar w:fldCharType="separate"/>
        </w:r>
        <w:r w:rsidR="00F64789">
          <w:rPr>
            <w:noProof/>
          </w:rPr>
          <w:t>37</w:t>
        </w:r>
        <w:r w:rsidR="00EB128A">
          <w:rPr>
            <w:noProof/>
          </w:rPr>
          <w:fldChar w:fldCharType="end"/>
        </w:r>
      </w:hyperlink>
    </w:p>
    <w:p w14:paraId="78AD0847" w14:textId="5F7C21E6"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81" w:history="1">
        <w:r w:rsidR="00EB128A" w:rsidRPr="00097E1B">
          <w:rPr>
            <w:rStyle w:val="Hyperlink"/>
            <w:noProof/>
          </w:rPr>
          <w:t>II.27.4</w:t>
        </w:r>
        <w:r w:rsidR="00EB128A">
          <w:rPr>
            <w:rFonts w:asciiTheme="minorHAnsi" w:eastAsiaTheme="minorEastAsia" w:hAnsiTheme="minorHAnsi" w:cstheme="minorBidi"/>
            <w:noProof/>
            <w:sz w:val="22"/>
            <w:szCs w:val="22"/>
            <w:lang w:eastAsia="en-GB"/>
          </w:rPr>
          <w:tab/>
        </w:r>
        <w:r w:rsidR="00EB128A" w:rsidRPr="00097E1B">
          <w:rPr>
            <w:rStyle w:val="Hyperlink"/>
            <w:noProof/>
          </w:rPr>
          <w:t>On-the-spot visits</w:t>
        </w:r>
        <w:r w:rsidR="00EB128A">
          <w:rPr>
            <w:noProof/>
          </w:rPr>
          <w:tab/>
        </w:r>
        <w:r w:rsidR="00EB128A">
          <w:rPr>
            <w:noProof/>
          </w:rPr>
          <w:fldChar w:fldCharType="begin"/>
        </w:r>
        <w:r w:rsidR="00EB128A">
          <w:rPr>
            <w:noProof/>
          </w:rPr>
          <w:instrText xml:space="preserve"> PAGEREF _Toc530496981 \h </w:instrText>
        </w:r>
        <w:r w:rsidR="00EB128A">
          <w:rPr>
            <w:noProof/>
          </w:rPr>
        </w:r>
        <w:r w:rsidR="00EB128A">
          <w:rPr>
            <w:noProof/>
          </w:rPr>
          <w:fldChar w:fldCharType="separate"/>
        </w:r>
        <w:r w:rsidR="00F64789">
          <w:rPr>
            <w:noProof/>
          </w:rPr>
          <w:t>37</w:t>
        </w:r>
        <w:r w:rsidR="00EB128A">
          <w:rPr>
            <w:noProof/>
          </w:rPr>
          <w:fldChar w:fldCharType="end"/>
        </w:r>
      </w:hyperlink>
    </w:p>
    <w:p w14:paraId="78AD0848" w14:textId="382D5FDA"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82" w:history="1">
        <w:r w:rsidR="00EB128A" w:rsidRPr="00097E1B">
          <w:rPr>
            <w:rStyle w:val="Hyperlink"/>
            <w:noProof/>
          </w:rPr>
          <w:t>II.27.5</w:t>
        </w:r>
        <w:r w:rsidR="00EB128A">
          <w:rPr>
            <w:rFonts w:asciiTheme="minorHAnsi" w:eastAsiaTheme="minorEastAsia" w:hAnsiTheme="minorHAnsi" w:cstheme="minorBidi"/>
            <w:noProof/>
            <w:sz w:val="22"/>
            <w:szCs w:val="22"/>
            <w:lang w:eastAsia="en-GB"/>
          </w:rPr>
          <w:tab/>
        </w:r>
        <w:r w:rsidR="00EB128A" w:rsidRPr="00097E1B">
          <w:rPr>
            <w:rStyle w:val="Hyperlink"/>
            <w:noProof/>
          </w:rPr>
          <w:t>Contradictory audit procedure</w:t>
        </w:r>
        <w:r w:rsidR="00EB128A">
          <w:rPr>
            <w:noProof/>
          </w:rPr>
          <w:tab/>
        </w:r>
        <w:r w:rsidR="00EB128A">
          <w:rPr>
            <w:noProof/>
          </w:rPr>
          <w:fldChar w:fldCharType="begin"/>
        </w:r>
        <w:r w:rsidR="00EB128A">
          <w:rPr>
            <w:noProof/>
          </w:rPr>
          <w:instrText xml:space="preserve"> PAGEREF _Toc530496982 \h </w:instrText>
        </w:r>
        <w:r w:rsidR="00EB128A">
          <w:rPr>
            <w:noProof/>
          </w:rPr>
        </w:r>
        <w:r w:rsidR="00EB128A">
          <w:rPr>
            <w:noProof/>
          </w:rPr>
          <w:fldChar w:fldCharType="separate"/>
        </w:r>
        <w:r w:rsidR="00F64789">
          <w:rPr>
            <w:noProof/>
          </w:rPr>
          <w:t>38</w:t>
        </w:r>
        <w:r w:rsidR="00EB128A">
          <w:rPr>
            <w:noProof/>
          </w:rPr>
          <w:fldChar w:fldCharType="end"/>
        </w:r>
      </w:hyperlink>
    </w:p>
    <w:p w14:paraId="78AD0849" w14:textId="3FC30C3B"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83" w:history="1">
        <w:r w:rsidR="00EB128A" w:rsidRPr="00097E1B">
          <w:rPr>
            <w:rStyle w:val="Hyperlink"/>
            <w:noProof/>
          </w:rPr>
          <w:t xml:space="preserve">II.27.6 </w:t>
        </w:r>
        <w:r w:rsidR="00EB128A">
          <w:rPr>
            <w:rFonts w:asciiTheme="minorHAnsi" w:eastAsiaTheme="minorEastAsia" w:hAnsiTheme="minorHAnsi" w:cstheme="minorBidi"/>
            <w:noProof/>
            <w:sz w:val="22"/>
            <w:szCs w:val="22"/>
            <w:lang w:eastAsia="en-GB"/>
          </w:rPr>
          <w:tab/>
        </w:r>
        <w:r w:rsidR="00EB128A" w:rsidRPr="00097E1B">
          <w:rPr>
            <w:rStyle w:val="Hyperlink"/>
            <w:noProof/>
          </w:rPr>
          <w:t>Effects of audit findings</w:t>
        </w:r>
        <w:r w:rsidR="00EB128A">
          <w:rPr>
            <w:noProof/>
          </w:rPr>
          <w:tab/>
        </w:r>
        <w:r w:rsidR="00EB128A">
          <w:rPr>
            <w:noProof/>
          </w:rPr>
          <w:fldChar w:fldCharType="begin"/>
        </w:r>
        <w:r w:rsidR="00EB128A">
          <w:rPr>
            <w:noProof/>
          </w:rPr>
          <w:instrText xml:space="preserve"> PAGEREF _Toc530496983 \h </w:instrText>
        </w:r>
        <w:r w:rsidR="00EB128A">
          <w:rPr>
            <w:noProof/>
          </w:rPr>
        </w:r>
        <w:r w:rsidR="00EB128A">
          <w:rPr>
            <w:noProof/>
          </w:rPr>
          <w:fldChar w:fldCharType="separate"/>
        </w:r>
        <w:r w:rsidR="00F64789">
          <w:rPr>
            <w:noProof/>
          </w:rPr>
          <w:t>38</w:t>
        </w:r>
        <w:r w:rsidR="00EB128A">
          <w:rPr>
            <w:noProof/>
          </w:rPr>
          <w:fldChar w:fldCharType="end"/>
        </w:r>
      </w:hyperlink>
    </w:p>
    <w:p w14:paraId="78AD084A" w14:textId="38B90BB3"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84" w:history="1">
        <w:r w:rsidR="00EB128A" w:rsidRPr="00097E1B">
          <w:rPr>
            <w:rStyle w:val="Hyperlink"/>
            <w:noProof/>
          </w:rPr>
          <w:t xml:space="preserve">II.27.7 </w:t>
        </w:r>
        <w:r w:rsidR="00EB128A">
          <w:rPr>
            <w:rFonts w:asciiTheme="minorHAnsi" w:eastAsiaTheme="minorEastAsia" w:hAnsiTheme="minorHAnsi" w:cstheme="minorBidi"/>
            <w:noProof/>
            <w:sz w:val="22"/>
            <w:szCs w:val="22"/>
            <w:lang w:eastAsia="en-GB"/>
          </w:rPr>
          <w:tab/>
        </w:r>
        <w:r w:rsidR="00EB128A" w:rsidRPr="00097E1B">
          <w:rPr>
            <w:rStyle w:val="Hyperlink"/>
            <w:noProof/>
          </w:rPr>
          <w:t>Correction of systemic or recurrent irregularities, fraud or breach of obligations</w:t>
        </w:r>
        <w:r w:rsidR="00EB128A">
          <w:rPr>
            <w:noProof/>
          </w:rPr>
          <w:tab/>
        </w:r>
        <w:r w:rsidR="00EB128A">
          <w:rPr>
            <w:noProof/>
          </w:rPr>
          <w:fldChar w:fldCharType="begin"/>
        </w:r>
        <w:r w:rsidR="00EB128A">
          <w:rPr>
            <w:noProof/>
          </w:rPr>
          <w:instrText xml:space="preserve"> PAGEREF _Toc530496984 \h </w:instrText>
        </w:r>
        <w:r w:rsidR="00EB128A">
          <w:rPr>
            <w:noProof/>
          </w:rPr>
        </w:r>
        <w:r w:rsidR="00EB128A">
          <w:rPr>
            <w:noProof/>
          </w:rPr>
          <w:fldChar w:fldCharType="separate"/>
        </w:r>
        <w:r w:rsidR="00F64789">
          <w:rPr>
            <w:noProof/>
          </w:rPr>
          <w:t>38</w:t>
        </w:r>
        <w:r w:rsidR="00EB128A">
          <w:rPr>
            <w:noProof/>
          </w:rPr>
          <w:fldChar w:fldCharType="end"/>
        </w:r>
      </w:hyperlink>
    </w:p>
    <w:p w14:paraId="78AD084B" w14:textId="2E02AAD2"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85" w:history="1">
        <w:r w:rsidR="00EB128A" w:rsidRPr="00097E1B">
          <w:rPr>
            <w:rStyle w:val="Hyperlink"/>
            <w:noProof/>
          </w:rPr>
          <w:t>II.27.8</w:t>
        </w:r>
        <w:r w:rsidR="00EB128A">
          <w:rPr>
            <w:rFonts w:asciiTheme="minorHAnsi" w:eastAsiaTheme="minorEastAsia" w:hAnsiTheme="minorHAnsi" w:cstheme="minorBidi"/>
            <w:noProof/>
            <w:sz w:val="22"/>
            <w:szCs w:val="22"/>
            <w:lang w:eastAsia="en-GB"/>
          </w:rPr>
          <w:tab/>
        </w:r>
        <w:r w:rsidR="00EB128A" w:rsidRPr="00097E1B">
          <w:rPr>
            <w:rStyle w:val="Hyperlink"/>
            <w:noProof/>
          </w:rPr>
          <w:t>Rights of  OLAF</w:t>
        </w:r>
        <w:r w:rsidR="00EB128A">
          <w:rPr>
            <w:noProof/>
          </w:rPr>
          <w:tab/>
        </w:r>
        <w:r w:rsidR="00EB128A">
          <w:rPr>
            <w:noProof/>
          </w:rPr>
          <w:fldChar w:fldCharType="begin"/>
        </w:r>
        <w:r w:rsidR="00EB128A">
          <w:rPr>
            <w:noProof/>
          </w:rPr>
          <w:instrText xml:space="preserve"> PAGEREF _Toc530496985 \h </w:instrText>
        </w:r>
        <w:r w:rsidR="00EB128A">
          <w:rPr>
            <w:noProof/>
          </w:rPr>
        </w:r>
        <w:r w:rsidR="00EB128A">
          <w:rPr>
            <w:noProof/>
          </w:rPr>
          <w:fldChar w:fldCharType="separate"/>
        </w:r>
        <w:r w:rsidR="00F64789">
          <w:rPr>
            <w:noProof/>
          </w:rPr>
          <w:t>40</w:t>
        </w:r>
        <w:r w:rsidR="00EB128A">
          <w:rPr>
            <w:noProof/>
          </w:rPr>
          <w:fldChar w:fldCharType="end"/>
        </w:r>
      </w:hyperlink>
    </w:p>
    <w:p w14:paraId="78AD084C" w14:textId="375FF722" w:rsidR="00EB128A" w:rsidRDefault="00D25047">
      <w:pPr>
        <w:pStyle w:val="TOC3"/>
        <w:tabs>
          <w:tab w:val="left" w:pos="2880"/>
        </w:tabs>
        <w:rPr>
          <w:rFonts w:asciiTheme="minorHAnsi" w:eastAsiaTheme="minorEastAsia" w:hAnsiTheme="minorHAnsi" w:cstheme="minorBidi"/>
          <w:noProof/>
          <w:sz w:val="22"/>
          <w:szCs w:val="22"/>
          <w:lang w:eastAsia="en-GB"/>
        </w:rPr>
      </w:pPr>
      <w:hyperlink w:anchor="_Toc530496986" w:history="1">
        <w:r w:rsidR="00EB128A" w:rsidRPr="00097E1B">
          <w:rPr>
            <w:rStyle w:val="Hyperlink"/>
            <w:noProof/>
          </w:rPr>
          <w:t>II.27.9</w:t>
        </w:r>
        <w:r w:rsidR="00EB128A">
          <w:rPr>
            <w:rFonts w:asciiTheme="minorHAnsi" w:eastAsiaTheme="minorEastAsia" w:hAnsiTheme="minorHAnsi" w:cstheme="minorBidi"/>
            <w:noProof/>
            <w:sz w:val="22"/>
            <w:szCs w:val="22"/>
            <w:lang w:eastAsia="en-GB"/>
          </w:rPr>
          <w:tab/>
        </w:r>
        <w:r w:rsidR="00EB128A" w:rsidRPr="00097E1B">
          <w:rPr>
            <w:rStyle w:val="Hyperlink"/>
            <w:noProof/>
          </w:rPr>
          <w:t>Rights of the European Court of Auditors and EPPO</w:t>
        </w:r>
        <w:r w:rsidR="00EB128A">
          <w:rPr>
            <w:noProof/>
          </w:rPr>
          <w:tab/>
        </w:r>
        <w:r w:rsidR="00EB128A">
          <w:rPr>
            <w:noProof/>
          </w:rPr>
          <w:fldChar w:fldCharType="begin"/>
        </w:r>
        <w:r w:rsidR="00EB128A">
          <w:rPr>
            <w:noProof/>
          </w:rPr>
          <w:instrText xml:space="preserve"> PAGEREF _Toc530496986 \h </w:instrText>
        </w:r>
        <w:r w:rsidR="00EB128A">
          <w:rPr>
            <w:noProof/>
          </w:rPr>
        </w:r>
        <w:r w:rsidR="00EB128A">
          <w:rPr>
            <w:noProof/>
          </w:rPr>
          <w:fldChar w:fldCharType="separate"/>
        </w:r>
        <w:r w:rsidR="00F64789">
          <w:rPr>
            <w:noProof/>
          </w:rPr>
          <w:t>41</w:t>
        </w:r>
        <w:r w:rsidR="00EB128A">
          <w:rPr>
            <w:noProof/>
          </w:rPr>
          <w:fldChar w:fldCharType="end"/>
        </w:r>
      </w:hyperlink>
    </w:p>
    <w:p w14:paraId="78AD084D" w14:textId="77777777" w:rsidR="00C274D9" w:rsidRDefault="00C274D9" w:rsidP="00C274D9">
      <w:r>
        <w:fldChar w:fldCharType="end"/>
      </w:r>
    </w:p>
    <w:p w14:paraId="78AD084E" w14:textId="77777777" w:rsidR="00C274D9" w:rsidRDefault="00C274D9" w:rsidP="00C274D9"/>
    <w:p w14:paraId="78AD084F" w14:textId="77777777" w:rsidR="00797DE7" w:rsidRDefault="00797DE7" w:rsidP="00C274D9">
      <w:pPr>
        <w:sectPr w:rsidR="00797DE7" w:rsidSect="00BF4ABF">
          <w:headerReference w:type="default" r:id="rId11"/>
          <w:footerReference w:type="default" r:id="rId12"/>
          <w:pgSz w:w="11906" w:h="16838" w:code="9"/>
          <w:pgMar w:top="1304" w:right="1418" w:bottom="1304" w:left="1418" w:header="567" w:footer="567" w:gutter="0"/>
          <w:cols w:space="708"/>
          <w:docGrid w:linePitch="360"/>
        </w:sectPr>
      </w:pPr>
    </w:p>
    <w:p w14:paraId="78AD0850" w14:textId="77777777" w:rsidR="00280365" w:rsidRPr="00345713" w:rsidRDefault="00280365" w:rsidP="00D43191">
      <w:pPr>
        <w:pStyle w:val="Heading1"/>
      </w:pPr>
      <w:bookmarkStart w:id="5" w:name="_Toc441250816"/>
      <w:bookmarkStart w:id="6" w:name="_Toc530496912"/>
      <w:bookmarkStart w:id="7" w:name="_Toc97092408"/>
      <w:r w:rsidRPr="00345713">
        <w:t xml:space="preserve">PART A </w:t>
      </w:r>
      <w:r w:rsidR="00345713">
        <w:rPr>
          <w:rFonts w:hint="eastAsia"/>
        </w:rPr>
        <w:t>—</w:t>
      </w:r>
      <w:r w:rsidRPr="00345713">
        <w:t xml:space="preserve"> LEGAL AND ADMINISTRATIVE PROVISIONS</w:t>
      </w:r>
      <w:bookmarkEnd w:id="5"/>
      <w:bookmarkEnd w:id="6"/>
    </w:p>
    <w:p w14:paraId="78AD0851" w14:textId="77777777" w:rsidR="00FE696A" w:rsidRPr="00345713" w:rsidRDefault="000A4F91" w:rsidP="00D43191">
      <w:pPr>
        <w:pStyle w:val="Heading2"/>
      </w:pPr>
      <w:bookmarkStart w:id="8" w:name="_Toc441250817"/>
      <w:bookmarkStart w:id="9" w:name="_Toc530496913"/>
      <w:r w:rsidRPr="00345713">
        <w:t xml:space="preserve">Article </w:t>
      </w:r>
      <w:r w:rsidR="00FE696A" w:rsidRPr="00345713">
        <w:t xml:space="preserve">II.1 </w:t>
      </w:r>
      <w:r w:rsidR="00345713">
        <w:rPr>
          <w:rFonts w:hint="eastAsia"/>
        </w:rPr>
        <w:t>—</w:t>
      </w:r>
      <w:r w:rsidR="00FE696A" w:rsidRPr="00345713">
        <w:t xml:space="preserve"> D</w:t>
      </w:r>
      <w:r w:rsidR="00D43191" w:rsidRPr="00345713">
        <w:t>efinitions</w:t>
      </w:r>
      <w:bookmarkEnd w:id="8"/>
      <w:bookmarkEnd w:id="9"/>
    </w:p>
    <w:p w14:paraId="78AD0852" w14:textId="77777777" w:rsidR="00BF1449" w:rsidRPr="00345713" w:rsidRDefault="00BF1449" w:rsidP="00D43191">
      <w:r w:rsidRPr="00345713">
        <w:t>The following definitions apply for the purpose of th</w:t>
      </w:r>
      <w:r w:rsidR="00801487" w:rsidRPr="00345713">
        <w:t>e</w:t>
      </w:r>
      <w:r w:rsidRPr="00345713">
        <w:t xml:space="preserve"> Agreement:</w:t>
      </w:r>
    </w:p>
    <w:p w14:paraId="78AD0853" w14:textId="77777777" w:rsidR="005A2136" w:rsidRDefault="008021C5" w:rsidP="00D43191">
      <w:r w:rsidRPr="00345713">
        <w:rPr>
          <w:b/>
        </w:rPr>
        <w:t>‘</w:t>
      </w:r>
      <w:r w:rsidR="00EB7F91" w:rsidRPr="00345713">
        <w:rPr>
          <w:b/>
        </w:rPr>
        <w:t>A</w:t>
      </w:r>
      <w:r w:rsidR="00AA0EAA" w:rsidRPr="00345713">
        <w:rPr>
          <w:b/>
        </w:rPr>
        <w:t>ction</w:t>
      </w:r>
      <w:r w:rsidRPr="00345713">
        <w:rPr>
          <w:b/>
        </w:rPr>
        <w:t>’</w:t>
      </w:r>
      <w:r w:rsidR="005A2136" w:rsidRPr="00345713">
        <w:rPr>
          <w:b/>
        </w:rPr>
        <w:t xml:space="preserve">: </w:t>
      </w:r>
      <w:r w:rsidR="005A2136" w:rsidRPr="00345713">
        <w:t>the</w:t>
      </w:r>
      <w:r w:rsidR="005A2136" w:rsidRPr="00345713">
        <w:rPr>
          <w:b/>
        </w:rPr>
        <w:t xml:space="preserve"> </w:t>
      </w:r>
      <w:r w:rsidR="005A2136" w:rsidRPr="00345713">
        <w:t>set of activities</w:t>
      </w:r>
      <w:r w:rsidR="00146A66">
        <w:t xml:space="preserve"> or</w:t>
      </w:r>
      <w:r w:rsidR="00146A66" w:rsidRPr="00345713">
        <w:t xml:space="preserve"> </w:t>
      </w:r>
      <w:r w:rsidR="005A2136" w:rsidRPr="00345713">
        <w:t>the project for which the grant is awarded</w:t>
      </w:r>
      <w:r w:rsidR="001C1907" w:rsidRPr="00345713">
        <w:t>,</w:t>
      </w:r>
      <w:r w:rsidR="005A2136" w:rsidRPr="00345713">
        <w:t xml:space="preserve"> to be implemented by the beneficiaries as described in Annex I.</w:t>
      </w:r>
    </w:p>
    <w:p w14:paraId="78AD0854" w14:textId="77777777" w:rsidR="00FE696A" w:rsidRPr="00345713" w:rsidRDefault="00486CFB" w:rsidP="00D43191">
      <w:r w:rsidRPr="00DB7A69">
        <w:rPr>
          <w:b/>
        </w:rPr>
        <w:t xml:space="preserve">‘Breach of obligations’: </w:t>
      </w:r>
      <w:r w:rsidRPr="00DB7A69">
        <w:t>failure by a beneficiary to fulfil one or more of its contractual obligations</w:t>
      </w:r>
      <w:r w:rsidRPr="000E0DED">
        <w:t>.</w:t>
      </w:r>
      <w:r w:rsidR="008021C5" w:rsidRPr="00345713">
        <w:rPr>
          <w:b/>
        </w:rPr>
        <w:t>‘</w:t>
      </w:r>
      <w:r w:rsidR="00E71B03" w:rsidRPr="00345713">
        <w:rPr>
          <w:b/>
        </w:rPr>
        <w:t>C</w:t>
      </w:r>
      <w:r w:rsidR="00FE696A" w:rsidRPr="00345713">
        <w:rPr>
          <w:b/>
        </w:rPr>
        <w:t>onfi</w:t>
      </w:r>
      <w:r w:rsidR="00BF1449" w:rsidRPr="00345713">
        <w:rPr>
          <w:b/>
        </w:rPr>
        <w:t>dential information or document</w:t>
      </w:r>
      <w:r w:rsidR="008021C5" w:rsidRPr="00345713">
        <w:rPr>
          <w:b/>
        </w:rPr>
        <w:t>’</w:t>
      </w:r>
      <w:r w:rsidR="00BF1449" w:rsidRPr="00345713">
        <w:t xml:space="preserve">: any information or document </w:t>
      </w:r>
      <w:r w:rsidR="0027321C" w:rsidRPr="00345713">
        <w:t>(in any form</w:t>
      </w:r>
      <w:r w:rsidR="00760741" w:rsidRPr="00345713">
        <w:t>at</w:t>
      </w:r>
      <w:r w:rsidR="0027321C" w:rsidRPr="00345713">
        <w:t xml:space="preserve">) </w:t>
      </w:r>
      <w:r w:rsidR="00BF1449" w:rsidRPr="00345713">
        <w:t>received by either party from the other or accessed by either party in the context of</w:t>
      </w:r>
      <w:r w:rsidR="00BF1449" w:rsidRPr="00345713" w:rsidDel="00834727">
        <w:t xml:space="preserve"> </w:t>
      </w:r>
      <w:r w:rsidR="00BF1449" w:rsidRPr="00345713">
        <w:t>the implementation of th</w:t>
      </w:r>
      <w:r w:rsidR="00801487" w:rsidRPr="00345713">
        <w:t>e</w:t>
      </w:r>
      <w:r w:rsidR="00BF1449" w:rsidRPr="00345713">
        <w:t xml:space="preserve"> </w:t>
      </w:r>
      <w:r w:rsidR="00BF1449" w:rsidRPr="003506FA">
        <w:t>Agreement that any of the parties has identified in writ</w:t>
      </w:r>
      <w:r w:rsidR="00BF1449" w:rsidRPr="002B5703">
        <w:t>ing as confidential. It does not include</w:t>
      </w:r>
      <w:r w:rsidR="00BF1449" w:rsidRPr="00345713">
        <w:t xml:space="preserve"> information that is publicly available.</w:t>
      </w:r>
    </w:p>
    <w:p w14:paraId="78AD0855" w14:textId="77777777" w:rsidR="00FE696A" w:rsidRPr="00345713" w:rsidRDefault="008021C5" w:rsidP="00D43191">
      <w:pPr>
        <w:rPr>
          <w:b/>
        </w:rPr>
      </w:pPr>
      <w:r w:rsidRPr="00345713">
        <w:rPr>
          <w:b/>
        </w:rPr>
        <w:t>‘</w:t>
      </w:r>
      <w:r w:rsidR="00BF1449" w:rsidRPr="00345713">
        <w:rPr>
          <w:b/>
        </w:rPr>
        <w:t>Conflict of interests</w:t>
      </w:r>
      <w:r w:rsidRPr="00345713">
        <w:rPr>
          <w:b/>
        </w:rPr>
        <w:t>’</w:t>
      </w:r>
      <w:r w:rsidR="00BF1449" w:rsidRPr="00345713">
        <w:rPr>
          <w:b/>
        </w:rPr>
        <w:t xml:space="preserve">: </w:t>
      </w:r>
      <w:r w:rsidR="00BF1449" w:rsidRPr="00345713">
        <w:t>a situation where the impartial and objective implementation of th</w:t>
      </w:r>
      <w:r w:rsidR="00801487" w:rsidRPr="00345713">
        <w:t>e</w:t>
      </w:r>
      <w:r w:rsidR="00BF1449" w:rsidRPr="00345713">
        <w:t xml:space="preserve"> Agreement </w:t>
      </w:r>
      <w:r w:rsidR="00862FA9" w:rsidRPr="00345713">
        <w:t xml:space="preserve">by a beneficiary </w:t>
      </w:r>
      <w:r w:rsidR="00BF1449" w:rsidRPr="00345713">
        <w:t xml:space="preserve">is compromised for reasons involving family, emotional life, political or national affinity, economic interest, </w:t>
      </w:r>
      <w:r w:rsidR="00325229" w:rsidRPr="0024462C">
        <w:rPr>
          <w:szCs w:val="24"/>
        </w:rPr>
        <w:t>any other direct or indirect personal interest</w:t>
      </w:r>
      <w:r w:rsidR="00325229">
        <w:rPr>
          <w:szCs w:val="24"/>
        </w:rPr>
        <w:t xml:space="preserve"> </w:t>
      </w:r>
      <w:r w:rsidR="00BF1449" w:rsidRPr="00345713">
        <w:t xml:space="preserve">or any other shared interest with the </w:t>
      </w:r>
      <w:r w:rsidR="00801487" w:rsidRPr="00345713">
        <w:t xml:space="preserve">Commission </w:t>
      </w:r>
      <w:r w:rsidR="00BF1449" w:rsidRPr="00345713">
        <w:t>or any third party related to the subject matter of th</w:t>
      </w:r>
      <w:r w:rsidR="00801487" w:rsidRPr="00345713">
        <w:t>e</w:t>
      </w:r>
      <w:r w:rsidR="00BF1449" w:rsidRPr="00345713">
        <w:t xml:space="preserve"> Agreement.</w:t>
      </w:r>
    </w:p>
    <w:p w14:paraId="78AD0856" w14:textId="77777777" w:rsidR="00324E1C" w:rsidRPr="00345713" w:rsidRDefault="008021C5" w:rsidP="00D43191">
      <w:r w:rsidRPr="00345713">
        <w:rPr>
          <w:b/>
        </w:rPr>
        <w:t>‘</w:t>
      </w:r>
      <w:r w:rsidR="00EB7F91" w:rsidRPr="00345713">
        <w:rPr>
          <w:b/>
        </w:rPr>
        <w:t>D</w:t>
      </w:r>
      <w:r w:rsidR="00503DE9" w:rsidRPr="00345713">
        <w:rPr>
          <w:b/>
        </w:rPr>
        <w:t>irect costs</w:t>
      </w:r>
      <w:r w:rsidRPr="00345713">
        <w:rPr>
          <w:b/>
        </w:rPr>
        <w:t>’</w:t>
      </w:r>
      <w:r w:rsidR="00324E1C" w:rsidRPr="00345713">
        <w:t>: those specific costs which are directly linked to the implementation of the action and can therefore be attributed directly to it. They may not include any in</w:t>
      </w:r>
      <w:r w:rsidR="00503DE9" w:rsidRPr="00345713">
        <w:t>direct costs</w:t>
      </w:r>
      <w:r w:rsidR="0084723F" w:rsidRPr="00345713">
        <w:t>;</w:t>
      </w:r>
    </w:p>
    <w:p w14:paraId="78AD0857" w14:textId="77777777" w:rsidR="00E71B03" w:rsidRPr="00345713" w:rsidRDefault="008021C5" w:rsidP="00D43191">
      <w:r w:rsidRPr="00345713">
        <w:rPr>
          <w:b/>
        </w:rPr>
        <w:t>‘</w:t>
      </w:r>
      <w:r w:rsidR="00FE696A" w:rsidRPr="00A6537C">
        <w:rPr>
          <w:b/>
          <w:i/>
        </w:rPr>
        <w:t>Force majeure</w:t>
      </w:r>
      <w:r w:rsidRPr="00345713">
        <w:rPr>
          <w:b/>
        </w:rPr>
        <w:t>’</w:t>
      </w:r>
      <w:r w:rsidR="00BF1449" w:rsidRPr="00345713">
        <w:rPr>
          <w:b/>
        </w:rPr>
        <w:t xml:space="preserve">: </w:t>
      </w:r>
      <w:r w:rsidR="00FF54D0" w:rsidRPr="00345713">
        <w:t>any unforeseeable, exceptional situation or event beyond the control of the parties that prevents either of them from fulfilling any of their obligations under th</w:t>
      </w:r>
      <w:r w:rsidR="00B82D03" w:rsidRPr="00345713">
        <w:t>e</w:t>
      </w:r>
      <w:r w:rsidR="00FF54D0" w:rsidRPr="00345713">
        <w:t xml:space="preserve"> Agreement</w:t>
      </w:r>
      <w:r w:rsidR="00FF54D0" w:rsidRPr="002B5703">
        <w:t>, which</w:t>
      </w:r>
      <w:r w:rsidR="00E3620F" w:rsidRPr="002B5703">
        <w:t xml:space="preserve"> is</w:t>
      </w:r>
      <w:r w:rsidR="00FF54D0" w:rsidRPr="002B5703">
        <w:t xml:space="preserve"> not attributable to error or</w:t>
      </w:r>
      <w:r w:rsidR="00FF54D0" w:rsidRPr="00345713">
        <w:t xml:space="preserve"> negligence on their part or on the part of the subcontractors </w:t>
      </w:r>
      <w:r w:rsidR="00E71B03" w:rsidRPr="00345713">
        <w:t xml:space="preserve">affiliated entities or third parties in receipt of financial support </w:t>
      </w:r>
      <w:r w:rsidR="00FF54D0" w:rsidRPr="00345713">
        <w:t>and which proves to be inevitable despite their exercising due diligence</w:t>
      </w:r>
      <w:r w:rsidR="00E71B03" w:rsidRPr="00345713">
        <w:t xml:space="preserve">. The following cannot be invoked as </w:t>
      </w:r>
      <w:r w:rsidR="00E71B03" w:rsidRPr="00A6537C">
        <w:rPr>
          <w:i/>
        </w:rPr>
        <w:t>force majeure</w:t>
      </w:r>
      <w:r w:rsidR="00E71B03" w:rsidRPr="00345713">
        <w:t xml:space="preserve">: </w:t>
      </w:r>
      <w:r w:rsidR="00E3620F" w:rsidRPr="00345713">
        <w:t xml:space="preserve">labour disputes, strikes, financial difficulties or </w:t>
      </w:r>
      <w:r w:rsidR="00E71B03" w:rsidRPr="00345713">
        <w:t>any default of a service, defect in equipment or material</w:t>
      </w:r>
      <w:r w:rsidR="002C6D29">
        <w:t>s</w:t>
      </w:r>
      <w:r w:rsidR="00E71B03" w:rsidRPr="00345713">
        <w:t xml:space="preserve"> or delays in making them available, unless they stem directly from a</w:t>
      </w:r>
      <w:r w:rsidR="0084723F" w:rsidRPr="00345713">
        <w:t xml:space="preserve"> relevant case of </w:t>
      </w:r>
      <w:r w:rsidR="0084723F" w:rsidRPr="00A6537C">
        <w:rPr>
          <w:i/>
        </w:rPr>
        <w:t>force majeure</w:t>
      </w:r>
      <w:r w:rsidR="0084723F" w:rsidRPr="00345713">
        <w:t>;</w:t>
      </w:r>
    </w:p>
    <w:p w14:paraId="78AD0858" w14:textId="77777777" w:rsidR="00824422" w:rsidRPr="00345713" w:rsidRDefault="008021C5" w:rsidP="001134CC">
      <w:pPr>
        <w:pStyle w:val="ListParagraph"/>
        <w:spacing w:after="0"/>
        <w:ind w:left="0"/>
        <w:contextualSpacing w:val="0"/>
        <w:rPr>
          <w:szCs w:val="24"/>
        </w:rPr>
      </w:pPr>
      <w:r w:rsidRPr="00345713">
        <w:rPr>
          <w:b/>
          <w:szCs w:val="24"/>
        </w:rPr>
        <w:t>‘</w:t>
      </w:r>
      <w:r w:rsidR="00CC531C" w:rsidRPr="00345713">
        <w:rPr>
          <w:b/>
          <w:szCs w:val="24"/>
        </w:rPr>
        <w:t>Formal notification</w:t>
      </w:r>
      <w:r w:rsidRPr="00345713">
        <w:rPr>
          <w:b/>
          <w:szCs w:val="24"/>
        </w:rPr>
        <w:t>’</w:t>
      </w:r>
      <w:r w:rsidR="00CC531C" w:rsidRPr="00345713">
        <w:rPr>
          <w:szCs w:val="24"/>
        </w:rPr>
        <w:t>: form of communication between the parties made in writing</w:t>
      </w:r>
      <w:r w:rsidR="0083195B" w:rsidRPr="00345713">
        <w:rPr>
          <w:szCs w:val="24"/>
        </w:rPr>
        <w:t xml:space="preserve"> by mail </w:t>
      </w:r>
      <w:r w:rsidR="00981B56" w:rsidRPr="00345713">
        <w:rPr>
          <w:szCs w:val="24"/>
        </w:rPr>
        <w:t xml:space="preserve">or electronic mail </w:t>
      </w:r>
      <w:r w:rsidR="00CC531C" w:rsidRPr="00345713">
        <w:rPr>
          <w:szCs w:val="24"/>
        </w:rPr>
        <w:t xml:space="preserve">which provides the sender </w:t>
      </w:r>
      <w:r w:rsidR="00452690" w:rsidRPr="00345713">
        <w:rPr>
          <w:szCs w:val="24"/>
        </w:rPr>
        <w:t xml:space="preserve">with </w:t>
      </w:r>
      <w:r w:rsidR="00CC531C" w:rsidRPr="00345713">
        <w:rPr>
          <w:szCs w:val="24"/>
        </w:rPr>
        <w:t>compelling evidence that the message was delivered to the specified recipient</w:t>
      </w:r>
      <w:r w:rsidR="0084723F" w:rsidRPr="00345713">
        <w:rPr>
          <w:szCs w:val="24"/>
        </w:rPr>
        <w:t>;</w:t>
      </w:r>
    </w:p>
    <w:p w14:paraId="78AD0859" w14:textId="77777777" w:rsidR="00CC531C" w:rsidRDefault="008021C5" w:rsidP="00D43191">
      <w:r w:rsidRPr="00345713">
        <w:rPr>
          <w:b/>
        </w:rPr>
        <w:t>‘</w:t>
      </w:r>
      <w:r w:rsidR="00CC531C" w:rsidRPr="00345713">
        <w:rPr>
          <w:b/>
        </w:rPr>
        <w:t>Fraud</w:t>
      </w:r>
      <w:r w:rsidRPr="00345713">
        <w:rPr>
          <w:b/>
        </w:rPr>
        <w:t>’</w:t>
      </w:r>
      <w:r w:rsidR="00CC531C" w:rsidRPr="00345713">
        <w:rPr>
          <w:b/>
        </w:rPr>
        <w:t xml:space="preserve">: </w:t>
      </w:r>
      <w:r w:rsidR="004B20C9" w:rsidRPr="008877D3">
        <w:rPr>
          <w:szCs w:val="24"/>
        </w:rPr>
        <w:t>any</w:t>
      </w:r>
      <w:r w:rsidR="004B20C9">
        <w:rPr>
          <w:szCs w:val="24"/>
        </w:rPr>
        <w:t xml:space="preserve"> act or omission relating to </w:t>
      </w:r>
      <w:r w:rsidR="004B20C9" w:rsidRPr="005C7F8D">
        <w:rPr>
          <w:szCs w:val="24"/>
        </w:rPr>
        <w:t xml:space="preserve">the use or presentation of false, incorrect or incomplete statements or documents, which has as its effect the misappropriation or wrongful retention of funds </w:t>
      </w:r>
      <w:r w:rsidR="004B20C9">
        <w:rPr>
          <w:szCs w:val="24"/>
        </w:rPr>
        <w:t xml:space="preserve">or assets from the Union budget, the </w:t>
      </w:r>
      <w:r w:rsidR="004B20C9" w:rsidRPr="005C7F8D">
        <w:rPr>
          <w:szCs w:val="24"/>
        </w:rPr>
        <w:t>non-disclosure of information in violation of a specific obligation, with the same effect</w:t>
      </w:r>
      <w:r w:rsidR="004B20C9">
        <w:rPr>
          <w:szCs w:val="24"/>
        </w:rPr>
        <w:t xml:space="preserve"> or </w:t>
      </w:r>
      <w:r w:rsidR="004B20C9" w:rsidRPr="005C7F8D">
        <w:rPr>
          <w:szCs w:val="24"/>
        </w:rPr>
        <w:t>the misapplication of such funds or assets for purposes other than those for whi</w:t>
      </w:r>
      <w:r w:rsidR="004B20C9">
        <w:rPr>
          <w:szCs w:val="24"/>
        </w:rPr>
        <w:t>ch they were originally granted.</w:t>
      </w:r>
      <w:r w:rsidR="004B20C9" w:rsidRPr="005C7F8D">
        <w:rPr>
          <w:szCs w:val="24"/>
        </w:rPr>
        <w:t xml:space="preserve"> </w:t>
      </w:r>
    </w:p>
    <w:p w14:paraId="78AD085A" w14:textId="77777777" w:rsidR="00A35642" w:rsidRPr="00046381" w:rsidRDefault="00A35642" w:rsidP="00A22CC0">
      <w:pPr>
        <w:spacing w:after="40"/>
      </w:pPr>
      <w:r>
        <w:rPr>
          <w:b/>
        </w:rPr>
        <w:t>'</w:t>
      </w:r>
      <w:r w:rsidRPr="00A22CC0">
        <w:rPr>
          <w:b/>
        </w:rPr>
        <w:t>Grave professional misconduct</w:t>
      </w:r>
      <w:r>
        <w:rPr>
          <w:b/>
        </w:rPr>
        <w:t xml:space="preserve">': </w:t>
      </w:r>
      <w:r w:rsidRPr="00046381">
        <w:t>a violation of applicable laws or regulations</w:t>
      </w:r>
      <w:r>
        <w:t xml:space="preserve"> </w:t>
      </w:r>
      <w:r w:rsidRPr="00046381">
        <w:t>or ethical standards of the profession to which a person or entity belongs, or any wrongful conduct of a person or entity which has an impact on its professional credibility where such conduct denotes wrongful intent or gross negligence.</w:t>
      </w:r>
    </w:p>
    <w:p w14:paraId="78AD085B" w14:textId="77777777" w:rsidR="00FE696A" w:rsidRPr="00345713" w:rsidRDefault="008021C5" w:rsidP="00D43191">
      <w:pPr>
        <w:rPr>
          <w:b/>
        </w:rPr>
      </w:pPr>
      <w:r w:rsidRPr="00345713">
        <w:rPr>
          <w:b/>
        </w:rPr>
        <w:t>‘</w:t>
      </w:r>
      <w:r w:rsidR="00FE696A" w:rsidRPr="00345713">
        <w:rPr>
          <w:b/>
        </w:rPr>
        <w:t>Implementation period</w:t>
      </w:r>
      <w:r w:rsidRPr="00345713">
        <w:rPr>
          <w:b/>
        </w:rPr>
        <w:t>’</w:t>
      </w:r>
      <w:r w:rsidR="00E71B03" w:rsidRPr="00345713">
        <w:rPr>
          <w:b/>
        </w:rPr>
        <w:t xml:space="preserve">: </w:t>
      </w:r>
      <w:r w:rsidR="00E71B03" w:rsidRPr="00345713">
        <w:t xml:space="preserve">the period of implementation of the activities forming part of the </w:t>
      </w:r>
      <w:r w:rsidR="00AA0EAA" w:rsidRPr="002B5703">
        <w:t>action</w:t>
      </w:r>
      <w:r w:rsidR="002B5703">
        <w:t>,</w:t>
      </w:r>
      <w:r w:rsidR="00E71B03" w:rsidRPr="002B5703">
        <w:t xml:space="preserve"> as specified</w:t>
      </w:r>
      <w:r w:rsidR="00E71B03" w:rsidRPr="00345713">
        <w:t xml:space="preserve"> in Article I.2.2</w:t>
      </w:r>
      <w:r w:rsidR="0084723F" w:rsidRPr="00345713">
        <w:t>;</w:t>
      </w:r>
    </w:p>
    <w:p w14:paraId="78AD085C" w14:textId="77777777" w:rsidR="00EB7F91" w:rsidRPr="00345713" w:rsidRDefault="008021C5" w:rsidP="00D43191">
      <w:r w:rsidRPr="00345713">
        <w:rPr>
          <w:b/>
        </w:rPr>
        <w:t>‘</w:t>
      </w:r>
      <w:r w:rsidR="00EB7F91" w:rsidRPr="00345713">
        <w:rPr>
          <w:b/>
        </w:rPr>
        <w:t>Indirect costs</w:t>
      </w:r>
      <w:r w:rsidRPr="00345713">
        <w:rPr>
          <w:b/>
        </w:rPr>
        <w:t>’</w:t>
      </w:r>
      <w:r w:rsidR="00EB7F91" w:rsidRPr="00345713">
        <w:t>: those costs which are not specific costs directly linke</w:t>
      </w:r>
      <w:r w:rsidR="00F648C4" w:rsidRPr="00345713">
        <w:t xml:space="preserve">d to the implementation of the </w:t>
      </w:r>
      <w:r w:rsidR="00EB7F91" w:rsidRPr="00345713">
        <w:t xml:space="preserve">action and </w:t>
      </w:r>
      <w:r w:rsidR="00C00224">
        <w:t xml:space="preserve">which </w:t>
      </w:r>
      <w:r w:rsidR="00EB7F91" w:rsidRPr="00345713">
        <w:t xml:space="preserve">therefore </w:t>
      </w:r>
      <w:r w:rsidR="00C00224" w:rsidRPr="00345713">
        <w:t>can</w:t>
      </w:r>
      <w:r w:rsidR="00EB7F91" w:rsidRPr="00345713">
        <w:t>not be attributed directly to it. They may not include any costs identifiable or declared as eligible direct costs</w:t>
      </w:r>
      <w:r w:rsidR="0084723F" w:rsidRPr="00345713">
        <w:t>;</w:t>
      </w:r>
    </w:p>
    <w:p w14:paraId="78AD085D" w14:textId="77777777" w:rsidR="00CC531C" w:rsidRPr="00345713" w:rsidRDefault="008021C5" w:rsidP="00D43191">
      <w:pPr>
        <w:rPr>
          <w:b/>
          <w:szCs w:val="24"/>
        </w:rPr>
      </w:pPr>
      <w:r w:rsidRPr="00345713">
        <w:rPr>
          <w:b/>
          <w:szCs w:val="24"/>
        </w:rPr>
        <w:t>‘</w:t>
      </w:r>
      <w:r w:rsidR="00CC531C" w:rsidRPr="00345713">
        <w:rPr>
          <w:b/>
          <w:szCs w:val="24"/>
        </w:rPr>
        <w:t>Irregularity</w:t>
      </w:r>
      <w:r w:rsidRPr="00345713">
        <w:rPr>
          <w:b/>
          <w:szCs w:val="24"/>
        </w:rPr>
        <w:t>’</w:t>
      </w:r>
      <w:r w:rsidR="00CC531C" w:rsidRPr="00345713">
        <w:rPr>
          <w:b/>
          <w:szCs w:val="24"/>
        </w:rPr>
        <w:t>:</w:t>
      </w:r>
      <w:r w:rsidR="00CC531C" w:rsidRPr="00345713">
        <w:t xml:space="preserve"> </w:t>
      </w:r>
      <w:r w:rsidR="00CC531C" w:rsidRPr="00345713">
        <w:rPr>
          <w:szCs w:val="24"/>
        </w:rPr>
        <w:t xml:space="preserve">any infringement of a provision of Union law resulting from an act or omission by </w:t>
      </w:r>
      <w:r w:rsidR="00807162" w:rsidRPr="00345713">
        <w:rPr>
          <w:szCs w:val="24"/>
        </w:rPr>
        <w:t>a beneficiary</w:t>
      </w:r>
      <w:r w:rsidR="00CC531C" w:rsidRPr="00345713">
        <w:rPr>
          <w:szCs w:val="24"/>
        </w:rPr>
        <w:t>, which has</w:t>
      </w:r>
      <w:r w:rsidR="00974927">
        <w:rPr>
          <w:szCs w:val="24"/>
        </w:rPr>
        <w:t xml:space="preserve"> or</w:t>
      </w:r>
      <w:r w:rsidR="00CC531C" w:rsidRPr="00345713">
        <w:rPr>
          <w:szCs w:val="24"/>
        </w:rPr>
        <w:t xml:space="preserve"> would have the effect of prejudici</w:t>
      </w:r>
      <w:r w:rsidR="0084723F" w:rsidRPr="00345713">
        <w:rPr>
          <w:szCs w:val="24"/>
        </w:rPr>
        <w:t>ng the Union</w:t>
      </w:r>
      <w:r w:rsidRPr="00345713">
        <w:rPr>
          <w:szCs w:val="24"/>
        </w:rPr>
        <w:t>’</w:t>
      </w:r>
      <w:r w:rsidR="0084723F" w:rsidRPr="00345713">
        <w:rPr>
          <w:szCs w:val="24"/>
        </w:rPr>
        <w:t>s budget;</w:t>
      </w:r>
    </w:p>
    <w:p w14:paraId="78AD085E" w14:textId="77777777" w:rsidR="00FE696A" w:rsidRPr="00345713" w:rsidRDefault="008021C5" w:rsidP="00D43191">
      <w:pPr>
        <w:rPr>
          <w:szCs w:val="24"/>
        </w:rPr>
      </w:pPr>
      <w:r w:rsidRPr="00345713">
        <w:rPr>
          <w:b/>
          <w:szCs w:val="24"/>
        </w:rPr>
        <w:t>‘</w:t>
      </w:r>
      <w:r w:rsidR="00FE696A" w:rsidRPr="00345713">
        <w:rPr>
          <w:b/>
          <w:szCs w:val="24"/>
        </w:rPr>
        <w:t>Maximum amount of the grant</w:t>
      </w:r>
      <w:r w:rsidRPr="00345713">
        <w:rPr>
          <w:b/>
          <w:szCs w:val="24"/>
        </w:rPr>
        <w:t>’</w:t>
      </w:r>
      <w:r w:rsidR="0027321C" w:rsidRPr="00345713">
        <w:rPr>
          <w:b/>
          <w:szCs w:val="24"/>
        </w:rPr>
        <w:t xml:space="preserve">: </w:t>
      </w:r>
      <w:r w:rsidR="0027321C" w:rsidRPr="00345713">
        <w:rPr>
          <w:szCs w:val="24"/>
        </w:rPr>
        <w:t xml:space="preserve">the maximum EU contribution to the </w:t>
      </w:r>
      <w:r w:rsidR="00AA0EAA" w:rsidRPr="00345713">
        <w:rPr>
          <w:szCs w:val="24"/>
        </w:rPr>
        <w:t>action</w:t>
      </w:r>
      <w:r w:rsidR="002B5703">
        <w:rPr>
          <w:szCs w:val="24"/>
        </w:rPr>
        <w:t>,</w:t>
      </w:r>
      <w:r w:rsidR="0027321C" w:rsidRPr="00345713">
        <w:rPr>
          <w:szCs w:val="24"/>
        </w:rPr>
        <w:t xml:space="preserve"> as defined in Article I.</w:t>
      </w:r>
      <w:r w:rsidR="00D93F4C" w:rsidRPr="00345713">
        <w:rPr>
          <w:szCs w:val="24"/>
        </w:rPr>
        <w:t>3</w:t>
      </w:r>
      <w:r w:rsidR="0091278F" w:rsidRPr="00345713">
        <w:rPr>
          <w:szCs w:val="24"/>
        </w:rPr>
        <w:t>.1</w:t>
      </w:r>
      <w:r w:rsidR="0084723F" w:rsidRPr="00345713">
        <w:rPr>
          <w:szCs w:val="24"/>
        </w:rPr>
        <w:t>;</w:t>
      </w:r>
    </w:p>
    <w:p w14:paraId="78AD085F" w14:textId="77777777" w:rsidR="006F1EBE" w:rsidRPr="00345713" w:rsidRDefault="008021C5" w:rsidP="00D43191">
      <w:pPr>
        <w:rPr>
          <w:szCs w:val="24"/>
        </w:rPr>
      </w:pPr>
      <w:r w:rsidRPr="00345713">
        <w:rPr>
          <w:b/>
          <w:szCs w:val="24"/>
        </w:rPr>
        <w:t>‘</w:t>
      </w:r>
      <w:r w:rsidR="006F1EBE" w:rsidRPr="00345713">
        <w:rPr>
          <w:b/>
          <w:szCs w:val="24"/>
        </w:rPr>
        <w:t xml:space="preserve">Pre-existing material’: </w:t>
      </w:r>
      <w:r w:rsidR="006F1EBE" w:rsidRPr="00345713">
        <w:rPr>
          <w:szCs w:val="24"/>
        </w:rPr>
        <w:t>any material</w:t>
      </w:r>
      <w:r w:rsidR="002C6D29">
        <w:rPr>
          <w:szCs w:val="24"/>
        </w:rPr>
        <w:t>s</w:t>
      </w:r>
      <w:r w:rsidR="006F1EBE" w:rsidRPr="00345713">
        <w:rPr>
          <w:szCs w:val="24"/>
        </w:rPr>
        <w:t xml:space="preserve">, document, technology or know-how which exists prior to the </w:t>
      </w:r>
      <w:r w:rsidR="005512ED" w:rsidRPr="00345713">
        <w:rPr>
          <w:szCs w:val="24"/>
        </w:rPr>
        <w:t>beneficiary</w:t>
      </w:r>
      <w:r w:rsidR="006F1EBE" w:rsidRPr="00345713">
        <w:rPr>
          <w:szCs w:val="24"/>
        </w:rPr>
        <w:t xml:space="preserve"> using it for the production of a result in the implementation of the action;</w:t>
      </w:r>
    </w:p>
    <w:p w14:paraId="78AD0860" w14:textId="77777777" w:rsidR="002A4826" w:rsidRPr="00345713" w:rsidRDefault="008021C5" w:rsidP="00D43191">
      <w:pPr>
        <w:rPr>
          <w:b/>
          <w:szCs w:val="24"/>
        </w:rPr>
      </w:pPr>
      <w:r w:rsidRPr="00345713">
        <w:rPr>
          <w:b/>
          <w:szCs w:val="24"/>
        </w:rPr>
        <w:t>‘</w:t>
      </w:r>
      <w:r w:rsidR="00FE696A" w:rsidRPr="00345713">
        <w:rPr>
          <w:b/>
          <w:szCs w:val="24"/>
        </w:rPr>
        <w:t>Pre-existing right</w:t>
      </w:r>
      <w:r w:rsidRPr="00345713">
        <w:rPr>
          <w:b/>
          <w:szCs w:val="24"/>
        </w:rPr>
        <w:t>’</w:t>
      </w:r>
      <w:r w:rsidR="0027321C" w:rsidRPr="00345713">
        <w:rPr>
          <w:b/>
          <w:szCs w:val="24"/>
        </w:rPr>
        <w:t xml:space="preserve">: </w:t>
      </w:r>
      <w:r w:rsidR="000A0FE4" w:rsidRPr="00345713">
        <w:rPr>
          <w:szCs w:val="24"/>
        </w:rPr>
        <w:t xml:space="preserve">any industrial and intellectual property right on pre-existing material; it may consist in </w:t>
      </w:r>
      <w:r w:rsidR="00C00224">
        <w:rPr>
          <w:szCs w:val="24"/>
        </w:rPr>
        <w:t xml:space="preserve">a </w:t>
      </w:r>
      <w:r w:rsidR="000A0FE4" w:rsidRPr="00345713">
        <w:rPr>
          <w:szCs w:val="24"/>
        </w:rPr>
        <w:t xml:space="preserve">right of ownership, </w:t>
      </w:r>
      <w:r w:rsidR="00C00224">
        <w:rPr>
          <w:szCs w:val="24"/>
        </w:rPr>
        <w:t xml:space="preserve">a </w:t>
      </w:r>
      <w:r w:rsidR="000A0FE4" w:rsidRPr="00345713">
        <w:rPr>
          <w:szCs w:val="24"/>
        </w:rPr>
        <w:t xml:space="preserve">licence right and/or </w:t>
      </w:r>
      <w:r w:rsidR="00C00224">
        <w:rPr>
          <w:szCs w:val="24"/>
        </w:rPr>
        <w:t xml:space="preserve">a </w:t>
      </w:r>
      <w:r w:rsidR="000A0FE4" w:rsidRPr="00345713">
        <w:rPr>
          <w:szCs w:val="24"/>
        </w:rPr>
        <w:t>right of use belonging to the beneficiary o</w:t>
      </w:r>
      <w:r w:rsidR="00807162" w:rsidRPr="00345713">
        <w:rPr>
          <w:szCs w:val="24"/>
        </w:rPr>
        <w:t>r</w:t>
      </w:r>
      <w:r w:rsidR="000A0FE4" w:rsidRPr="00345713">
        <w:rPr>
          <w:szCs w:val="24"/>
        </w:rPr>
        <w:t xml:space="preserve"> any other third parties;</w:t>
      </w:r>
    </w:p>
    <w:p w14:paraId="78AD0861" w14:textId="77777777" w:rsidR="00D46145" w:rsidRPr="00345713" w:rsidRDefault="008021C5" w:rsidP="00D43191">
      <w:pPr>
        <w:rPr>
          <w:color w:val="000000"/>
          <w:szCs w:val="24"/>
        </w:rPr>
      </w:pPr>
      <w:r w:rsidRPr="00345713">
        <w:rPr>
          <w:b/>
          <w:color w:val="000000"/>
          <w:szCs w:val="24"/>
        </w:rPr>
        <w:t>‘</w:t>
      </w:r>
      <w:r w:rsidR="00D46145" w:rsidRPr="00345713">
        <w:rPr>
          <w:b/>
          <w:color w:val="000000"/>
          <w:szCs w:val="24"/>
        </w:rPr>
        <w:t>Related person</w:t>
      </w:r>
      <w:r w:rsidRPr="00345713">
        <w:rPr>
          <w:color w:val="000000"/>
          <w:szCs w:val="24"/>
        </w:rPr>
        <w:t>’</w:t>
      </w:r>
      <w:r w:rsidR="00CC531C" w:rsidRPr="00345713">
        <w:rPr>
          <w:color w:val="000000"/>
          <w:szCs w:val="24"/>
        </w:rPr>
        <w:t>:</w:t>
      </w:r>
      <w:r w:rsidR="00D46145" w:rsidRPr="00345713">
        <w:rPr>
          <w:color w:val="000000"/>
          <w:szCs w:val="24"/>
        </w:rPr>
        <w:t xml:space="preserve"> any</w:t>
      </w:r>
      <w:r w:rsidR="00795309">
        <w:rPr>
          <w:color w:val="000000"/>
          <w:szCs w:val="24"/>
        </w:rPr>
        <w:t xml:space="preserve"> natural or legal</w:t>
      </w:r>
      <w:r w:rsidR="00D46145" w:rsidRPr="00345713">
        <w:rPr>
          <w:color w:val="000000"/>
          <w:szCs w:val="24"/>
        </w:rPr>
        <w:t xml:space="preserve"> person who </w:t>
      </w:r>
      <w:r w:rsidR="00795309">
        <w:rPr>
          <w:color w:val="000000"/>
          <w:szCs w:val="24"/>
        </w:rPr>
        <w:t xml:space="preserve">is a member of the administrative management or supervisory body of the beneficiary or who </w:t>
      </w:r>
      <w:r w:rsidR="00D46145" w:rsidRPr="00345713">
        <w:rPr>
          <w:color w:val="000000"/>
          <w:szCs w:val="24"/>
        </w:rPr>
        <w:t>has power</w:t>
      </w:r>
      <w:r w:rsidR="00795309">
        <w:rPr>
          <w:color w:val="000000"/>
          <w:szCs w:val="24"/>
        </w:rPr>
        <w:t>s of</w:t>
      </w:r>
      <w:r w:rsidR="00D46145" w:rsidRPr="00345713">
        <w:rPr>
          <w:color w:val="000000"/>
          <w:szCs w:val="24"/>
        </w:rPr>
        <w:t xml:space="preserve"> represent</w:t>
      </w:r>
      <w:r w:rsidR="00795309">
        <w:rPr>
          <w:color w:val="000000"/>
          <w:szCs w:val="24"/>
        </w:rPr>
        <w:t>ation, decision or control with regard to</w:t>
      </w:r>
      <w:r w:rsidR="00D46145" w:rsidRPr="00345713">
        <w:rPr>
          <w:color w:val="000000"/>
          <w:szCs w:val="24"/>
        </w:rPr>
        <w:t xml:space="preserve"> the beneficiary</w:t>
      </w:r>
      <w:r w:rsidR="00AB3D77" w:rsidRPr="00345713">
        <w:rPr>
          <w:color w:val="000000"/>
          <w:szCs w:val="24"/>
        </w:rPr>
        <w:t>;</w:t>
      </w:r>
      <w:r w:rsidR="00D46145" w:rsidRPr="00345713">
        <w:rPr>
          <w:color w:val="000000"/>
          <w:szCs w:val="24"/>
        </w:rPr>
        <w:t xml:space="preserve">  </w:t>
      </w:r>
    </w:p>
    <w:p w14:paraId="78AD0862" w14:textId="77777777" w:rsidR="00FE696A" w:rsidRPr="00345713" w:rsidRDefault="008021C5" w:rsidP="00D43191">
      <w:pPr>
        <w:rPr>
          <w:b/>
        </w:rPr>
      </w:pPr>
      <w:r w:rsidRPr="00345713">
        <w:rPr>
          <w:b/>
        </w:rPr>
        <w:t>‘</w:t>
      </w:r>
      <w:r w:rsidR="00FE696A" w:rsidRPr="00345713">
        <w:rPr>
          <w:b/>
        </w:rPr>
        <w:t>Star</w:t>
      </w:r>
      <w:r w:rsidR="00BF1449" w:rsidRPr="00345713">
        <w:rPr>
          <w:b/>
        </w:rPr>
        <w:t>t</w:t>
      </w:r>
      <w:r w:rsidR="00FE696A" w:rsidRPr="00345713">
        <w:rPr>
          <w:b/>
        </w:rPr>
        <w:t>ing date</w:t>
      </w:r>
      <w:r w:rsidRPr="00345713">
        <w:rPr>
          <w:b/>
        </w:rPr>
        <w:t>’</w:t>
      </w:r>
      <w:r w:rsidR="00E71B03" w:rsidRPr="00345713">
        <w:rPr>
          <w:b/>
        </w:rPr>
        <w:t xml:space="preserve">: </w:t>
      </w:r>
      <w:r w:rsidR="00E71B03" w:rsidRPr="00345713">
        <w:t>the date on which the implementation of the</w:t>
      </w:r>
      <w:r w:rsidR="00F648C4" w:rsidRPr="00345713">
        <w:t xml:space="preserve"> </w:t>
      </w:r>
      <w:r w:rsidR="00AA0EAA" w:rsidRPr="00345713">
        <w:t>action</w:t>
      </w:r>
      <w:r w:rsidR="00E71B03" w:rsidRPr="00345713">
        <w:t xml:space="preserve"> </w:t>
      </w:r>
      <w:r w:rsidR="00E71B03" w:rsidRPr="002B5703">
        <w:t>starts as provided for</w:t>
      </w:r>
      <w:r w:rsidR="00E71B03" w:rsidRPr="00345713">
        <w:t xml:space="preserve"> in Article I.2.2</w:t>
      </w:r>
      <w:r w:rsidR="00AB3D77" w:rsidRPr="00345713">
        <w:t>;</w:t>
      </w:r>
    </w:p>
    <w:p w14:paraId="78AD0863" w14:textId="503437C4" w:rsidR="00AB3D77" w:rsidRPr="00345713" w:rsidRDefault="008021C5" w:rsidP="00D43191">
      <w:pPr>
        <w:rPr>
          <w:b/>
        </w:rPr>
      </w:pPr>
      <w:r w:rsidRPr="00345713">
        <w:rPr>
          <w:b/>
        </w:rPr>
        <w:t>‘</w:t>
      </w:r>
      <w:r w:rsidR="00AB3D77" w:rsidRPr="00345713">
        <w:rPr>
          <w:b/>
        </w:rPr>
        <w:t>Subcontract</w:t>
      </w:r>
      <w:r w:rsidRPr="00345713">
        <w:rPr>
          <w:b/>
        </w:rPr>
        <w:t>’</w:t>
      </w:r>
      <w:r w:rsidR="00AB3D77" w:rsidRPr="00345713">
        <w:rPr>
          <w:b/>
        </w:rPr>
        <w:t xml:space="preserve">: </w:t>
      </w:r>
      <w:r w:rsidR="00AB3D77" w:rsidRPr="00345713">
        <w:t>a procurement contract within the meaning of Article II.10, which covers the implementation by a third part</w:t>
      </w:r>
      <w:r w:rsidR="00F648C4" w:rsidRPr="00345713">
        <w:t xml:space="preserve">y of tasks forming part of the </w:t>
      </w:r>
      <w:r w:rsidR="00AB3D77" w:rsidRPr="00345713">
        <w:t>action as described in Annex I</w:t>
      </w:r>
      <w:r w:rsidR="000B48D0">
        <w:t>I</w:t>
      </w:r>
      <w:r w:rsidR="00B049D9">
        <w:t>.</w:t>
      </w:r>
    </w:p>
    <w:p w14:paraId="78AD0864" w14:textId="77777777" w:rsidR="00860C46" w:rsidRPr="00345713" w:rsidRDefault="000A4F91" w:rsidP="00D43191">
      <w:pPr>
        <w:pStyle w:val="Heading2"/>
      </w:pPr>
      <w:bookmarkStart w:id="10" w:name="_Toc441250818"/>
      <w:bookmarkStart w:id="11" w:name="_Toc530496914"/>
      <w:r w:rsidRPr="00345713">
        <w:t xml:space="preserve">Article </w:t>
      </w:r>
      <w:r w:rsidR="00860C46" w:rsidRPr="00345713">
        <w:t>II.</w:t>
      </w:r>
      <w:r w:rsidR="00B67DE2" w:rsidRPr="00345713">
        <w:t>2</w:t>
      </w:r>
      <w:r w:rsidR="00860C46" w:rsidRPr="00345713">
        <w:t xml:space="preserve"> </w:t>
      </w:r>
      <w:r w:rsidR="00345713">
        <w:rPr>
          <w:rFonts w:hint="eastAsia"/>
        </w:rPr>
        <w:t>—</w:t>
      </w:r>
      <w:r w:rsidR="00860C46" w:rsidRPr="00345713">
        <w:t xml:space="preserve"> G</w:t>
      </w:r>
      <w:r w:rsidR="00D43191" w:rsidRPr="00345713">
        <w:t>eneral obligations and roles of the beneficiaries</w:t>
      </w:r>
      <w:bookmarkEnd w:id="7"/>
      <w:bookmarkEnd w:id="10"/>
      <w:bookmarkEnd w:id="11"/>
    </w:p>
    <w:p w14:paraId="78AD0865" w14:textId="77777777" w:rsidR="00C04488" w:rsidRPr="00345713" w:rsidRDefault="006D7FBA" w:rsidP="00D43191">
      <w:pPr>
        <w:pStyle w:val="Heading3"/>
      </w:pPr>
      <w:bookmarkStart w:id="12" w:name="_Toc441250819"/>
      <w:bookmarkStart w:id="13" w:name="_Toc530496915"/>
      <w:r w:rsidRPr="00345713">
        <w:t>II.</w:t>
      </w:r>
      <w:r w:rsidR="00B67DE2" w:rsidRPr="00345713">
        <w:t>2</w:t>
      </w:r>
      <w:r w:rsidR="00860C46" w:rsidRPr="00345713">
        <w:t>.1</w:t>
      </w:r>
      <w:r w:rsidR="0022400D" w:rsidRPr="00345713">
        <w:tab/>
      </w:r>
      <w:r w:rsidR="0064624A" w:rsidRPr="00345713">
        <w:t>General</w:t>
      </w:r>
      <w:r w:rsidR="00E339CC" w:rsidRPr="00345713">
        <w:t xml:space="preserve"> </w:t>
      </w:r>
      <w:r w:rsidR="0064624A" w:rsidRPr="00345713">
        <w:t>o</w:t>
      </w:r>
      <w:r w:rsidR="00C04488" w:rsidRPr="00345713">
        <w:t>bligations and role of the beneficiaries</w:t>
      </w:r>
      <w:bookmarkEnd w:id="12"/>
      <w:bookmarkEnd w:id="13"/>
    </w:p>
    <w:p w14:paraId="78AD0866" w14:textId="77777777" w:rsidR="00860C46" w:rsidRPr="00345713" w:rsidRDefault="00D43191" w:rsidP="00D43191">
      <w:r w:rsidRPr="00345713">
        <w:t>The beneficiaries:</w:t>
      </w:r>
    </w:p>
    <w:p w14:paraId="78AD0867" w14:textId="77777777" w:rsidR="00860C46" w:rsidRPr="00345713" w:rsidRDefault="00395085" w:rsidP="005F0D03">
      <w:pPr>
        <w:spacing w:before="240" w:after="0"/>
        <w:ind w:left="567" w:hanging="567"/>
        <w:rPr>
          <w:szCs w:val="24"/>
        </w:rPr>
      </w:pPr>
      <w:r w:rsidRPr="00345713">
        <w:rPr>
          <w:szCs w:val="24"/>
        </w:rPr>
        <w:t>(</w:t>
      </w:r>
      <w:r w:rsidR="00860C46" w:rsidRPr="00345713">
        <w:rPr>
          <w:szCs w:val="24"/>
        </w:rPr>
        <w:t>a)</w:t>
      </w:r>
      <w:r w:rsidR="00864672" w:rsidRPr="00345713">
        <w:rPr>
          <w:szCs w:val="24"/>
        </w:rPr>
        <w:tab/>
      </w:r>
      <w:r w:rsidR="004758E7" w:rsidRPr="00345713">
        <w:rPr>
          <w:szCs w:val="24"/>
        </w:rPr>
        <w:t>are</w:t>
      </w:r>
      <w:r w:rsidR="006E34A3" w:rsidRPr="00345713">
        <w:rPr>
          <w:szCs w:val="24"/>
        </w:rPr>
        <w:t xml:space="preserve"> </w:t>
      </w:r>
      <w:r w:rsidR="00860C46" w:rsidRPr="00345713">
        <w:rPr>
          <w:szCs w:val="24"/>
        </w:rPr>
        <w:t>jointly and severally</w:t>
      </w:r>
      <w:r w:rsidR="004758E7" w:rsidRPr="00345713">
        <w:rPr>
          <w:szCs w:val="24"/>
        </w:rPr>
        <w:t xml:space="preserve"> liable</w:t>
      </w:r>
      <w:r w:rsidR="00943F04" w:rsidRPr="00345713">
        <w:rPr>
          <w:szCs w:val="24"/>
        </w:rPr>
        <w:t xml:space="preserve"> for carrying out the </w:t>
      </w:r>
      <w:r w:rsidR="00F648C4" w:rsidRPr="00345713">
        <w:rPr>
          <w:i/>
          <w:szCs w:val="24"/>
        </w:rPr>
        <w:t>action</w:t>
      </w:r>
      <w:r w:rsidR="00943F04" w:rsidRPr="00345713">
        <w:rPr>
          <w:szCs w:val="24"/>
        </w:rPr>
        <w:t xml:space="preserve"> </w:t>
      </w:r>
      <w:r w:rsidR="00860C46" w:rsidRPr="00345713">
        <w:rPr>
          <w:szCs w:val="24"/>
        </w:rPr>
        <w:t xml:space="preserve">in accordance with the </w:t>
      </w:r>
      <w:r w:rsidR="00952E98" w:rsidRPr="00345713">
        <w:rPr>
          <w:szCs w:val="24"/>
        </w:rPr>
        <w:t>Agreement</w:t>
      </w:r>
      <w:r w:rsidR="004758E7" w:rsidRPr="00345713">
        <w:rPr>
          <w:szCs w:val="24"/>
        </w:rPr>
        <w:t xml:space="preserve">. If a beneficiary fails to implement its part of the </w:t>
      </w:r>
      <w:r w:rsidR="00F648C4" w:rsidRPr="00345713">
        <w:rPr>
          <w:i/>
          <w:szCs w:val="24"/>
        </w:rPr>
        <w:t>action</w:t>
      </w:r>
      <w:r w:rsidR="004758E7" w:rsidRPr="00345713">
        <w:rPr>
          <w:szCs w:val="24"/>
        </w:rPr>
        <w:t>, the other beneficiaries become responsible for implementing this part (</w:t>
      </w:r>
      <w:r w:rsidR="00C00224">
        <w:rPr>
          <w:szCs w:val="24"/>
        </w:rPr>
        <w:t xml:space="preserve">but </w:t>
      </w:r>
      <w:r w:rsidR="004758E7" w:rsidRPr="00345713">
        <w:rPr>
          <w:szCs w:val="24"/>
        </w:rPr>
        <w:t>without</w:t>
      </w:r>
      <w:r w:rsidR="00B75E06" w:rsidRPr="00345713">
        <w:rPr>
          <w:szCs w:val="24"/>
        </w:rPr>
        <w:t xml:space="preserve"> increasing the </w:t>
      </w:r>
      <w:r w:rsidR="00B75E06" w:rsidRPr="00345713">
        <w:rPr>
          <w:i/>
          <w:szCs w:val="24"/>
        </w:rPr>
        <w:t>maximum amount of the grant</w:t>
      </w:r>
      <w:r w:rsidR="004758E7" w:rsidRPr="00345713">
        <w:rPr>
          <w:szCs w:val="24"/>
        </w:rPr>
        <w:t>)</w:t>
      </w:r>
      <w:r w:rsidR="00860C46" w:rsidRPr="00345713">
        <w:rPr>
          <w:szCs w:val="24"/>
        </w:rPr>
        <w:t>;</w:t>
      </w:r>
    </w:p>
    <w:p w14:paraId="78AD0868" w14:textId="77777777" w:rsidR="00860C46" w:rsidRPr="00345713" w:rsidRDefault="00395085" w:rsidP="00745320">
      <w:pPr>
        <w:spacing w:before="240" w:after="0"/>
        <w:ind w:left="567" w:hanging="567"/>
        <w:rPr>
          <w:szCs w:val="24"/>
        </w:rPr>
      </w:pPr>
      <w:r w:rsidRPr="00345713">
        <w:rPr>
          <w:szCs w:val="24"/>
        </w:rPr>
        <w:t>(</w:t>
      </w:r>
      <w:r w:rsidR="00860C46" w:rsidRPr="00345713">
        <w:rPr>
          <w:szCs w:val="24"/>
        </w:rPr>
        <w:t>b)</w:t>
      </w:r>
      <w:r w:rsidR="00864672" w:rsidRPr="00345713">
        <w:rPr>
          <w:szCs w:val="24"/>
        </w:rPr>
        <w:tab/>
      </w:r>
      <w:r w:rsidR="00745320" w:rsidRPr="00345713">
        <w:rPr>
          <w:szCs w:val="24"/>
        </w:rPr>
        <w:t>must</w:t>
      </w:r>
      <w:r w:rsidR="00A6298E" w:rsidRPr="00345713">
        <w:rPr>
          <w:szCs w:val="24"/>
        </w:rPr>
        <w:t xml:space="preserve"> </w:t>
      </w:r>
      <w:r w:rsidR="00860C46" w:rsidRPr="00345713">
        <w:rPr>
          <w:szCs w:val="24"/>
        </w:rPr>
        <w:t xml:space="preserve">comply </w:t>
      </w:r>
      <w:r w:rsidR="005F0D03" w:rsidRPr="00345713">
        <w:rPr>
          <w:szCs w:val="24"/>
        </w:rPr>
        <w:t xml:space="preserve">jointly or individually </w:t>
      </w:r>
      <w:r w:rsidR="00860C46" w:rsidRPr="00345713">
        <w:rPr>
          <w:szCs w:val="24"/>
        </w:rPr>
        <w:t>with any legal obligations</w:t>
      </w:r>
      <w:r w:rsidR="00745320" w:rsidRPr="00345713">
        <w:rPr>
          <w:szCs w:val="24"/>
        </w:rPr>
        <w:t xml:space="preserve"> </w:t>
      </w:r>
      <w:r w:rsidR="005F0D03" w:rsidRPr="00345713">
        <w:rPr>
          <w:szCs w:val="24"/>
        </w:rPr>
        <w:t xml:space="preserve">they are bound by </w:t>
      </w:r>
      <w:r w:rsidR="00745320" w:rsidRPr="00345713">
        <w:rPr>
          <w:szCs w:val="24"/>
        </w:rPr>
        <w:t>under applicable EU, international and national law</w:t>
      </w:r>
      <w:r w:rsidR="00860C46" w:rsidRPr="00345713">
        <w:rPr>
          <w:szCs w:val="24"/>
        </w:rPr>
        <w:t>;</w:t>
      </w:r>
    </w:p>
    <w:p w14:paraId="78AD0869" w14:textId="77777777" w:rsidR="00860C46" w:rsidRPr="00345713" w:rsidRDefault="00395085" w:rsidP="00242651">
      <w:pPr>
        <w:spacing w:before="240" w:after="0"/>
        <w:ind w:left="567" w:hanging="567"/>
        <w:rPr>
          <w:szCs w:val="24"/>
        </w:rPr>
      </w:pPr>
      <w:r w:rsidRPr="00345713">
        <w:rPr>
          <w:szCs w:val="24"/>
        </w:rPr>
        <w:t>(</w:t>
      </w:r>
      <w:r w:rsidR="00860C46" w:rsidRPr="00345713">
        <w:rPr>
          <w:szCs w:val="24"/>
        </w:rPr>
        <w:t>c)</w:t>
      </w:r>
      <w:r w:rsidR="00864672" w:rsidRPr="00345713">
        <w:rPr>
          <w:szCs w:val="24"/>
        </w:rPr>
        <w:tab/>
      </w:r>
      <w:r w:rsidR="006E34A3" w:rsidRPr="00345713">
        <w:rPr>
          <w:szCs w:val="24"/>
        </w:rPr>
        <w:t xml:space="preserve">must </w:t>
      </w:r>
      <w:r w:rsidR="004C29B9" w:rsidRPr="00345713">
        <w:rPr>
          <w:szCs w:val="24"/>
        </w:rPr>
        <w:t>make</w:t>
      </w:r>
      <w:r w:rsidR="00860C46" w:rsidRPr="00345713">
        <w:rPr>
          <w:szCs w:val="24"/>
        </w:rPr>
        <w:t xml:space="preserve"> appropriate internal arrangements </w:t>
      </w:r>
      <w:r w:rsidR="00300D4A">
        <w:rPr>
          <w:szCs w:val="24"/>
        </w:rPr>
        <w:t>to</w:t>
      </w:r>
      <w:r w:rsidR="00860C46" w:rsidRPr="00345713">
        <w:rPr>
          <w:szCs w:val="24"/>
        </w:rPr>
        <w:t xml:space="preserve"> implement the </w:t>
      </w:r>
      <w:r w:rsidR="00F648C4" w:rsidRPr="00345713">
        <w:rPr>
          <w:i/>
          <w:szCs w:val="24"/>
        </w:rPr>
        <w:t>action</w:t>
      </w:r>
      <w:r w:rsidR="00300D4A">
        <w:rPr>
          <w:szCs w:val="24"/>
        </w:rPr>
        <w:t xml:space="preserve"> properly</w:t>
      </w:r>
      <w:r w:rsidR="00C00224">
        <w:rPr>
          <w:szCs w:val="24"/>
        </w:rPr>
        <w:t>. The arrangements must be</w:t>
      </w:r>
      <w:r w:rsidR="00C00224" w:rsidRPr="00345713">
        <w:rPr>
          <w:szCs w:val="24"/>
        </w:rPr>
        <w:t xml:space="preserve"> </w:t>
      </w:r>
      <w:r w:rsidR="00860C46" w:rsidRPr="00345713">
        <w:rPr>
          <w:szCs w:val="24"/>
        </w:rPr>
        <w:t xml:space="preserve">consistent with the </w:t>
      </w:r>
      <w:r w:rsidR="00C00224">
        <w:rPr>
          <w:szCs w:val="24"/>
        </w:rPr>
        <w:t>terms</w:t>
      </w:r>
      <w:r w:rsidR="00C00224" w:rsidRPr="00345713">
        <w:rPr>
          <w:szCs w:val="24"/>
        </w:rPr>
        <w:t xml:space="preserve"> </w:t>
      </w:r>
      <w:r w:rsidR="00860C46" w:rsidRPr="00345713">
        <w:rPr>
          <w:szCs w:val="24"/>
        </w:rPr>
        <w:t>of th</w:t>
      </w:r>
      <w:r w:rsidR="00B82D03" w:rsidRPr="00345713">
        <w:rPr>
          <w:szCs w:val="24"/>
        </w:rPr>
        <w:t>e</w:t>
      </w:r>
      <w:r w:rsidR="00860C46" w:rsidRPr="00345713">
        <w:rPr>
          <w:szCs w:val="24"/>
        </w:rPr>
        <w:t xml:space="preserve"> </w:t>
      </w:r>
      <w:r w:rsidR="00952E98" w:rsidRPr="00345713">
        <w:rPr>
          <w:szCs w:val="24"/>
        </w:rPr>
        <w:t>Agreement</w:t>
      </w:r>
      <w:r w:rsidR="00C00224">
        <w:rPr>
          <w:szCs w:val="24"/>
        </w:rPr>
        <w:t>.</w:t>
      </w:r>
      <w:r w:rsidR="00C00224" w:rsidRPr="00345713">
        <w:rPr>
          <w:szCs w:val="24"/>
        </w:rPr>
        <w:t xml:space="preserve"> </w:t>
      </w:r>
      <w:r w:rsidR="00C00224">
        <w:rPr>
          <w:szCs w:val="24"/>
        </w:rPr>
        <w:t>If</w:t>
      </w:r>
      <w:r w:rsidR="00C00224" w:rsidRPr="00345713">
        <w:rPr>
          <w:szCs w:val="24"/>
        </w:rPr>
        <w:t xml:space="preserve"> </w:t>
      </w:r>
      <w:r w:rsidR="00860C46" w:rsidRPr="00345713">
        <w:rPr>
          <w:szCs w:val="24"/>
        </w:rPr>
        <w:t xml:space="preserve">provided for in the </w:t>
      </w:r>
      <w:r w:rsidR="00952E98" w:rsidRPr="00345713">
        <w:rPr>
          <w:szCs w:val="24"/>
        </w:rPr>
        <w:t>Special Conditions</w:t>
      </w:r>
      <w:r w:rsidR="003C18ED" w:rsidRPr="00345713">
        <w:rPr>
          <w:szCs w:val="24"/>
        </w:rPr>
        <w:t>,</w:t>
      </w:r>
      <w:r w:rsidR="00860C46" w:rsidRPr="00345713">
        <w:rPr>
          <w:szCs w:val="24"/>
        </w:rPr>
        <w:t xml:space="preserve"> those arrangements </w:t>
      </w:r>
      <w:r w:rsidR="002212A1" w:rsidRPr="00345713">
        <w:rPr>
          <w:szCs w:val="24"/>
        </w:rPr>
        <w:t>must</w:t>
      </w:r>
      <w:r w:rsidR="00860C46" w:rsidRPr="00345713">
        <w:rPr>
          <w:szCs w:val="24"/>
        </w:rPr>
        <w:t xml:space="preserve"> take the form of an internal cooperation agreem</w:t>
      </w:r>
      <w:r w:rsidR="00864672" w:rsidRPr="00345713">
        <w:rPr>
          <w:szCs w:val="24"/>
        </w:rPr>
        <w:t>ent between the beneficiaries.</w:t>
      </w:r>
    </w:p>
    <w:p w14:paraId="78AD086A" w14:textId="77777777" w:rsidR="0025073B" w:rsidRDefault="0025073B" w:rsidP="00D43191">
      <w:pPr>
        <w:pStyle w:val="Heading3"/>
      </w:pPr>
      <w:bookmarkStart w:id="14" w:name="_Toc441250820"/>
      <w:bookmarkStart w:id="15" w:name="_Toc530496916"/>
    </w:p>
    <w:p w14:paraId="78AD086B" w14:textId="77777777" w:rsidR="00BF6E96" w:rsidRPr="00345713" w:rsidRDefault="00860C46" w:rsidP="00D43191">
      <w:pPr>
        <w:pStyle w:val="Heading3"/>
      </w:pPr>
      <w:r w:rsidRPr="00345713">
        <w:t>II.</w:t>
      </w:r>
      <w:r w:rsidR="00B67DE2" w:rsidRPr="00345713">
        <w:t>2</w:t>
      </w:r>
      <w:r w:rsidRPr="00345713">
        <w:t>.2</w:t>
      </w:r>
      <w:r w:rsidR="0022400D" w:rsidRPr="00345713">
        <w:tab/>
      </w:r>
      <w:r w:rsidR="0064624A" w:rsidRPr="00345713">
        <w:t>General o</w:t>
      </w:r>
      <w:r w:rsidR="00BF6E96" w:rsidRPr="00345713">
        <w:t>bligations and role of each beneficiary</w:t>
      </w:r>
      <w:bookmarkEnd w:id="14"/>
      <w:bookmarkEnd w:id="15"/>
    </w:p>
    <w:p w14:paraId="78AD086C" w14:textId="77777777" w:rsidR="00860C46" w:rsidRPr="00345713" w:rsidRDefault="00860C46" w:rsidP="00696E62">
      <w:pPr>
        <w:spacing w:after="0"/>
        <w:rPr>
          <w:szCs w:val="24"/>
        </w:rPr>
      </w:pPr>
      <w:r w:rsidRPr="00345713">
        <w:rPr>
          <w:szCs w:val="24"/>
        </w:rPr>
        <w:t xml:space="preserve">Each beneficiary </w:t>
      </w:r>
      <w:r w:rsidR="002212A1" w:rsidRPr="00345713">
        <w:rPr>
          <w:szCs w:val="24"/>
        </w:rPr>
        <w:t>must</w:t>
      </w:r>
      <w:r w:rsidRPr="00345713">
        <w:rPr>
          <w:szCs w:val="24"/>
        </w:rPr>
        <w:t>:</w:t>
      </w:r>
    </w:p>
    <w:p w14:paraId="78AD086D" w14:textId="77777777" w:rsidR="00860C46"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a)</w:t>
      </w:r>
      <w:r w:rsidR="00864672" w:rsidRPr="00345713">
        <w:rPr>
          <w:szCs w:val="24"/>
        </w:rPr>
        <w:tab/>
      </w:r>
      <w:r w:rsidR="00860C46" w:rsidRPr="00345713">
        <w:rPr>
          <w:szCs w:val="24"/>
        </w:rPr>
        <w:t xml:space="preserve">inform the </w:t>
      </w:r>
      <w:r w:rsidR="00FC44DC" w:rsidRPr="00345713">
        <w:rPr>
          <w:szCs w:val="24"/>
        </w:rPr>
        <w:t>coordinator</w:t>
      </w:r>
      <w:r w:rsidR="00860C46" w:rsidRPr="00345713">
        <w:rPr>
          <w:szCs w:val="24"/>
        </w:rPr>
        <w:t xml:space="preserve"> </w:t>
      </w:r>
      <w:r w:rsidR="002F1E66" w:rsidRPr="00345713">
        <w:rPr>
          <w:szCs w:val="24"/>
        </w:rPr>
        <w:t xml:space="preserve">immediately </w:t>
      </w:r>
      <w:r w:rsidR="00860C46" w:rsidRPr="00345713">
        <w:rPr>
          <w:szCs w:val="24"/>
        </w:rPr>
        <w:t xml:space="preserve">of any </w:t>
      </w:r>
      <w:r w:rsidR="00164D55" w:rsidRPr="00345713">
        <w:rPr>
          <w:szCs w:val="24"/>
        </w:rPr>
        <w:t xml:space="preserve">events or circumstances </w:t>
      </w:r>
      <w:r w:rsidR="00F7362E" w:rsidRPr="00345713">
        <w:rPr>
          <w:szCs w:val="24"/>
        </w:rPr>
        <w:t>of which the beneficiary is aware</w:t>
      </w:r>
      <w:r w:rsidR="00B76866">
        <w:rPr>
          <w:szCs w:val="24"/>
        </w:rPr>
        <w:t>,</w:t>
      </w:r>
      <w:r w:rsidR="00F7362E" w:rsidRPr="00345713">
        <w:rPr>
          <w:szCs w:val="24"/>
        </w:rPr>
        <w:t xml:space="preserve"> </w:t>
      </w:r>
      <w:r w:rsidR="00F7362E">
        <w:rPr>
          <w:szCs w:val="24"/>
        </w:rPr>
        <w:t xml:space="preserve">that are </w:t>
      </w:r>
      <w:r w:rsidR="00D817E3" w:rsidRPr="00345713">
        <w:rPr>
          <w:szCs w:val="24"/>
        </w:rPr>
        <w:t xml:space="preserve">likely </w:t>
      </w:r>
      <w:r w:rsidR="00860C46" w:rsidRPr="00345713">
        <w:rPr>
          <w:szCs w:val="24"/>
        </w:rPr>
        <w:t xml:space="preserve">to affect or delay the implementation of the </w:t>
      </w:r>
      <w:r w:rsidR="00F648C4" w:rsidRPr="00345713">
        <w:rPr>
          <w:i/>
          <w:szCs w:val="24"/>
        </w:rPr>
        <w:t>action</w:t>
      </w:r>
      <w:r w:rsidR="00860C46" w:rsidRPr="00345713">
        <w:rPr>
          <w:szCs w:val="24"/>
        </w:rPr>
        <w:t>;</w:t>
      </w:r>
    </w:p>
    <w:p w14:paraId="78AD086E" w14:textId="77777777" w:rsidR="00164D55"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b)</w:t>
      </w:r>
      <w:r w:rsidR="00864672" w:rsidRPr="00345713">
        <w:rPr>
          <w:szCs w:val="24"/>
        </w:rPr>
        <w:tab/>
      </w:r>
      <w:r w:rsidR="00860C46" w:rsidRPr="00345713">
        <w:rPr>
          <w:szCs w:val="24"/>
        </w:rPr>
        <w:t xml:space="preserve">inform the coordinator </w:t>
      </w:r>
      <w:r w:rsidR="002F1E66" w:rsidRPr="00345713">
        <w:rPr>
          <w:szCs w:val="24"/>
        </w:rPr>
        <w:t>immediately</w:t>
      </w:r>
      <w:r w:rsidR="00ED1C77" w:rsidRPr="00345713">
        <w:rPr>
          <w:szCs w:val="24"/>
        </w:rPr>
        <w:t>:</w:t>
      </w:r>
    </w:p>
    <w:p w14:paraId="78AD086F" w14:textId="77777777" w:rsidR="00164D55" w:rsidRPr="00345713" w:rsidRDefault="00AC5DD4" w:rsidP="003A2A37">
      <w:pPr>
        <w:numPr>
          <w:ilvl w:val="0"/>
          <w:numId w:val="75"/>
        </w:numPr>
      </w:pPr>
      <w:r w:rsidRPr="00345713">
        <w:t>of</w:t>
      </w:r>
      <w:r w:rsidR="009E4EB0" w:rsidRPr="00345713">
        <w:t xml:space="preserve"> </w:t>
      </w:r>
      <w:r w:rsidR="00860C46" w:rsidRPr="00345713">
        <w:t xml:space="preserve">any change in its legal, financial, technical, organisational or ownership situation </w:t>
      </w:r>
      <w:r w:rsidR="00164D55" w:rsidRPr="00345713">
        <w:t xml:space="preserve">and </w:t>
      </w:r>
      <w:r w:rsidR="00CA6272" w:rsidRPr="00345713">
        <w:t xml:space="preserve">of any change </w:t>
      </w:r>
      <w:r w:rsidR="00164D55" w:rsidRPr="00345713">
        <w:t>in its name, address or legal representative;</w:t>
      </w:r>
    </w:p>
    <w:p w14:paraId="78AD0870" w14:textId="77777777" w:rsidR="00860C46" w:rsidRDefault="009E4EB0" w:rsidP="003A2A37">
      <w:pPr>
        <w:numPr>
          <w:ilvl w:val="0"/>
          <w:numId w:val="75"/>
        </w:numPr>
      </w:pPr>
      <w:r w:rsidRPr="00345713">
        <w:t>of</w:t>
      </w:r>
      <w:r w:rsidR="00164D55" w:rsidRPr="00345713">
        <w:t xml:space="preserve"> any change in the legal, financial, technical, organisational or ownership situation </w:t>
      </w:r>
      <w:r w:rsidR="001935B3" w:rsidRPr="00345713">
        <w:t xml:space="preserve">of its affiliated entities </w:t>
      </w:r>
      <w:r w:rsidR="00860C46" w:rsidRPr="00345713">
        <w:t xml:space="preserve">and of any change in </w:t>
      </w:r>
      <w:r w:rsidR="00164D55" w:rsidRPr="00345713">
        <w:t>their</w:t>
      </w:r>
      <w:r w:rsidRPr="00345713">
        <w:t xml:space="preserve"> </w:t>
      </w:r>
      <w:r w:rsidR="00860C46" w:rsidRPr="00345713">
        <w:t>name, address or legal representative;</w:t>
      </w:r>
    </w:p>
    <w:p w14:paraId="78AD0871" w14:textId="77777777" w:rsidR="00132EBD" w:rsidRPr="00345713" w:rsidRDefault="00132EBD" w:rsidP="003A2A37">
      <w:pPr>
        <w:numPr>
          <w:ilvl w:val="0"/>
          <w:numId w:val="75"/>
        </w:numPr>
      </w:pPr>
      <w:r>
        <w:t>o</w:t>
      </w:r>
      <w:r w:rsidRPr="00132EBD">
        <w:t xml:space="preserve">f any change </w:t>
      </w:r>
      <w:r>
        <w:t>regarding</w:t>
      </w:r>
      <w:r w:rsidRPr="00132EBD">
        <w:t xml:space="preserve"> </w:t>
      </w:r>
      <w:r>
        <w:t>the</w:t>
      </w:r>
      <w:r w:rsidRPr="00132EBD">
        <w:t xml:space="preserve"> exclusion situations listed in Article 136 of Regulation (EU) 2018/1046</w:t>
      </w:r>
      <w:r>
        <w:t>, including for its</w:t>
      </w:r>
      <w:r w:rsidRPr="00132EBD">
        <w:t xml:space="preserve"> affiliated entities</w:t>
      </w:r>
      <w:r>
        <w:t>;</w:t>
      </w:r>
    </w:p>
    <w:p w14:paraId="78AD0872" w14:textId="77777777" w:rsidR="00860C46" w:rsidRPr="00345713" w:rsidRDefault="00395085" w:rsidP="00242651">
      <w:pPr>
        <w:tabs>
          <w:tab w:val="left" w:pos="567"/>
        </w:tabs>
        <w:spacing w:before="240" w:after="0"/>
        <w:ind w:left="567" w:hanging="567"/>
        <w:rPr>
          <w:szCs w:val="24"/>
        </w:rPr>
      </w:pPr>
      <w:r w:rsidRPr="00345713">
        <w:rPr>
          <w:szCs w:val="24"/>
        </w:rPr>
        <w:t>(</w:t>
      </w:r>
      <w:r w:rsidR="00860C46" w:rsidRPr="00345713">
        <w:rPr>
          <w:szCs w:val="24"/>
        </w:rPr>
        <w:t>c)</w:t>
      </w:r>
      <w:r w:rsidR="00864672" w:rsidRPr="00345713">
        <w:rPr>
          <w:szCs w:val="24"/>
        </w:rPr>
        <w:tab/>
      </w:r>
      <w:r w:rsidR="00860C46" w:rsidRPr="00345713">
        <w:rPr>
          <w:szCs w:val="24"/>
        </w:rPr>
        <w:t>submit in due time to the coordinator:</w:t>
      </w:r>
    </w:p>
    <w:p w14:paraId="78AD0873" w14:textId="77777777" w:rsidR="00860C46" w:rsidRPr="00345713" w:rsidRDefault="002F1E66" w:rsidP="00696E62">
      <w:pPr>
        <w:spacing w:before="240" w:after="0"/>
        <w:ind w:left="993" w:hanging="426"/>
        <w:rPr>
          <w:szCs w:val="24"/>
        </w:rPr>
      </w:pPr>
      <w:r w:rsidRPr="00345713">
        <w:rPr>
          <w:szCs w:val="24"/>
        </w:rPr>
        <w:t>(i)</w:t>
      </w:r>
      <w:r w:rsidR="001F27EE" w:rsidRPr="00345713">
        <w:rPr>
          <w:szCs w:val="24"/>
        </w:rPr>
        <w:tab/>
      </w:r>
      <w:r w:rsidR="00860C46" w:rsidRPr="00345713">
        <w:rPr>
          <w:szCs w:val="24"/>
        </w:rPr>
        <w:t>the data needed to draw up the reports, financial statements and other documents provided for in th</w:t>
      </w:r>
      <w:r w:rsidR="003042CD" w:rsidRPr="00345713">
        <w:rPr>
          <w:szCs w:val="24"/>
        </w:rPr>
        <w:t>e</w:t>
      </w:r>
      <w:r w:rsidR="00860C46" w:rsidRPr="00345713">
        <w:rPr>
          <w:szCs w:val="24"/>
        </w:rPr>
        <w:t xml:space="preserve"> </w:t>
      </w:r>
      <w:r w:rsidR="00952E98" w:rsidRPr="00345713">
        <w:rPr>
          <w:szCs w:val="24"/>
        </w:rPr>
        <w:t>Agreement</w:t>
      </w:r>
      <w:r w:rsidR="00860C46" w:rsidRPr="00345713">
        <w:rPr>
          <w:szCs w:val="24"/>
        </w:rPr>
        <w:t>;</w:t>
      </w:r>
    </w:p>
    <w:p w14:paraId="78AD0874" w14:textId="77777777" w:rsidR="00860C46" w:rsidRPr="00345713" w:rsidRDefault="002F1E66" w:rsidP="00696E62">
      <w:pPr>
        <w:spacing w:before="240" w:after="0"/>
        <w:ind w:left="993" w:hanging="426"/>
        <w:rPr>
          <w:szCs w:val="24"/>
        </w:rPr>
      </w:pPr>
      <w:r w:rsidRPr="00345713">
        <w:rPr>
          <w:szCs w:val="24"/>
        </w:rPr>
        <w:t xml:space="preserve">(ii) </w:t>
      </w:r>
      <w:r w:rsidR="001F27EE" w:rsidRPr="00345713">
        <w:rPr>
          <w:szCs w:val="24"/>
        </w:rPr>
        <w:tab/>
      </w:r>
      <w:r w:rsidR="00860C46" w:rsidRPr="00345713">
        <w:rPr>
          <w:szCs w:val="24"/>
        </w:rPr>
        <w:t xml:space="preserve">all the necessary documents </w:t>
      </w:r>
      <w:r w:rsidR="00C00224">
        <w:rPr>
          <w:szCs w:val="24"/>
        </w:rPr>
        <w:t xml:space="preserve">required </w:t>
      </w:r>
      <w:r w:rsidR="00791285">
        <w:rPr>
          <w:szCs w:val="24"/>
        </w:rPr>
        <w:t>for</w:t>
      </w:r>
      <w:r w:rsidR="00860C46" w:rsidRPr="00345713">
        <w:rPr>
          <w:szCs w:val="24"/>
        </w:rPr>
        <w:t xml:space="preserve"> audits, checks or evaluation</w:t>
      </w:r>
      <w:r w:rsidR="00C00224">
        <w:rPr>
          <w:szCs w:val="24"/>
        </w:rPr>
        <w:t>s</w:t>
      </w:r>
      <w:r w:rsidR="006C17D5" w:rsidRPr="00345713">
        <w:rPr>
          <w:szCs w:val="24"/>
        </w:rPr>
        <w:t xml:space="preserve"> </w:t>
      </w:r>
      <w:r w:rsidR="00B76866">
        <w:rPr>
          <w:szCs w:val="24"/>
        </w:rPr>
        <w:t>as provided for in</w:t>
      </w:r>
      <w:r w:rsidR="00860C46" w:rsidRPr="00345713">
        <w:rPr>
          <w:szCs w:val="24"/>
        </w:rPr>
        <w:t xml:space="preserve"> Article II.</w:t>
      </w:r>
      <w:r w:rsidR="003034FE" w:rsidRPr="00345713">
        <w:rPr>
          <w:szCs w:val="24"/>
        </w:rPr>
        <w:t>27</w:t>
      </w:r>
      <w:r w:rsidR="006C17D5" w:rsidRPr="00345713">
        <w:rPr>
          <w:i/>
          <w:szCs w:val="24"/>
        </w:rPr>
        <w:t>.</w:t>
      </w:r>
    </w:p>
    <w:p w14:paraId="78AD0875" w14:textId="77777777" w:rsidR="001F27EE" w:rsidRPr="00345713" w:rsidRDefault="002F1E66" w:rsidP="00696E62">
      <w:pPr>
        <w:spacing w:before="240" w:after="0"/>
        <w:ind w:left="993" w:hanging="426"/>
        <w:rPr>
          <w:szCs w:val="24"/>
        </w:rPr>
      </w:pPr>
      <w:r w:rsidRPr="00345713">
        <w:rPr>
          <w:szCs w:val="24"/>
        </w:rPr>
        <w:t>(iii)</w:t>
      </w:r>
      <w:r w:rsidR="001F27EE" w:rsidRPr="00345713">
        <w:rPr>
          <w:szCs w:val="24"/>
        </w:rPr>
        <w:tab/>
      </w:r>
      <w:r w:rsidR="00860C46" w:rsidRPr="00345713">
        <w:rPr>
          <w:szCs w:val="24"/>
        </w:rPr>
        <w:t xml:space="preserve">any other information to be provided to the Commission </w:t>
      </w:r>
      <w:r w:rsidR="00C00224">
        <w:rPr>
          <w:szCs w:val="24"/>
        </w:rPr>
        <w:t>under</w:t>
      </w:r>
      <w:r w:rsidR="00860C46" w:rsidRPr="00345713">
        <w:rPr>
          <w:szCs w:val="24"/>
        </w:rPr>
        <w:t xml:space="preserve"> th</w:t>
      </w:r>
      <w:r w:rsidR="003D0410" w:rsidRPr="00345713">
        <w:rPr>
          <w:szCs w:val="24"/>
        </w:rPr>
        <w:t>e</w:t>
      </w:r>
      <w:r w:rsidR="00860C46" w:rsidRPr="00345713">
        <w:rPr>
          <w:szCs w:val="24"/>
        </w:rPr>
        <w:t xml:space="preserve"> </w:t>
      </w:r>
      <w:r w:rsidR="00952E98" w:rsidRPr="00345713">
        <w:rPr>
          <w:szCs w:val="24"/>
        </w:rPr>
        <w:t>Agreement</w:t>
      </w:r>
      <w:r w:rsidR="00860C46" w:rsidRPr="00345713">
        <w:rPr>
          <w:szCs w:val="24"/>
        </w:rPr>
        <w:t xml:space="preserve">, </w:t>
      </w:r>
      <w:r w:rsidRPr="00345713">
        <w:rPr>
          <w:szCs w:val="24"/>
        </w:rPr>
        <w:t xml:space="preserve">except </w:t>
      </w:r>
      <w:r w:rsidR="009E4EB0" w:rsidRPr="00345713">
        <w:rPr>
          <w:szCs w:val="24"/>
        </w:rPr>
        <w:t>if</w:t>
      </w:r>
      <w:r w:rsidR="00860C46" w:rsidRPr="00345713">
        <w:rPr>
          <w:szCs w:val="24"/>
        </w:rPr>
        <w:t xml:space="preserve"> th</w:t>
      </w:r>
      <w:r w:rsidR="003D0410" w:rsidRPr="00345713">
        <w:rPr>
          <w:szCs w:val="24"/>
        </w:rPr>
        <w:t>e</w:t>
      </w:r>
      <w:r w:rsidR="00860C46" w:rsidRPr="00345713">
        <w:rPr>
          <w:szCs w:val="24"/>
        </w:rPr>
        <w:t xml:space="preserve"> </w:t>
      </w:r>
      <w:r w:rsidR="00952E98" w:rsidRPr="00345713">
        <w:rPr>
          <w:szCs w:val="24"/>
        </w:rPr>
        <w:t>Agreement</w:t>
      </w:r>
      <w:r w:rsidR="00860C46" w:rsidRPr="00345713">
        <w:rPr>
          <w:szCs w:val="24"/>
        </w:rPr>
        <w:t xml:space="preserve"> requires such information </w:t>
      </w:r>
      <w:r w:rsidR="009E4EB0" w:rsidRPr="00345713">
        <w:rPr>
          <w:szCs w:val="24"/>
        </w:rPr>
        <w:t xml:space="preserve">to be </w:t>
      </w:r>
      <w:r w:rsidR="00860C46" w:rsidRPr="00345713">
        <w:rPr>
          <w:szCs w:val="24"/>
        </w:rPr>
        <w:t xml:space="preserve">submitted directly by </w:t>
      </w:r>
      <w:r w:rsidR="001C0D52" w:rsidRPr="00345713">
        <w:rPr>
          <w:szCs w:val="24"/>
        </w:rPr>
        <w:t>the</w:t>
      </w:r>
      <w:r w:rsidR="00EA16A8" w:rsidRPr="00345713">
        <w:rPr>
          <w:szCs w:val="24"/>
        </w:rPr>
        <w:t xml:space="preserve"> </w:t>
      </w:r>
      <w:r w:rsidR="00860C46" w:rsidRPr="00345713">
        <w:rPr>
          <w:szCs w:val="24"/>
        </w:rPr>
        <w:t>beneficiary</w:t>
      </w:r>
      <w:r w:rsidR="001F27EE" w:rsidRPr="00345713">
        <w:rPr>
          <w:szCs w:val="24"/>
        </w:rPr>
        <w:t>.</w:t>
      </w:r>
    </w:p>
    <w:p w14:paraId="78AD0876" w14:textId="77777777" w:rsidR="00C04488" w:rsidRPr="00345713" w:rsidRDefault="00860C46" w:rsidP="00D43191">
      <w:pPr>
        <w:pStyle w:val="Heading3"/>
      </w:pPr>
      <w:bookmarkStart w:id="16" w:name="_Toc441250821"/>
      <w:bookmarkStart w:id="17" w:name="_Toc530496917"/>
      <w:r w:rsidRPr="00345713">
        <w:t>II.</w:t>
      </w:r>
      <w:r w:rsidR="00B67DE2" w:rsidRPr="00345713">
        <w:t>2</w:t>
      </w:r>
      <w:r w:rsidRPr="00345713">
        <w:t>.3</w:t>
      </w:r>
      <w:r w:rsidRPr="00345713">
        <w:tab/>
      </w:r>
      <w:r w:rsidR="0064624A" w:rsidRPr="00345713">
        <w:t>General o</w:t>
      </w:r>
      <w:r w:rsidR="00C04488" w:rsidRPr="00345713">
        <w:t>bligations and role of the coordinator</w:t>
      </w:r>
      <w:bookmarkEnd w:id="16"/>
      <w:bookmarkEnd w:id="17"/>
    </w:p>
    <w:p w14:paraId="78AD0877" w14:textId="77777777" w:rsidR="00860C46" w:rsidRPr="00345713" w:rsidRDefault="00860C46" w:rsidP="00D43191">
      <w:r w:rsidRPr="00345713">
        <w:t xml:space="preserve">The </w:t>
      </w:r>
      <w:r w:rsidR="00FC44DC" w:rsidRPr="00345713">
        <w:t>coordinator</w:t>
      </w:r>
      <w:r w:rsidRPr="00345713">
        <w:t>:</w:t>
      </w:r>
    </w:p>
    <w:p w14:paraId="78AD0878" w14:textId="77777777" w:rsidR="00860C46" w:rsidRPr="00345713" w:rsidRDefault="00304B08" w:rsidP="00D43191">
      <w:pPr>
        <w:widowControl w:val="0"/>
        <w:tabs>
          <w:tab w:val="left" w:pos="567"/>
        </w:tabs>
        <w:ind w:left="567" w:hanging="567"/>
        <w:rPr>
          <w:szCs w:val="24"/>
        </w:rPr>
      </w:pPr>
      <w:r w:rsidRPr="00345713">
        <w:rPr>
          <w:szCs w:val="24"/>
        </w:rPr>
        <w:t>(</w:t>
      </w:r>
      <w:r w:rsidR="00860C46" w:rsidRPr="00345713">
        <w:rPr>
          <w:szCs w:val="24"/>
        </w:rPr>
        <w:t>a)</w:t>
      </w:r>
      <w:r w:rsidR="00860C46" w:rsidRPr="00345713">
        <w:rPr>
          <w:szCs w:val="24"/>
        </w:rPr>
        <w:tab/>
      </w:r>
      <w:r w:rsidR="00FA452B" w:rsidRPr="00345713">
        <w:rPr>
          <w:szCs w:val="24"/>
        </w:rPr>
        <w:t xml:space="preserve">must </w:t>
      </w:r>
      <w:r w:rsidR="00860C46" w:rsidRPr="00345713">
        <w:rPr>
          <w:szCs w:val="24"/>
        </w:rPr>
        <w:t>monitor the</w:t>
      </w:r>
      <w:r w:rsidR="00E64BDB">
        <w:rPr>
          <w:szCs w:val="24"/>
        </w:rPr>
        <w:t xml:space="preserve"> implementation of the </w:t>
      </w:r>
      <w:r w:rsidR="00E64BDB" w:rsidRPr="00E64BDB">
        <w:rPr>
          <w:i/>
          <w:szCs w:val="24"/>
        </w:rPr>
        <w:t>action</w:t>
      </w:r>
      <w:r w:rsidR="00E64BDB">
        <w:rPr>
          <w:szCs w:val="24"/>
        </w:rPr>
        <w:t xml:space="preserve"> in order to make sure that the </w:t>
      </w:r>
      <w:r w:rsidR="00F648C4" w:rsidRPr="00345713">
        <w:rPr>
          <w:i/>
          <w:szCs w:val="24"/>
        </w:rPr>
        <w:t>action</w:t>
      </w:r>
      <w:r w:rsidR="00860C46" w:rsidRPr="00345713">
        <w:rPr>
          <w:szCs w:val="24"/>
        </w:rPr>
        <w:t xml:space="preserve"> is implemented in accordance with the </w:t>
      </w:r>
      <w:r w:rsidR="001E5157">
        <w:rPr>
          <w:szCs w:val="24"/>
        </w:rPr>
        <w:t xml:space="preserve">terms of the </w:t>
      </w:r>
      <w:r w:rsidR="00952E98" w:rsidRPr="00345713">
        <w:rPr>
          <w:szCs w:val="24"/>
        </w:rPr>
        <w:t>Agreement</w:t>
      </w:r>
      <w:r w:rsidR="00860C46" w:rsidRPr="00345713">
        <w:rPr>
          <w:szCs w:val="24"/>
        </w:rPr>
        <w:t>;</w:t>
      </w:r>
    </w:p>
    <w:p w14:paraId="78AD0879" w14:textId="77777777" w:rsidR="00860C46" w:rsidRPr="00345713" w:rsidRDefault="00304B08" w:rsidP="00D43191">
      <w:pPr>
        <w:tabs>
          <w:tab w:val="left" w:pos="567"/>
        </w:tabs>
        <w:ind w:left="567" w:hanging="567"/>
        <w:rPr>
          <w:i/>
          <w:szCs w:val="24"/>
        </w:rPr>
      </w:pPr>
      <w:r w:rsidRPr="00345713">
        <w:rPr>
          <w:szCs w:val="24"/>
        </w:rPr>
        <w:t>(</w:t>
      </w:r>
      <w:r w:rsidR="00860C46" w:rsidRPr="00345713">
        <w:rPr>
          <w:szCs w:val="24"/>
        </w:rPr>
        <w:t>b)</w:t>
      </w:r>
      <w:r w:rsidR="00864672" w:rsidRPr="00345713">
        <w:rPr>
          <w:szCs w:val="24"/>
        </w:rPr>
        <w:tab/>
      </w:r>
      <w:r w:rsidR="00FA452B" w:rsidRPr="00345713">
        <w:rPr>
          <w:szCs w:val="24"/>
        </w:rPr>
        <w:t xml:space="preserve">is </w:t>
      </w:r>
      <w:r w:rsidR="00860C46" w:rsidRPr="00345713">
        <w:rPr>
          <w:szCs w:val="24"/>
        </w:rPr>
        <w:t xml:space="preserve">the intermediary for all communications between the beneficiaries and the Commission, </w:t>
      </w:r>
      <w:r w:rsidR="002F1E66" w:rsidRPr="00345713">
        <w:rPr>
          <w:szCs w:val="24"/>
        </w:rPr>
        <w:t>except</w:t>
      </w:r>
      <w:r w:rsidR="00860C46" w:rsidRPr="00345713">
        <w:rPr>
          <w:szCs w:val="24"/>
        </w:rPr>
        <w:t xml:space="preserve"> </w:t>
      </w:r>
      <w:r w:rsidR="0092110E" w:rsidRPr="00345713">
        <w:rPr>
          <w:szCs w:val="24"/>
        </w:rPr>
        <w:t>if</w:t>
      </w:r>
      <w:r w:rsidR="00860C46" w:rsidRPr="00345713">
        <w:rPr>
          <w:szCs w:val="24"/>
        </w:rPr>
        <w:t xml:space="preserve"> provided otherwise in th</w:t>
      </w:r>
      <w:r w:rsidR="003D0410" w:rsidRPr="00345713">
        <w:rPr>
          <w:szCs w:val="24"/>
        </w:rPr>
        <w:t>e</w:t>
      </w:r>
      <w:r w:rsidR="00860C46" w:rsidRPr="00345713">
        <w:rPr>
          <w:szCs w:val="24"/>
        </w:rPr>
        <w:t xml:space="preserve"> </w:t>
      </w:r>
      <w:r w:rsidR="00952E98" w:rsidRPr="00345713">
        <w:rPr>
          <w:szCs w:val="24"/>
        </w:rPr>
        <w:t>Agreement</w:t>
      </w:r>
      <w:r w:rsidR="00744A11">
        <w:rPr>
          <w:szCs w:val="24"/>
        </w:rPr>
        <w:t>.</w:t>
      </w:r>
      <w:r w:rsidR="00744A11" w:rsidRPr="00345713">
        <w:rPr>
          <w:szCs w:val="24"/>
        </w:rPr>
        <w:t xml:space="preserve"> </w:t>
      </w:r>
      <w:r w:rsidR="00744A11">
        <w:rPr>
          <w:szCs w:val="24"/>
        </w:rPr>
        <w:t>I</w:t>
      </w:r>
      <w:r w:rsidR="00A41DC6" w:rsidRPr="00345713">
        <w:rPr>
          <w:szCs w:val="24"/>
        </w:rPr>
        <w:t>n particular</w:t>
      </w:r>
      <w:r w:rsidR="00A27BF3" w:rsidRPr="00345713">
        <w:rPr>
          <w:szCs w:val="24"/>
        </w:rPr>
        <w:t>,</w:t>
      </w:r>
      <w:r w:rsidR="00A41DC6" w:rsidRPr="00345713">
        <w:rPr>
          <w:szCs w:val="24"/>
        </w:rPr>
        <w:t xml:space="preserve"> t</w:t>
      </w:r>
      <w:r w:rsidR="00867539" w:rsidRPr="00345713">
        <w:rPr>
          <w:szCs w:val="24"/>
        </w:rPr>
        <w:t xml:space="preserve">he </w:t>
      </w:r>
      <w:r w:rsidR="00FC44DC" w:rsidRPr="00345713">
        <w:rPr>
          <w:szCs w:val="24"/>
        </w:rPr>
        <w:t>coordinator</w:t>
      </w:r>
      <w:r w:rsidR="0021795A" w:rsidRPr="00345713">
        <w:rPr>
          <w:szCs w:val="24"/>
        </w:rPr>
        <w:t>:</w:t>
      </w:r>
    </w:p>
    <w:p w14:paraId="78AD087A" w14:textId="77777777" w:rsidR="00AC5DD4" w:rsidRPr="00345713" w:rsidRDefault="002F1E66" w:rsidP="00D43191">
      <w:pPr>
        <w:widowControl w:val="0"/>
        <w:tabs>
          <w:tab w:val="left" w:pos="993"/>
        </w:tabs>
        <w:ind w:left="993" w:hanging="426"/>
        <w:rPr>
          <w:szCs w:val="24"/>
        </w:rPr>
      </w:pPr>
      <w:r w:rsidRPr="00345713">
        <w:rPr>
          <w:szCs w:val="24"/>
        </w:rPr>
        <w:t>(i)</w:t>
      </w:r>
      <w:r w:rsidR="00864672" w:rsidRPr="00345713">
        <w:rPr>
          <w:szCs w:val="24"/>
        </w:rPr>
        <w:t xml:space="preserve"> </w:t>
      </w:r>
      <w:r w:rsidR="009C1350" w:rsidRPr="00345713">
        <w:rPr>
          <w:szCs w:val="24"/>
        </w:rPr>
        <w:tab/>
      </w:r>
      <w:r w:rsidR="006E34A3" w:rsidRPr="00345713">
        <w:rPr>
          <w:szCs w:val="24"/>
        </w:rPr>
        <w:t xml:space="preserve">must </w:t>
      </w:r>
      <w:r w:rsidRPr="00345713">
        <w:rPr>
          <w:szCs w:val="24"/>
        </w:rPr>
        <w:t xml:space="preserve">immediately </w:t>
      </w:r>
      <w:r w:rsidR="004438C0" w:rsidRPr="00345713">
        <w:rPr>
          <w:szCs w:val="24"/>
        </w:rPr>
        <w:t xml:space="preserve">inform </w:t>
      </w:r>
      <w:r w:rsidR="00860C46" w:rsidRPr="00345713">
        <w:rPr>
          <w:szCs w:val="24"/>
        </w:rPr>
        <w:t>the Commission</w:t>
      </w:r>
      <w:r w:rsidR="00AC5DD4" w:rsidRPr="00345713">
        <w:rPr>
          <w:szCs w:val="24"/>
        </w:rPr>
        <w:t>:</w:t>
      </w:r>
    </w:p>
    <w:p w14:paraId="78AD087B" w14:textId="77777777" w:rsidR="00AC5DD4" w:rsidRPr="00345713" w:rsidRDefault="00EA3847" w:rsidP="00D43191">
      <w:pPr>
        <w:widowControl w:val="0"/>
        <w:tabs>
          <w:tab w:val="left" w:pos="993"/>
        </w:tabs>
        <w:ind w:left="993" w:hanging="426"/>
        <w:rPr>
          <w:szCs w:val="24"/>
        </w:rPr>
      </w:pPr>
      <w:r w:rsidRPr="00345713">
        <w:rPr>
          <w:szCs w:val="24"/>
        </w:rPr>
        <w:tab/>
      </w:r>
      <w:r w:rsidR="00AC5DD4" w:rsidRPr="00345713">
        <w:rPr>
          <w:szCs w:val="24"/>
        </w:rPr>
        <w:t>-</w:t>
      </w:r>
      <w:r w:rsidR="004438C0" w:rsidRPr="00345713">
        <w:rPr>
          <w:szCs w:val="24"/>
        </w:rPr>
        <w:t xml:space="preserve"> </w:t>
      </w:r>
      <w:r w:rsidR="00AC5DD4" w:rsidRPr="00345713">
        <w:rPr>
          <w:szCs w:val="24"/>
        </w:rPr>
        <w:t>of</w:t>
      </w:r>
      <w:r w:rsidR="00AC5DD4" w:rsidRPr="00345713" w:rsidDel="004438C0">
        <w:rPr>
          <w:szCs w:val="24"/>
        </w:rPr>
        <w:t xml:space="preserve"> </w:t>
      </w:r>
      <w:r w:rsidR="00860C46" w:rsidRPr="00345713">
        <w:rPr>
          <w:szCs w:val="24"/>
        </w:rPr>
        <w:t xml:space="preserve">any change in </w:t>
      </w:r>
      <w:r w:rsidR="00533171" w:rsidRPr="00345713">
        <w:rPr>
          <w:szCs w:val="24"/>
        </w:rPr>
        <w:t>the</w:t>
      </w:r>
      <w:r w:rsidR="00864672" w:rsidRPr="00345713">
        <w:rPr>
          <w:szCs w:val="24"/>
        </w:rPr>
        <w:t xml:space="preserve"> </w:t>
      </w:r>
      <w:r w:rsidR="00533171" w:rsidRPr="00345713">
        <w:rPr>
          <w:szCs w:val="24"/>
        </w:rPr>
        <w:t xml:space="preserve">name, address, legal representative </w:t>
      </w:r>
      <w:r w:rsidR="00AC5DD4" w:rsidRPr="00345713">
        <w:rPr>
          <w:szCs w:val="24"/>
        </w:rPr>
        <w:t>of any of the beneficiaries or of their affiliated entities</w:t>
      </w:r>
      <w:r w:rsidRPr="00345713">
        <w:rPr>
          <w:szCs w:val="24"/>
        </w:rPr>
        <w:t>;</w:t>
      </w:r>
    </w:p>
    <w:p w14:paraId="78AD087C" w14:textId="77777777" w:rsidR="00AC5DD4" w:rsidRPr="00345713" w:rsidRDefault="00EA3847" w:rsidP="00D43191">
      <w:pPr>
        <w:widowControl w:val="0"/>
        <w:tabs>
          <w:tab w:val="left" w:pos="993"/>
        </w:tabs>
        <w:ind w:left="993" w:hanging="426"/>
        <w:rPr>
          <w:szCs w:val="24"/>
        </w:rPr>
      </w:pPr>
      <w:r w:rsidRPr="00345713">
        <w:rPr>
          <w:szCs w:val="24"/>
        </w:rPr>
        <w:tab/>
      </w:r>
      <w:r w:rsidR="00AC5DD4" w:rsidRPr="00345713">
        <w:rPr>
          <w:szCs w:val="24"/>
        </w:rPr>
        <w:t xml:space="preserve">- of any change </w:t>
      </w:r>
      <w:r w:rsidR="00533171" w:rsidRPr="00345713">
        <w:rPr>
          <w:szCs w:val="24"/>
        </w:rPr>
        <w:t xml:space="preserve">in </w:t>
      </w:r>
      <w:r w:rsidR="00860C46" w:rsidRPr="00345713">
        <w:rPr>
          <w:szCs w:val="24"/>
        </w:rPr>
        <w:t>the legal, financial, technical, organisational or ownership situation</w:t>
      </w:r>
      <w:r w:rsidR="00533171" w:rsidRPr="00345713">
        <w:rPr>
          <w:szCs w:val="24"/>
        </w:rPr>
        <w:t xml:space="preserve"> </w:t>
      </w:r>
      <w:r w:rsidR="00AC5DD4" w:rsidRPr="00345713">
        <w:rPr>
          <w:szCs w:val="24"/>
        </w:rPr>
        <w:t>of any of the beneficiaries or of their affiliated entities</w:t>
      </w:r>
      <w:r w:rsidRPr="00345713">
        <w:rPr>
          <w:szCs w:val="24"/>
        </w:rPr>
        <w:t>;</w:t>
      </w:r>
    </w:p>
    <w:p w14:paraId="78AD087D" w14:textId="77777777" w:rsidR="00860C46" w:rsidRDefault="00EA3847" w:rsidP="00D43191">
      <w:pPr>
        <w:widowControl w:val="0"/>
        <w:tabs>
          <w:tab w:val="left" w:pos="993"/>
        </w:tabs>
        <w:ind w:left="993" w:hanging="426"/>
        <w:rPr>
          <w:szCs w:val="24"/>
        </w:rPr>
      </w:pPr>
      <w:r w:rsidRPr="00345713">
        <w:rPr>
          <w:szCs w:val="24"/>
        </w:rPr>
        <w:tab/>
      </w:r>
      <w:r w:rsidR="00AC5DD4" w:rsidRPr="00345713">
        <w:rPr>
          <w:szCs w:val="24"/>
        </w:rPr>
        <w:t xml:space="preserve">- of </w:t>
      </w:r>
      <w:r w:rsidR="00860C46" w:rsidRPr="00345713">
        <w:rPr>
          <w:szCs w:val="24"/>
        </w:rPr>
        <w:t>any event</w:t>
      </w:r>
      <w:r w:rsidR="00AC5DD4" w:rsidRPr="00345713">
        <w:rPr>
          <w:szCs w:val="24"/>
        </w:rPr>
        <w:t xml:space="preserve">s or circumstances </w:t>
      </w:r>
      <w:r w:rsidR="00B43F69" w:rsidRPr="00345713">
        <w:rPr>
          <w:szCs w:val="24"/>
        </w:rPr>
        <w:t>of which the coordinator is aware</w:t>
      </w:r>
      <w:r w:rsidR="00B43F69">
        <w:rPr>
          <w:szCs w:val="24"/>
        </w:rPr>
        <w:t>, that are</w:t>
      </w:r>
      <w:r w:rsidR="00B43F69" w:rsidRPr="00345713">
        <w:rPr>
          <w:szCs w:val="24"/>
        </w:rPr>
        <w:t xml:space="preserve"> </w:t>
      </w:r>
      <w:r w:rsidR="00860C46" w:rsidRPr="00345713">
        <w:rPr>
          <w:szCs w:val="24"/>
        </w:rPr>
        <w:t>l</w:t>
      </w:r>
      <w:r w:rsidR="0021795A" w:rsidRPr="00345713">
        <w:rPr>
          <w:szCs w:val="24"/>
        </w:rPr>
        <w:t>ikely</w:t>
      </w:r>
      <w:r w:rsidR="00860C46" w:rsidRPr="00345713">
        <w:rPr>
          <w:szCs w:val="24"/>
        </w:rPr>
        <w:t xml:space="preserve"> to affect or delay the implementation of the </w:t>
      </w:r>
      <w:r w:rsidR="00F648C4" w:rsidRPr="00345713">
        <w:rPr>
          <w:i/>
          <w:szCs w:val="24"/>
        </w:rPr>
        <w:t>action</w:t>
      </w:r>
      <w:r w:rsidR="00664F6A">
        <w:rPr>
          <w:szCs w:val="24"/>
        </w:rPr>
        <w:t>;</w:t>
      </w:r>
    </w:p>
    <w:p w14:paraId="78AD087E" w14:textId="77777777" w:rsidR="00664F6A" w:rsidRPr="00345713" w:rsidRDefault="00664F6A" w:rsidP="00D43191">
      <w:pPr>
        <w:widowControl w:val="0"/>
        <w:tabs>
          <w:tab w:val="left" w:pos="993"/>
        </w:tabs>
        <w:ind w:left="993" w:hanging="426"/>
        <w:rPr>
          <w:szCs w:val="24"/>
        </w:rPr>
      </w:pPr>
      <w:r>
        <w:rPr>
          <w:szCs w:val="24"/>
        </w:rPr>
        <w:tab/>
        <w:t xml:space="preserve">- of any change </w:t>
      </w:r>
      <w:r w:rsidR="00132EBD">
        <w:rPr>
          <w:szCs w:val="24"/>
        </w:rPr>
        <w:t>regarding</w:t>
      </w:r>
      <w:r>
        <w:rPr>
          <w:szCs w:val="24"/>
        </w:rPr>
        <w:t xml:space="preserve"> the exclusion situations </w:t>
      </w:r>
      <w:r w:rsidR="00132EBD">
        <w:rPr>
          <w:szCs w:val="24"/>
        </w:rPr>
        <w:t>listed</w:t>
      </w:r>
      <w:r>
        <w:rPr>
          <w:szCs w:val="24"/>
        </w:rPr>
        <w:t xml:space="preserve"> in Article 136 of Regulation (EU) 2018/1046, for </w:t>
      </w:r>
      <w:r w:rsidRPr="00664F6A">
        <w:rPr>
          <w:szCs w:val="24"/>
        </w:rPr>
        <w:t>any of the beneficiaries or their affiliated entities</w:t>
      </w:r>
      <w:r>
        <w:rPr>
          <w:szCs w:val="24"/>
        </w:rPr>
        <w:t>.</w:t>
      </w:r>
    </w:p>
    <w:p w14:paraId="78AD087F" w14:textId="77777777" w:rsidR="00860C46" w:rsidRPr="00345713" w:rsidRDefault="00C74257" w:rsidP="00D43191">
      <w:pPr>
        <w:tabs>
          <w:tab w:val="left" w:pos="993"/>
        </w:tabs>
        <w:ind w:left="993" w:hanging="426"/>
        <w:rPr>
          <w:szCs w:val="24"/>
        </w:rPr>
      </w:pPr>
      <w:r w:rsidRPr="00345713">
        <w:rPr>
          <w:szCs w:val="24"/>
        </w:rPr>
        <w:t>(ii)</w:t>
      </w:r>
      <w:r w:rsidR="009C1350" w:rsidRPr="00345713">
        <w:rPr>
          <w:szCs w:val="24"/>
        </w:rPr>
        <w:tab/>
      </w:r>
      <w:r w:rsidR="00AC5DD4" w:rsidRPr="00345713">
        <w:rPr>
          <w:szCs w:val="24"/>
        </w:rPr>
        <w:t xml:space="preserve">is </w:t>
      </w:r>
      <w:r w:rsidR="00860C46" w:rsidRPr="00345713">
        <w:rPr>
          <w:szCs w:val="24"/>
        </w:rPr>
        <w:t>responsib</w:t>
      </w:r>
      <w:r w:rsidR="00AC5DD4" w:rsidRPr="00345713">
        <w:rPr>
          <w:szCs w:val="24"/>
        </w:rPr>
        <w:t>le</w:t>
      </w:r>
      <w:r w:rsidR="00860C46" w:rsidRPr="00345713">
        <w:rPr>
          <w:szCs w:val="24"/>
        </w:rPr>
        <w:t xml:space="preserve"> for supplying </w:t>
      </w:r>
      <w:r w:rsidR="00B43F69" w:rsidRPr="00345713">
        <w:rPr>
          <w:szCs w:val="24"/>
        </w:rPr>
        <w:t xml:space="preserve">the Commission </w:t>
      </w:r>
      <w:r w:rsidR="00B43F69">
        <w:rPr>
          <w:szCs w:val="24"/>
        </w:rPr>
        <w:t xml:space="preserve">with </w:t>
      </w:r>
      <w:r w:rsidR="00860C46" w:rsidRPr="00345713">
        <w:rPr>
          <w:szCs w:val="24"/>
        </w:rPr>
        <w:t xml:space="preserve">all documents and information </w:t>
      </w:r>
      <w:r w:rsidR="00EA3847" w:rsidRPr="00345713">
        <w:rPr>
          <w:szCs w:val="24"/>
        </w:rPr>
        <w:t xml:space="preserve">required under the Agreement, </w:t>
      </w:r>
      <w:r w:rsidRPr="00345713">
        <w:rPr>
          <w:szCs w:val="24"/>
        </w:rPr>
        <w:t xml:space="preserve">except </w:t>
      </w:r>
      <w:r w:rsidR="00EA3847" w:rsidRPr="00345713">
        <w:rPr>
          <w:szCs w:val="24"/>
        </w:rPr>
        <w:t>if</w:t>
      </w:r>
      <w:r w:rsidR="00533171" w:rsidRPr="00345713">
        <w:rPr>
          <w:szCs w:val="24"/>
        </w:rPr>
        <w:t xml:space="preserve"> provided otherwise in the </w:t>
      </w:r>
      <w:r w:rsidR="00952E98" w:rsidRPr="00345713">
        <w:rPr>
          <w:szCs w:val="24"/>
        </w:rPr>
        <w:t>Agreement</w:t>
      </w:r>
      <w:r w:rsidR="00B43F69">
        <w:rPr>
          <w:szCs w:val="24"/>
        </w:rPr>
        <w:t xml:space="preserve"> itself.</w:t>
      </w:r>
      <w:r w:rsidR="00B43F69" w:rsidRPr="00345713">
        <w:rPr>
          <w:szCs w:val="24"/>
        </w:rPr>
        <w:t xml:space="preserve"> </w:t>
      </w:r>
      <w:r w:rsidR="00325E9B">
        <w:rPr>
          <w:szCs w:val="24"/>
        </w:rPr>
        <w:t xml:space="preserve">If </w:t>
      </w:r>
      <w:r w:rsidR="00860C46" w:rsidRPr="00345713">
        <w:rPr>
          <w:szCs w:val="24"/>
        </w:rPr>
        <w:t xml:space="preserve">information </w:t>
      </w:r>
      <w:r w:rsidR="00774420" w:rsidRPr="00345713">
        <w:rPr>
          <w:szCs w:val="24"/>
        </w:rPr>
        <w:t xml:space="preserve">is required </w:t>
      </w:r>
      <w:r w:rsidR="00860C46" w:rsidRPr="00345713">
        <w:rPr>
          <w:szCs w:val="24"/>
        </w:rPr>
        <w:t xml:space="preserve">from the other beneficiaries, </w:t>
      </w:r>
      <w:r w:rsidR="00751351" w:rsidRPr="00345713">
        <w:rPr>
          <w:szCs w:val="24"/>
        </w:rPr>
        <w:t xml:space="preserve">the </w:t>
      </w:r>
      <w:r w:rsidR="00FC44DC" w:rsidRPr="00345713">
        <w:rPr>
          <w:szCs w:val="24"/>
        </w:rPr>
        <w:t>coordinator</w:t>
      </w:r>
      <w:r w:rsidR="00860C46" w:rsidRPr="00345713">
        <w:rPr>
          <w:szCs w:val="24"/>
        </w:rPr>
        <w:t xml:space="preserve"> </w:t>
      </w:r>
      <w:r w:rsidR="00697AE3" w:rsidRPr="00345713">
        <w:rPr>
          <w:szCs w:val="24"/>
        </w:rPr>
        <w:t xml:space="preserve">is </w:t>
      </w:r>
      <w:r w:rsidR="00860C46" w:rsidRPr="00345713">
        <w:rPr>
          <w:szCs w:val="24"/>
        </w:rPr>
        <w:t>responsib</w:t>
      </w:r>
      <w:r w:rsidR="00697AE3" w:rsidRPr="00345713">
        <w:rPr>
          <w:szCs w:val="24"/>
        </w:rPr>
        <w:t>le</w:t>
      </w:r>
      <w:r w:rsidR="00860C46" w:rsidRPr="00345713">
        <w:rPr>
          <w:szCs w:val="24"/>
        </w:rPr>
        <w:t xml:space="preserve"> for obtaining and verifying this information before passing it on to the Commission</w:t>
      </w:r>
      <w:r w:rsidR="008D1797" w:rsidRPr="00345713">
        <w:rPr>
          <w:szCs w:val="24"/>
        </w:rPr>
        <w:t>;</w:t>
      </w:r>
    </w:p>
    <w:p w14:paraId="78AD0880" w14:textId="77777777" w:rsidR="00867539" w:rsidRPr="00345713" w:rsidRDefault="00304B08" w:rsidP="00D43191">
      <w:pPr>
        <w:tabs>
          <w:tab w:val="num" w:pos="0"/>
          <w:tab w:val="left" w:pos="567"/>
        </w:tabs>
        <w:ind w:left="567" w:hanging="567"/>
        <w:rPr>
          <w:szCs w:val="24"/>
        </w:rPr>
      </w:pPr>
      <w:r w:rsidRPr="00345713">
        <w:rPr>
          <w:szCs w:val="24"/>
        </w:rPr>
        <w:t>(</w:t>
      </w:r>
      <w:r w:rsidR="00867539" w:rsidRPr="00345713">
        <w:rPr>
          <w:szCs w:val="24"/>
        </w:rPr>
        <w:t>c</w:t>
      </w:r>
      <w:r w:rsidR="00860C46" w:rsidRPr="00345713">
        <w:rPr>
          <w:szCs w:val="24"/>
        </w:rPr>
        <w:t>)</w:t>
      </w:r>
      <w:r w:rsidR="00864672" w:rsidRPr="00345713">
        <w:rPr>
          <w:szCs w:val="24"/>
        </w:rPr>
        <w:tab/>
      </w:r>
      <w:r w:rsidR="00FA452B" w:rsidRPr="00345713">
        <w:rPr>
          <w:szCs w:val="24"/>
        </w:rPr>
        <w:t xml:space="preserve">must </w:t>
      </w:r>
      <w:r w:rsidR="00860C46" w:rsidRPr="00345713">
        <w:rPr>
          <w:szCs w:val="24"/>
        </w:rPr>
        <w:t xml:space="preserve">make the appropriate arrangements for providing </w:t>
      </w:r>
      <w:r w:rsidR="00867539" w:rsidRPr="00345713">
        <w:rPr>
          <w:szCs w:val="24"/>
        </w:rPr>
        <w:t xml:space="preserve">any </w:t>
      </w:r>
      <w:r w:rsidR="00860C46" w:rsidRPr="00345713">
        <w:rPr>
          <w:szCs w:val="24"/>
        </w:rPr>
        <w:t>financial guarantee</w:t>
      </w:r>
      <w:r w:rsidR="00F275FF" w:rsidRPr="00345713">
        <w:rPr>
          <w:szCs w:val="24"/>
        </w:rPr>
        <w:t xml:space="preserve">s required under the </w:t>
      </w:r>
      <w:r w:rsidR="00952E98" w:rsidRPr="00345713">
        <w:rPr>
          <w:szCs w:val="24"/>
        </w:rPr>
        <w:t>Agreement</w:t>
      </w:r>
      <w:r w:rsidR="00F275FF" w:rsidRPr="00345713">
        <w:rPr>
          <w:szCs w:val="24"/>
        </w:rPr>
        <w:t>;</w:t>
      </w:r>
    </w:p>
    <w:p w14:paraId="78AD0881" w14:textId="77777777" w:rsidR="00860C46" w:rsidRPr="00345713" w:rsidRDefault="00304B08" w:rsidP="00D43191">
      <w:pPr>
        <w:tabs>
          <w:tab w:val="left" w:pos="284"/>
          <w:tab w:val="num" w:pos="567"/>
        </w:tabs>
        <w:ind w:left="567" w:hanging="567"/>
        <w:rPr>
          <w:szCs w:val="24"/>
        </w:rPr>
      </w:pPr>
      <w:r w:rsidRPr="00345713">
        <w:rPr>
          <w:szCs w:val="24"/>
        </w:rPr>
        <w:t>(</w:t>
      </w:r>
      <w:r w:rsidR="00867539" w:rsidRPr="00345713">
        <w:rPr>
          <w:szCs w:val="24"/>
        </w:rPr>
        <w:t>d</w:t>
      </w:r>
      <w:r w:rsidR="00860C46" w:rsidRPr="00345713">
        <w:rPr>
          <w:szCs w:val="24"/>
        </w:rPr>
        <w:t>)</w:t>
      </w:r>
      <w:r w:rsidRPr="00345713">
        <w:rPr>
          <w:szCs w:val="24"/>
        </w:rPr>
        <w:tab/>
      </w:r>
      <w:r w:rsidR="00864672" w:rsidRPr="00345713">
        <w:rPr>
          <w:szCs w:val="24"/>
        </w:rPr>
        <w:tab/>
      </w:r>
      <w:r w:rsidR="00FA452B" w:rsidRPr="00345713">
        <w:rPr>
          <w:szCs w:val="24"/>
        </w:rPr>
        <w:t xml:space="preserve">must </w:t>
      </w:r>
      <w:r w:rsidR="00325E9B">
        <w:rPr>
          <w:szCs w:val="24"/>
        </w:rPr>
        <w:t xml:space="preserve">draw up </w:t>
      </w:r>
      <w:r w:rsidR="00860C46" w:rsidRPr="00345713">
        <w:rPr>
          <w:szCs w:val="24"/>
        </w:rPr>
        <w:t>the requests</w:t>
      </w:r>
      <w:r w:rsidR="00F275FF" w:rsidRPr="00345713">
        <w:rPr>
          <w:szCs w:val="24"/>
        </w:rPr>
        <w:t xml:space="preserve"> for</w:t>
      </w:r>
      <w:r w:rsidR="00860C46" w:rsidRPr="00345713">
        <w:rPr>
          <w:szCs w:val="24"/>
        </w:rPr>
        <w:t xml:space="preserve"> </w:t>
      </w:r>
      <w:r w:rsidR="00F275FF" w:rsidRPr="00345713">
        <w:rPr>
          <w:szCs w:val="24"/>
        </w:rPr>
        <w:t>payment</w:t>
      </w:r>
      <w:r w:rsidR="00F275FF" w:rsidRPr="00B76866">
        <w:rPr>
          <w:b/>
          <w:i/>
          <w:color w:val="4F81BD"/>
          <w:szCs w:val="24"/>
        </w:rPr>
        <w:t xml:space="preserve"> </w:t>
      </w:r>
      <w:r w:rsidR="00F275FF" w:rsidRPr="00B76866">
        <w:rPr>
          <w:szCs w:val="24"/>
        </w:rPr>
        <w:t xml:space="preserve">in accordance with the </w:t>
      </w:r>
      <w:r w:rsidR="00952E98" w:rsidRPr="00B76866">
        <w:rPr>
          <w:szCs w:val="24"/>
        </w:rPr>
        <w:t>Agreement</w:t>
      </w:r>
      <w:r w:rsidR="00F275FF" w:rsidRPr="00345713">
        <w:rPr>
          <w:szCs w:val="24"/>
        </w:rPr>
        <w:t>;</w:t>
      </w:r>
    </w:p>
    <w:p w14:paraId="78AD0882" w14:textId="77777777" w:rsidR="00860C46" w:rsidRPr="00345713" w:rsidRDefault="00304B08" w:rsidP="00D43191">
      <w:pPr>
        <w:tabs>
          <w:tab w:val="num" w:pos="567"/>
        </w:tabs>
        <w:ind w:left="567" w:hanging="567"/>
        <w:rPr>
          <w:szCs w:val="24"/>
        </w:rPr>
      </w:pPr>
      <w:r w:rsidRPr="00345713">
        <w:rPr>
          <w:szCs w:val="24"/>
        </w:rPr>
        <w:t>(</w:t>
      </w:r>
      <w:r w:rsidR="00867539" w:rsidRPr="00345713">
        <w:rPr>
          <w:szCs w:val="24"/>
        </w:rPr>
        <w:t>e</w:t>
      </w:r>
      <w:r w:rsidR="00860C46" w:rsidRPr="00345713">
        <w:rPr>
          <w:szCs w:val="24"/>
        </w:rPr>
        <w:t>)</w:t>
      </w:r>
      <w:r w:rsidR="00860C46" w:rsidRPr="00345713">
        <w:rPr>
          <w:szCs w:val="24"/>
        </w:rPr>
        <w:tab/>
      </w:r>
      <w:r w:rsidR="004C46A1">
        <w:rPr>
          <w:szCs w:val="24"/>
        </w:rPr>
        <w:t>if</w:t>
      </w:r>
      <w:r w:rsidR="004C46A1" w:rsidRPr="00345713">
        <w:rPr>
          <w:szCs w:val="24"/>
        </w:rPr>
        <w:t xml:space="preserve"> </w:t>
      </w:r>
      <w:r w:rsidR="00697AE3" w:rsidRPr="00345713">
        <w:rPr>
          <w:szCs w:val="24"/>
        </w:rPr>
        <w:t xml:space="preserve">it is designated as the sole recipient of payments on behalf of all of the beneficiaries, </w:t>
      </w:r>
      <w:r w:rsidR="004C46A1">
        <w:rPr>
          <w:szCs w:val="24"/>
        </w:rPr>
        <w:t xml:space="preserve">it </w:t>
      </w:r>
      <w:r w:rsidR="00FA452B" w:rsidRPr="00345713">
        <w:rPr>
          <w:szCs w:val="24"/>
        </w:rPr>
        <w:t xml:space="preserve">must ensure </w:t>
      </w:r>
      <w:r w:rsidR="00860C46" w:rsidRPr="00345713">
        <w:rPr>
          <w:szCs w:val="24"/>
        </w:rPr>
        <w:t xml:space="preserve">that all the appropriate payments are made to the </w:t>
      </w:r>
      <w:r w:rsidR="00F275FF" w:rsidRPr="00345713">
        <w:rPr>
          <w:szCs w:val="24"/>
        </w:rPr>
        <w:t xml:space="preserve">other </w:t>
      </w:r>
      <w:r w:rsidR="00860C46" w:rsidRPr="00345713">
        <w:rPr>
          <w:szCs w:val="24"/>
        </w:rPr>
        <w:t>beneficiaries without unjustified delay</w:t>
      </w:r>
      <w:r w:rsidR="0022400D" w:rsidRPr="00345713">
        <w:rPr>
          <w:szCs w:val="24"/>
        </w:rPr>
        <w:t>;</w:t>
      </w:r>
    </w:p>
    <w:p w14:paraId="78AD0883" w14:textId="77777777" w:rsidR="00B81E66" w:rsidRPr="00345713" w:rsidRDefault="00304B08" w:rsidP="00D43191">
      <w:pPr>
        <w:tabs>
          <w:tab w:val="left" w:pos="567"/>
        </w:tabs>
        <w:ind w:left="567" w:hanging="567"/>
        <w:rPr>
          <w:i/>
          <w:szCs w:val="24"/>
        </w:rPr>
      </w:pPr>
      <w:r w:rsidRPr="00345713">
        <w:rPr>
          <w:szCs w:val="24"/>
        </w:rPr>
        <w:t>(</w:t>
      </w:r>
      <w:r w:rsidR="0022400D" w:rsidRPr="00345713">
        <w:rPr>
          <w:szCs w:val="24"/>
        </w:rPr>
        <w:t>f</w:t>
      </w:r>
      <w:r w:rsidR="00860C46" w:rsidRPr="00345713">
        <w:rPr>
          <w:szCs w:val="24"/>
        </w:rPr>
        <w:t>)</w:t>
      </w:r>
      <w:r w:rsidR="00860C46" w:rsidRPr="00345713">
        <w:rPr>
          <w:szCs w:val="24"/>
        </w:rPr>
        <w:tab/>
      </w:r>
      <w:r w:rsidR="00A373AF" w:rsidRPr="00345713">
        <w:rPr>
          <w:szCs w:val="24"/>
        </w:rPr>
        <w:t xml:space="preserve">is </w:t>
      </w:r>
      <w:r w:rsidR="00860C46" w:rsidRPr="00345713">
        <w:rPr>
          <w:szCs w:val="24"/>
        </w:rPr>
        <w:t>responsib</w:t>
      </w:r>
      <w:r w:rsidR="00A373AF" w:rsidRPr="00345713">
        <w:rPr>
          <w:szCs w:val="24"/>
        </w:rPr>
        <w:t>le</w:t>
      </w:r>
      <w:r w:rsidR="00EC47B3" w:rsidRPr="00345713">
        <w:rPr>
          <w:szCs w:val="24"/>
        </w:rPr>
        <w:t xml:space="preserve"> for providing all the necessary documents</w:t>
      </w:r>
      <w:r w:rsidR="00860C46" w:rsidRPr="00345713">
        <w:rPr>
          <w:szCs w:val="24"/>
        </w:rPr>
        <w:t xml:space="preserve"> </w:t>
      </w:r>
      <w:r w:rsidR="004C46A1">
        <w:rPr>
          <w:szCs w:val="24"/>
        </w:rPr>
        <w:t xml:space="preserve">required </w:t>
      </w:r>
      <w:r w:rsidR="00791285">
        <w:rPr>
          <w:szCs w:val="24"/>
        </w:rPr>
        <w:t>for</w:t>
      </w:r>
      <w:r w:rsidR="00860C46" w:rsidRPr="00345713">
        <w:rPr>
          <w:szCs w:val="24"/>
        </w:rPr>
        <w:t xml:space="preserve"> </w:t>
      </w:r>
      <w:r w:rsidR="00EC47B3" w:rsidRPr="00345713">
        <w:rPr>
          <w:szCs w:val="24"/>
        </w:rPr>
        <w:t xml:space="preserve">checks and </w:t>
      </w:r>
      <w:r w:rsidR="00860C46" w:rsidRPr="00345713">
        <w:rPr>
          <w:szCs w:val="24"/>
        </w:rPr>
        <w:t>audits</w:t>
      </w:r>
      <w:r w:rsidR="00EC47B3" w:rsidRPr="00345713">
        <w:rPr>
          <w:szCs w:val="24"/>
        </w:rPr>
        <w:t xml:space="preserve"> initiated before the payment of the balance </w:t>
      </w:r>
      <w:r w:rsidR="00561E3C">
        <w:rPr>
          <w:szCs w:val="24"/>
        </w:rPr>
        <w:t>or</w:t>
      </w:r>
      <w:r w:rsidR="004C46A1" w:rsidRPr="00345713">
        <w:rPr>
          <w:szCs w:val="24"/>
        </w:rPr>
        <w:t xml:space="preserve"> </w:t>
      </w:r>
      <w:r w:rsidR="00791285">
        <w:rPr>
          <w:szCs w:val="24"/>
        </w:rPr>
        <w:t xml:space="preserve">documents </w:t>
      </w:r>
      <w:r w:rsidR="004C46A1">
        <w:rPr>
          <w:szCs w:val="24"/>
        </w:rPr>
        <w:t xml:space="preserve">required </w:t>
      </w:r>
      <w:r w:rsidR="00791285">
        <w:rPr>
          <w:szCs w:val="24"/>
        </w:rPr>
        <w:t>for</w:t>
      </w:r>
      <w:r w:rsidR="00EC47B3" w:rsidRPr="00345713">
        <w:rPr>
          <w:szCs w:val="24"/>
        </w:rPr>
        <w:t xml:space="preserve"> </w:t>
      </w:r>
      <w:r w:rsidR="00EC47B3" w:rsidRPr="00B76866">
        <w:rPr>
          <w:szCs w:val="24"/>
        </w:rPr>
        <w:t>evaluation</w:t>
      </w:r>
      <w:r w:rsidR="00F275FF" w:rsidRPr="00B76866">
        <w:rPr>
          <w:szCs w:val="24"/>
        </w:rPr>
        <w:t xml:space="preserve"> </w:t>
      </w:r>
      <w:r w:rsidR="00762E59">
        <w:rPr>
          <w:szCs w:val="24"/>
        </w:rPr>
        <w:t>as provided for in</w:t>
      </w:r>
      <w:r w:rsidR="00F275FF" w:rsidRPr="00B76866">
        <w:rPr>
          <w:szCs w:val="24"/>
        </w:rPr>
        <w:t xml:space="preserve"> </w:t>
      </w:r>
      <w:r w:rsidR="00860C46" w:rsidRPr="00B76866">
        <w:rPr>
          <w:szCs w:val="24"/>
        </w:rPr>
        <w:t>Article</w:t>
      </w:r>
      <w:r w:rsidR="00860C46" w:rsidRPr="00345713">
        <w:rPr>
          <w:szCs w:val="24"/>
        </w:rPr>
        <w:t xml:space="preserve"> II.</w:t>
      </w:r>
      <w:r w:rsidR="003034FE" w:rsidRPr="00345713">
        <w:rPr>
          <w:szCs w:val="24"/>
        </w:rPr>
        <w:t>27</w:t>
      </w:r>
      <w:r w:rsidR="00F275FF" w:rsidRPr="00345713">
        <w:rPr>
          <w:i/>
          <w:szCs w:val="24"/>
        </w:rPr>
        <w:t>.</w:t>
      </w:r>
    </w:p>
    <w:p w14:paraId="78AD0884" w14:textId="77777777" w:rsidR="00EC47B3" w:rsidRPr="00345713" w:rsidRDefault="00B81E66" w:rsidP="00D43191">
      <w:r w:rsidRPr="00345713">
        <w:t xml:space="preserve">The </w:t>
      </w:r>
      <w:r w:rsidR="00FC44DC" w:rsidRPr="00345713">
        <w:t>coordinator</w:t>
      </w:r>
      <w:r w:rsidRPr="00345713">
        <w:t xml:space="preserve"> </w:t>
      </w:r>
      <w:r w:rsidR="00FF4AB2" w:rsidRPr="00345713">
        <w:t>may</w:t>
      </w:r>
      <w:r w:rsidRPr="00345713">
        <w:t xml:space="preserve"> not </w:t>
      </w:r>
      <w:r w:rsidR="00F275FF" w:rsidRPr="00345713">
        <w:t>subcontract</w:t>
      </w:r>
      <w:r w:rsidRPr="00345713">
        <w:t xml:space="preserve"> any part of </w:t>
      </w:r>
      <w:r w:rsidR="0012285F" w:rsidRPr="00345713">
        <w:t xml:space="preserve">its </w:t>
      </w:r>
      <w:r w:rsidRPr="00345713">
        <w:t>tasks to the other beneficiaries or to any other party</w:t>
      </w:r>
      <w:r w:rsidR="00CF0361" w:rsidRPr="00345713">
        <w:t>.</w:t>
      </w:r>
    </w:p>
    <w:p w14:paraId="78AD0885" w14:textId="77777777" w:rsidR="00270BFE" w:rsidRPr="00345713" w:rsidRDefault="000A4F91" w:rsidP="00D43191">
      <w:pPr>
        <w:pStyle w:val="Heading2"/>
      </w:pPr>
      <w:bookmarkStart w:id="18" w:name="_Toc441250822"/>
      <w:bookmarkStart w:id="19" w:name="_Toc530496918"/>
      <w:r w:rsidRPr="00345713">
        <w:t xml:space="preserve">Article </w:t>
      </w:r>
      <w:r w:rsidR="00270BFE" w:rsidRPr="00345713">
        <w:t>II.</w:t>
      </w:r>
      <w:r w:rsidR="00917DB5" w:rsidRPr="00345713">
        <w:t>3</w:t>
      </w:r>
      <w:r w:rsidR="00D43191" w:rsidRPr="00345713">
        <w:t xml:space="preserve"> </w:t>
      </w:r>
      <w:r w:rsidR="00345713">
        <w:rPr>
          <w:rFonts w:hint="eastAsia"/>
        </w:rPr>
        <w:t>—</w:t>
      </w:r>
      <w:r w:rsidR="00D43191" w:rsidRPr="00345713">
        <w:t xml:space="preserve"> Communication between the parties</w:t>
      </w:r>
      <w:bookmarkEnd w:id="18"/>
      <w:bookmarkEnd w:id="19"/>
    </w:p>
    <w:p w14:paraId="78AD0886" w14:textId="77777777" w:rsidR="00A7459B" w:rsidRPr="00345713" w:rsidRDefault="00270BFE" w:rsidP="00D43191">
      <w:pPr>
        <w:pStyle w:val="Heading3"/>
      </w:pPr>
      <w:bookmarkStart w:id="20" w:name="_Toc441250823"/>
      <w:bookmarkStart w:id="21" w:name="_Toc530496919"/>
      <w:r w:rsidRPr="00345713">
        <w:t>II.</w:t>
      </w:r>
      <w:r w:rsidR="00917DB5" w:rsidRPr="00345713">
        <w:t>3</w:t>
      </w:r>
      <w:r w:rsidRPr="00345713">
        <w:t>.1</w:t>
      </w:r>
      <w:r w:rsidRPr="00345713">
        <w:tab/>
      </w:r>
      <w:r w:rsidR="00A7459B" w:rsidRPr="00345713">
        <w:t>Form and means of communication</w:t>
      </w:r>
      <w:bookmarkEnd w:id="20"/>
      <w:bookmarkEnd w:id="21"/>
    </w:p>
    <w:p w14:paraId="78AD0887" w14:textId="77777777" w:rsidR="004A7EB0" w:rsidRPr="00345713" w:rsidRDefault="00270BFE" w:rsidP="00D43191">
      <w:r w:rsidRPr="00345713">
        <w:t xml:space="preserve">Any communication relating to </w:t>
      </w:r>
      <w:r w:rsidR="00574D9D" w:rsidRPr="00345713">
        <w:t>th</w:t>
      </w:r>
      <w:r w:rsidR="008E0DE2" w:rsidRPr="00345713">
        <w:t>e</w:t>
      </w:r>
      <w:r w:rsidRPr="00345713">
        <w:t xml:space="preserve"> </w:t>
      </w:r>
      <w:r w:rsidR="00952E98" w:rsidRPr="00345713">
        <w:t>Agreement</w:t>
      </w:r>
      <w:r w:rsidRPr="00345713">
        <w:t xml:space="preserve"> or to its implementation </w:t>
      </w:r>
      <w:r w:rsidR="002212A1" w:rsidRPr="00345713">
        <w:t>must</w:t>
      </w:r>
      <w:r w:rsidR="004A7EB0" w:rsidRPr="00345713">
        <w:t>:</w:t>
      </w:r>
    </w:p>
    <w:p w14:paraId="78AD0888" w14:textId="77777777" w:rsidR="004A7EB0" w:rsidRPr="00345713" w:rsidRDefault="00270BFE" w:rsidP="00F81053">
      <w:pPr>
        <w:numPr>
          <w:ilvl w:val="0"/>
          <w:numId w:val="15"/>
        </w:numPr>
      </w:pPr>
      <w:r w:rsidRPr="00345713">
        <w:t xml:space="preserve">be made in writing </w:t>
      </w:r>
      <w:r w:rsidR="0020508B" w:rsidRPr="00345713">
        <w:t>(in paper or electronic form</w:t>
      </w:r>
      <w:r w:rsidR="004C46A1" w:rsidRPr="00345713">
        <w:t>)</w:t>
      </w:r>
      <w:r w:rsidR="004C46A1">
        <w:t>;</w:t>
      </w:r>
    </w:p>
    <w:p w14:paraId="78AD0889" w14:textId="77777777" w:rsidR="004A7EB0" w:rsidRPr="00345713" w:rsidRDefault="00270BFE" w:rsidP="00F81053">
      <w:pPr>
        <w:numPr>
          <w:ilvl w:val="0"/>
          <w:numId w:val="15"/>
        </w:numPr>
      </w:pPr>
      <w:r w:rsidRPr="00345713">
        <w:t xml:space="preserve">bear the number of </w:t>
      </w:r>
      <w:r w:rsidR="00574D9D" w:rsidRPr="00345713">
        <w:t>th</w:t>
      </w:r>
      <w:r w:rsidR="00883C8C" w:rsidRPr="00345713">
        <w:t>e</w:t>
      </w:r>
      <w:r w:rsidRPr="00345713">
        <w:t xml:space="preserve"> </w:t>
      </w:r>
      <w:r w:rsidR="00952E98" w:rsidRPr="00345713">
        <w:t>Agreement</w:t>
      </w:r>
      <w:r w:rsidR="004C46A1">
        <w:t>;</w:t>
      </w:r>
      <w:r w:rsidR="00A45C24" w:rsidRPr="00345713">
        <w:t xml:space="preserve"> and</w:t>
      </w:r>
    </w:p>
    <w:p w14:paraId="78AD088A" w14:textId="01EE114E" w:rsidR="003E632F" w:rsidRPr="00345713" w:rsidRDefault="00A45C24" w:rsidP="00F81053">
      <w:pPr>
        <w:numPr>
          <w:ilvl w:val="0"/>
          <w:numId w:val="15"/>
        </w:numPr>
      </w:pPr>
      <w:r w:rsidRPr="00345713">
        <w:t>be made</w:t>
      </w:r>
      <w:r w:rsidR="00EE15A2" w:rsidRPr="00345713">
        <w:t xml:space="preserve"> using the communication </w:t>
      </w:r>
      <w:r w:rsidRPr="00345713">
        <w:t>details identified in Article I.</w:t>
      </w:r>
      <w:r w:rsidR="000B48D0">
        <w:t>6</w:t>
      </w:r>
      <w:r w:rsidR="00270BFE" w:rsidRPr="00345713">
        <w:t>.</w:t>
      </w:r>
    </w:p>
    <w:p w14:paraId="78AD088B" w14:textId="77777777" w:rsidR="00C53EFB" w:rsidRPr="00345713" w:rsidRDefault="00C53EFB" w:rsidP="00D43191">
      <w:r w:rsidRPr="00345713">
        <w:t>If a party requests written confirmation of an electronic communication within a reasonable time, the sender must provide an original signed paper version of the communication as soon as possible</w:t>
      </w:r>
      <w:r w:rsidR="00AB45F4" w:rsidRPr="00345713">
        <w:t>.</w:t>
      </w:r>
    </w:p>
    <w:p w14:paraId="78AD088C" w14:textId="77777777" w:rsidR="00A7459B" w:rsidRPr="00345713" w:rsidRDefault="004C44DD" w:rsidP="00D43191">
      <w:pPr>
        <w:pStyle w:val="Heading3"/>
      </w:pPr>
      <w:bookmarkStart w:id="22" w:name="_Toc441250824"/>
      <w:bookmarkStart w:id="23" w:name="_Toc530496920"/>
      <w:r w:rsidRPr="00345713">
        <w:t>II.</w:t>
      </w:r>
      <w:r w:rsidR="00917DB5" w:rsidRPr="00345713">
        <w:t>3</w:t>
      </w:r>
      <w:r w:rsidRPr="00345713">
        <w:t>.2</w:t>
      </w:r>
      <w:r w:rsidRPr="00345713">
        <w:tab/>
      </w:r>
      <w:r w:rsidR="002C5FCE" w:rsidRPr="00345713">
        <w:t>Date of communications</w:t>
      </w:r>
      <w:bookmarkEnd w:id="22"/>
      <w:bookmarkEnd w:id="23"/>
    </w:p>
    <w:p w14:paraId="78AD088D" w14:textId="77777777" w:rsidR="00097EA8" w:rsidRPr="00345713" w:rsidRDefault="00097EA8" w:rsidP="00D43191">
      <w:r w:rsidRPr="00345713">
        <w:t xml:space="preserve">Any communication is </w:t>
      </w:r>
      <w:r w:rsidR="007203C1" w:rsidRPr="00345713">
        <w:t>considered</w:t>
      </w:r>
      <w:r w:rsidR="00FF5CAF" w:rsidRPr="00345713">
        <w:t xml:space="preserve"> to have been made when </w:t>
      </w:r>
      <w:r w:rsidR="007203C1" w:rsidRPr="00345713">
        <w:t xml:space="preserve">the receiving party </w:t>
      </w:r>
      <w:r w:rsidRPr="00345713">
        <w:t>receive</w:t>
      </w:r>
      <w:r w:rsidR="007203C1" w:rsidRPr="00345713">
        <w:t>s it</w:t>
      </w:r>
      <w:r w:rsidRPr="00345713">
        <w:t xml:space="preserve">, unless the </w:t>
      </w:r>
      <w:r w:rsidR="004C46A1">
        <w:t>A</w:t>
      </w:r>
      <w:r w:rsidR="004C46A1" w:rsidRPr="00345713">
        <w:t xml:space="preserve">greement </w:t>
      </w:r>
      <w:r w:rsidR="004C46A1">
        <w:t>states that communication is considered to have been made on</w:t>
      </w:r>
      <w:r w:rsidRPr="00345713">
        <w:t xml:space="preserve"> the date when the communication was sent.</w:t>
      </w:r>
    </w:p>
    <w:p w14:paraId="78AD088E" w14:textId="251A8221" w:rsidR="00966EFB" w:rsidRPr="00345713" w:rsidRDefault="00966EFB" w:rsidP="00D43191">
      <w:r w:rsidRPr="00345713">
        <w:t>Email is considered to have been received by the receiving party on the day of dispatch of that email, provided that it is sent to the email address indicated in Article I.</w:t>
      </w:r>
      <w:r w:rsidR="000B48D0">
        <w:t>6</w:t>
      </w:r>
      <w:r w:rsidRPr="00345713">
        <w:t xml:space="preserve">. The sending party must be able to prove the date of dispatch. </w:t>
      </w:r>
      <w:r w:rsidR="004C46A1">
        <w:t>If the sending party receives a</w:t>
      </w:r>
      <w:r w:rsidRPr="00345713">
        <w:t xml:space="preserve"> non-delivery report, </w:t>
      </w:r>
      <w:r w:rsidR="004C46A1">
        <w:t>it</w:t>
      </w:r>
      <w:r w:rsidRPr="00345713">
        <w:t xml:space="preserve"> must make every effort to ensure </w:t>
      </w:r>
      <w:r w:rsidR="004C46A1">
        <w:t xml:space="preserve">that </w:t>
      </w:r>
      <w:r w:rsidR="004C46A1" w:rsidRPr="00345713">
        <w:t xml:space="preserve">the other party </w:t>
      </w:r>
      <w:r w:rsidRPr="00345713">
        <w:t>actual</w:t>
      </w:r>
      <w:r w:rsidR="004C46A1">
        <w:t>ly</w:t>
      </w:r>
      <w:r w:rsidRPr="00345713">
        <w:t xml:space="preserve"> recei</w:t>
      </w:r>
      <w:r w:rsidR="004C46A1">
        <w:t>ves</w:t>
      </w:r>
      <w:r w:rsidRPr="00345713">
        <w:t xml:space="preserve"> the communication by email or mail. In such a case, the sending party is not held in breach of its obligation to send such communication within a specified deadline.</w:t>
      </w:r>
    </w:p>
    <w:p w14:paraId="78AD088F" w14:textId="4894509F" w:rsidR="00097EA8" w:rsidRPr="00345713" w:rsidRDefault="00097EA8" w:rsidP="00D43191">
      <w:r w:rsidRPr="00345713">
        <w:t xml:space="preserve">Mail sent to the Commission using the postal </w:t>
      </w:r>
      <w:r w:rsidR="00C11CD7" w:rsidRPr="00345713">
        <w:t xml:space="preserve">or courier </w:t>
      </w:r>
      <w:r w:rsidRPr="00345713">
        <w:t xml:space="preserve">services is considered to have been received by the Commission on the date on which it is registered </w:t>
      </w:r>
      <w:r w:rsidR="001B48FA" w:rsidRPr="00345713">
        <w:t>by the department</w:t>
      </w:r>
      <w:r w:rsidRPr="00345713">
        <w:t xml:space="preserve"> identified in Article I.</w:t>
      </w:r>
      <w:r w:rsidR="000B48D0">
        <w:t>6</w:t>
      </w:r>
      <w:r w:rsidRPr="00345713">
        <w:t>.</w:t>
      </w:r>
    </w:p>
    <w:p w14:paraId="78AD0890" w14:textId="77777777" w:rsidR="00C53175" w:rsidRPr="00345713" w:rsidRDefault="00CF04BD" w:rsidP="00D43191">
      <w:r w:rsidRPr="00345713">
        <w:rPr>
          <w:bCs/>
          <w:i/>
        </w:rPr>
        <w:t>Formal notifications</w:t>
      </w:r>
      <w:r w:rsidRPr="00345713">
        <w:rPr>
          <w:bCs/>
        </w:rPr>
        <w:t xml:space="preserve"> </w:t>
      </w:r>
      <w:r w:rsidR="00966EFB" w:rsidRPr="00345713">
        <w:t>are considered to have been received by the receiving party on the date of receipt indicated in the proof received by the sending party that the message was delivered to the specified recipient.</w:t>
      </w:r>
    </w:p>
    <w:p w14:paraId="78AD0891" w14:textId="77777777" w:rsidR="00AB1AA3" w:rsidRPr="00345713" w:rsidRDefault="000A4F91" w:rsidP="00D43191">
      <w:pPr>
        <w:pStyle w:val="Heading2"/>
      </w:pPr>
      <w:bookmarkStart w:id="24" w:name="_Toc97092415"/>
      <w:bookmarkStart w:id="25" w:name="_Toc441250827"/>
      <w:bookmarkStart w:id="26" w:name="_Toc530496921"/>
      <w:r w:rsidRPr="00345713">
        <w:t xml:space="preserve">Article </w:t>
      </w:r>
      <w:r w:rsidR="00AB1AA3" w:rsidRPr="00345713">
        <w:t>II.</w:t>
      </w:r>
      <w:r w:rsidR="00EA0C01" w:rsidRPr="00345713">
        <w:t>4</w:t>
      </w:r>
      <w:r w:rsidR="00D43191" w:rsidRPr="00345713">
        <w:t xml:space="preserve"> </w:t>
      </w:r>
      <w:r w:rsidR="00345713">
        <w:rPr>
          <w:rFonts w:hint="eastAsia"/>
        </w:rPr>
        <w:t>—</w:t>
      </w:r>
      <w:r w:rsidR="00D43191" w:rsidRPr="00345713">
        <w:t xml:space="preserve"> Liability for damages</w:t>
      </w:r>
      <w:bookmarkEnd w:id="24"/>
      <w:bookmarkEnd w:id="25"/>
      <w:bookmarkEnd w:id="26"/>
    </w:p>
    <w:p w14:paraId="78AD0892" w14:textId="77777777" w:rsidR="00AB1AA3" w:rsidRPr="00345713" w:rsidRDefault="00AB1AA3" w:rsidP="00D43191">
      <w:pPr>
        <w:adjustRightInd w:val="0"/>
        <w:ind w:left="709" w:hanging="709"/>
        <w:rPr>
          <w:szCs w:val="24"/>
        </w:rPr>
      </w:pPr>
      <w:r w:rsidRPr="00345713">
        <w:rPr>
          <w:b/>
          <w:szCs w:val="24"/>
        </w:rPr>
        <w:t>II.</w:t>
      </w:r>
      <w:r w:rsidR="00EA0C01" w:rsidRPr="00345713">
        <w:rPr>
          <w:b/>
          <w:szCs w:val="24"/>
        </w:rPr>
        <w:t>4</w:t>
      </w:r>
      <w:r w:rsidRPr="00345713">
        <w:rPr>
          <w:b/>
          <w:szCs w:val="24"/>
        </w:rPr>
        <w:t>.1</w:t>
      </w:r>
      <w:r w:rsidRPr="00345713">
        <w:rPr>
          <w:szCs w:val="24"/>
        </w:rPr>
        <w:tab/>
        <w:t xml:space="preserve">The Commission </w:t>
      </w:r>
      <w:r w:rsidR="005361B9" w:rsidRPr="00345713">
        <w:rPr>
          <w:szCs w:val="24"/>
        </w:rPr>
        <w:t>may</w:t>
      </w:r>
      <w:r w:rsidRPr="00345713">
        <w:rPr>
          <w:szCs w:val="24"/>
        </w:rPr>
        <w:t xml:space="preserve"> not be held liable for any damage caused or sustained by any of the beneficiaries</w:t>
      </w:r>
      <w:r w:rsidR="002B4D3D" w:rsidRPr="00345713">
        <w:rPr>
          <w:szCs w:val="24"/>
        </w:rPr>
        <w:t>,</w:t>
      </w:r>
      <w:r w:rsidRPr="00345713">
        <w:rPr>
          <w:szCs w:val="24"/>
        </w:rPr>
        <w:t xml:space="preserve"> </w:t>
      </w:r>
      <w:r w:rsidR="00C32F00" w:rsidRPr="00345713">
        <w:rPr>
          <w:szCs w:val="24"/>
        </w:rPr>
        <w:t>including any damage</w:t>
      </w:r>
      <w:r w:rsidRPr="00345713">
        <w:rPr>
          <w:szCs w:val="24"/>
        </w:rPr>
        <w:t xml:space="preserve"> caused to third parties as a consequence of or during the implementation of the </w:t>
      </w:r>
      <w:r w:rsidR="00F648C4" w:rsidRPr="00345713">
        <w:rPr>
          <w:i/>
          <w:szCs w:val="24"/>
        </w:rPr>
        <w:t>action</w:t>
      </w:r>
      <w:r w:rsidRPr="00345713">
        <w:rPr>
          <w:szCs w:val="24"/>
        </w:rPr>
        <w:t>.</w:t>
      </w:r>
    </w:p>
    <w:p w14:paraId="78AD0893" w14:textId="77777777" w:rsidR="00AB1AA3" w:rsidRPr="00345713" w:rsidRDefault="00AB1AA3" w:rsidP="00D43191">
      <w:pPr>
        <w:adjustRightInd w:val="0"/>
        <w:ind w:left="709" w:hanging="709"/>
        <w:rPr>
          <w:szCs w:val="24"/>
        </w:rPr>
      </w:pPr>
      <w:r w:rsidRPr="00345713">
        <w:rPr>
          <w:b/>
          <w:szCs w:val="24"/>
        </w:rPr>
        <w:t>II.</w:t>
      </w:r>
      <w:r w:rsidR="00EA0C01" w:rsidRPr="00345713">
        <w:rPr>
          <w:b/>
          <w:szCs w:val="24"/>
        </w:rPr>
        <w:t>4</w:t>
      </w:r>
      <w:r w:rsidRPr="00345713">
        <w:rPr>
          <w:b/>
          <w:szCs w:val="24"/>
        </w:rPr>
        <w:t>.2</w:t>
      </w:r>
      <w:r w:rsidRPr="00345713">
        <w:rPr>
          <w:szCs w:val="24"/>
        </w:rPr>
        <w:tab/>
      </w:r>
      <w:r w:rsidR="00761F51" w:rsidRPr="00345713">
        <w:rPr>
          <w:szCs w:val="24"/>
        </w:rPr>
        <w:t xml:space="preserve">Except in cases of </w:t>
      </w:r>
      <w:r w:rsidR="006B19E6" w:rsidRPr="00345713">
        <w:rPr>
          <w:i/>
          <w:szCs w:val="24"/>
        </w:rPr>
        <w:t>force majeure</w:t>
      </w:r>
      <w:r w:rsidR="003E6707" w:rsidRPr="00345713">
        <w:rPr>
          <w:szCs w:val="24"/>
        </w:rPr>
        <w:t>,</w:t>
      </w:r>
      <w:r w:rsidR="00761F51" w:rsidRPr="00345713">
        <w:rPr>
          <w:szCs w:val="24"/>
        </w:rPr>
        <w:t xml:space="preserve"> the beneficiaries </w:t>
      </w:r>
      <w:r w:rsidR="002212A1" w:rsidRPr="00345713">
        <w:rPr>
          <w:szCs w:val="24"/>
        </w:rPr>
        <w:t>must</w:t>
      </w:r>
      <w:r w:rsidR="00761F51" w:rsidRPr="00345713">
        <w:rPr>
          <w:szCs w:val="24"/>
        </w:rPr>
        <w:t xml:space="preserve"> compensate the Commission for any damage </w:t>
      </w:r>
      <w:r w:rsidR="00B674C6" w:rsidRPr="00345713">
        <w:rPr>
          <w:szCs w:val="24"/>
        </w:rPr>
        <w:t xml:space="preserve">it sustains </w:t>
      </w:r>
      <w:r w:rsidR="00761F51" w:rsidRPr="00345713">
        <w:rPr>
          <w:szCs w:val="24"/>
        </w:rPr>
        <w:t xml:space="preserve">as a result of the implementation of the </w:t>
      </w:r>
      <w:r w:rsidR="00F648C4" w:rsidRPr="00345713">
        <w:rPr>
          <w:i/>
          <w:szCs w:val="24"/>
        </w:rPr>
        <w:t>action</w:t>
      </w:r>
      <w:r w:rsidR="00761F51" w:rsidRPr="00345713">
        <w:rPr>
          <w:szCs w:val="24"/>
        </w:rPr>
        <w:t xml:space="preserve"> or because the </w:t>
      </w:r>
      <w:r w:rsidR="00F648C4" w:rsidRPr="00345713">
        <w:rPr>
          <w:i/>
          <w:szCs w:val="24"/>
        </w:rPr>
        <w:t>action</w:t>
      </w:r>
      <w:r w:rsidR="00761F51" w:rsidRPr="00345713">
        <w:rPr>
          <w:szCs w:val="24"/>
        </w:rPr>
        <w:t xml:space="preserve"> was not implemented </w:t>
      </w:r>
      <w:r w:rsidR="00B674C6" w:rsidRPr="00345713">
        <w:rPr>
          <w:szCs w:val="24"/>
        </w:rPr>
        <w:t>in full compliance with the Agreement</w:t>
      </w:r>
      <w:r w:rsidR="00761F51" w:rsidRPr="00345713">
        <w:rPr>
          <w:szCs w:val="24"/>
        </w:rPr>
        <w:t>.</w:t>
      </w:r>
    </w:p>
    <w:p w14:paraId="78AD0894" w14:textId="77777777" w:rsidR="00D01432" w:rsidRPr="00345713" w:rsidRDefault="000A4F91" w:rsidP="00D43191">
      <w:pPr>
        <w:pStyle w:val="Heading2"/>
      </w:pPr>
      <w:bookmarkStart w:id="27" w:name="_Toc441250828"/>
      <w:bookmarkStart w:id="28" w:name="_Toc530496922"/>
      <w:r w:rsidRPr="00345713">
        <w:t xml:space="preserve">Article </w:t>
      </w:r>
      <w:r w:rsidR="00D01432" w:rsidRPr="00345713">
        <w:t>II.</w:t>
      </w:r>
      <w:r w:rsidR="00EA0C01" w:rsidRPr="00345713">
        <w:t>5</w:t>
      </w:r>
      <w:r w:rsidR="00DE140A" w:rsidRPr="00345713">
        <w:t xml:space="preserve"> </w:t>
      </w:r>
      <w:r w:rsidR="00345713">
        <w:rPr>
          <w:rFonts w:hint="eastAsia"/>
        </w:rPr>
        <w:t>—</w:t>
      </w:r>
      <w:r w:rsidR="00D01432" w:rsidRPr="00345713">
        <w:t xml:space="preserve"> C</w:t>
      </w:r>
      <w:r w:rsidR="00D43191" w:rsidRPr="00345713">
        <w:t>onflict of interests</w:t>
      </w:r>
      <w:bookmarkEnd w:id="27"/>
      <w:bookmarkEnd w:id="28"/>
    </w:p>
    <w:p w14:paraId="78AD0895" w14:textId="77777777" w:rsidR="00D01432" w:rsidRPr="00345713" w:rsidRDefault="00D01432" w:rsidP="00D43191">
      <w:pPr>
        <w:ind w:left="720" w:hanging="720"/>
        <w:rPr>
          <w:szCs w:val="24"/>
        </w:rPr>
      </w:pPr>
      <w:r w:rsidRPr="00345713">
        <w:rPr>
          <w:b/>
          <w:szCs w:val="24"/>
        </w:rPr>
        <w:t>II.</w:t>
      </w:r>
      <w:r w:rsidR="00EA0C01" w:rsidRPr="00345713">
        <w:rPr>
          <w:b/>
          <w:szCs w:val="24"/>
        </w:rPr>
        <w:t>5</w:t>
      </w:r>
      <w:r w:rsidRPr="00345713">
        <w:rPr>
          <w:b/>
          <w:szCs w:val="24"/>
        </w:rPr>
        <w:t>.1</w:t>
      </w:r>
      <w:r w:rsidRPr="00345713">
        <w:rPr>
          <w:szCs w:val="24"/>
        </w:rPr>
        <w:tab/>
        <w:t xml:space="preserve">The beneficiaries </w:t>
      </w:r>
      <w:r w:rsidR="002212A1" w:rsidRPr="00345713">
        <w:rPr>
          <w:szCs w:val="24"/>
        </w:rPr>
        <w:t>must</w:t>
      </w:r>
      <w:r w:rsidRPr="00345713">
        <w:rPr>
          <w:szCs w:val="24"/>
        </w:rPr>
        <w:t xml:space="preserve"> take all necessary measures to prevent</w:t>
      </w:r>
      <w:r w:rsidR="00801487" w:rsidRPr="00345713">
        <w:rPr>
          <w:szCs w:val="24"/>
        </w:rPr>
        <w:t xml:space="preserve"> any situation of</w:t>
      </w:r>
      <w:r w:rsidRPr="00345713">
        <w:rPr>
          <w:szCs w:val="24"/>
        </w:rPr>
        <w:t xml:space="preserve"> </w:t>
      </w:r>
      <w:r w:rsidR="00801487" w:rsidRPr="00345713">
        <w:rPr>
          <w:i/>
          <w:szCs w:val="24"/>
        </w:rPr>
        <w:t>conflict of interests.</w:t>
      </w:r>
    </w:p>
    <w:p w14:paraId="78AD0896" w14:textId="77777777" w:rsidR="0095688F" w:rsidRPr="00345713" w:rsidRDefault="00D01432" w:rsidP="00D43191">
      <w:pPr>
        <w:ind w:left="720" w:hanging="720"/>
        <w:rPr>
          <w:szCs w:val="24"/>
        </w:rPr>
      </w:pPr>
      <w:r w:rsidRPr="00345713">
        <w:rPr>
          <w:b/>
          <w:szCs w:val="24"/>
        </w:rPr>
        <w:t>II.</w:t>
      </w:r>
      <w:r w:rsidR="00EA0C01" w:rsidRPr="00345713">
        <w:rPr>
          <w:b/>
          <w:szCs w:val="24"/>
        </w:rPr>
        <w:t>5</w:t>
      </w:r>
      <w:r w:rsidRPr="00345713">
        <w:rPr>
          <w:b/>
          <w:szCs w:val="24"/>
        </w:rPr>
        <w:t>.2</w:t>
      </w:r>
      <w:r w:rsidRPr="00345713">
        <w:rPr>
          <w:szCs w:val="24"/>
        </w:rPr>
        <w:tab/>
      </w:r>
      <w:r w:rsidR="0095688F" w:rsidRPr="00345713">
        <w:rPr>
          <w:szCs w:val="24"/>
        </w:rPr>
        <w:t>The beneficiaries must</w:t>
      </w:r>
      <w:r w:rsidR="003A108D" w:rsidRPr="00345713">
        <w:rPr>
          <w:szCs w:val="24"/>
        </w:rPr>
        <w:t xml:space="preserve"> inform </w:t>
      </w:r>
      <w:r w:rsidR="0095688F" w:rsidRPr="00345713">
        <w:rPr>
          <w:szCs w:val="24"/>
        </w:rPr>
        <w:t>the Commission without delay</w:t>
      </w:r>
      <w:r w:rsidR="003A108D" w:rsidRPr="00345713">
        <w:rPr>
          <w:szCs w:val="24"/>
        </w:rPr>
        <w:t xml:space="preserve"> of</w:t>
      </w:r>
      <w:r w:rsidR="0095688F" w:rsidRPr="00345713">
        <w:rPr>
          <w:szCs w:val="24"/>
        </w:rPr>
        <w:t xml:space="preserve"> any situation constituting or likely to lead to a </w:t>
      </w:r>
      <w:r w:rsidR="0095688F" w:rsidRPr="00345713">
        <w:rPr>
          <w:i/>
          <w:szCs w:val="24"/>
        </w:rPr>
        <w:t>conflict of interests</w:t>
      </w:r>
      <w:r w:rsidR="0095688F" w:rsidRPr="00345713">
        <w:rPr>
          <w:szCs w:val="24"/>
        </w:rPr>
        <w:t>. They must take immediately all the necessary steps to rectify this situation.</w:t>
      </w:r>
    </w:p>
    <w:p w14:paraId="78AD0897" w14:textId="77777777" w:rsidR="0095688F" w:rsidRPr="00345713" w:rsidRDefault="0095688F" w:rsidP="00D43191">
      <w:pPr>
        <w:ind w:left="720"/>
        <w:rPr>
          <w:szCs w:val="24"/>
        </w:rPr>
      </w:pPr>
      <w:r w:rsidRPr="00345713">
        <w:rPr>
          <w:szCs w:val="24"/>
        </w:rPr>
        <w:t>The Commission may verify that the measures taken are appropriate and may require additional measures to be taken by a specified deadline.</w:t>
      </w:r>
    </w:p>
    <w:p w14:paraId="78AD0898" w14:textId="77777777" w:rsidR="00EA4069" w:rsidRPr="00345713" w:rsidRDefault="000A4F91" w:rsidP="00D43191">
      <w:pPr>
        <w:pStyle w:val="Heading2"/>
      </w:pPr>
      <w:bookmarkStart w:id="29" w:name="_Toc441250829"/>
      <w:bookmarkStart w:id="30" w:name="_Toc530496923"/>
      <w:r w:rsidRPr="00345713">
        <w:t xml:space="preserve">Article </w:t>
      </w:r>
      <w:r w:rsidR="00EA4069" w:rsidRPr="00345713">
        <w:t>II.</w:t>
      </w:r>
      <w:r w:rsidR="00EA0C01" w:rsidRPr="00345713">
        <w:t>6</w:t>
      </w:r>
      <w:r w:rsidR="00EA4069" w:rsidRPr="00345713">
        <w:t xml:space="preserve"> </w:t>
      </w:r>
      <w:r w:rsidR="00345713">
        <w:rPr>
          <w:rFonts w:hint="eastAsia"/>
        </w:rPr>
        <w:t>—</w:t>
      </w:r>
      <w:r w:rsidR="00EA4069" w:rsidRPr="00345713">
        <w:t xml:space="preserve"> C</w:t>
      </w:r>
      <w:r w:rsidR="00D43191" w:rsidRPr="00345713">
        <w:t>onfidentiality</w:t>
      </w:r>
      <w:bookmarkEnd w:id="29"/>
      <w:bookmarkEnd w:id="30"/>
    </w:p>
    <w:p w14:paraId="78AD0899" w14:textId="77777777" w:rsidR="00B82CED" w:rsidRPr="00345713" w:rsidRDefault="00EA4069" w:rsidP="00D43191">
      <w:pPr>
        <w:ind w:left="720" w:hanging="720"/>
        <w:rPr>
          <w:szCs w:val="24"/>
        </w:rPr>
      </w:pPr>
      <w:r w:rsidRPr="00345713">
        <w:rPr>
          <w:b/>
          <w:szCs w:val="24"/>
        </w:rPr>
        <w:t>II.</w:t>
      </w:r>
      <w:r w:rsidR="00EA0C01" w:rsidRPr="00345713">
        <w:rPr>
          <w:b/>
          <w:szCs w:val="24"/>
        </w:rPr>
        <w:t>6</w:t>
      </w:r>
      <w:r w:rsidRPr="00345713">
        <w:rPr>
          <w:b/>
          <w:szCs w:val="24"/>
        </w:rPr>
        <w:t>.1</w:t>
      </w:r>
      <w:r w:rsidR="00DE140A" w:rsidRPr="00345713">
        <w:rPr>
          <w:b/>
          <w:szCs w:val="24"/>
        </w:rPr>
        <w:tab/>
      </w:r>
      <w:r w:rsidR="00B82CED" w:rsidRPr="00345713">
        <w:rPr>
          <w:szCs w:val="24"/>
        </w:rPr>
        <w:t xml:space="preserve">During implementation of the </w:t>
      </w:r>
      <w:r w:rsidR="00F648C4" w:rsidRPr="00345713">
        <w:rPr>
          <w:i/>
          <w:szCs w:val="24"/>
        </w:rPr>
        <w:t>action</w:t>
      </w:r>
      <w:r w:rsidR="00B82CED" w:rsidRPr="00345713">
        <w:rPr>
          <w:szCs w:val="24"/>
        </w:rPr>
        <w:t xml:space="preserve"> and for five years after the payment of the balance, the parties must </w:t>
      </w:r>
      <w:r w:rsidR="00801487" w:rsidRPr="00345713">
        <w:rPr>
          <w:szCs w:val="24"/>
        </w:rPr>
        <w:t xml:space="preserve">treat with confidentiality </w:t>
      </w:r>
      <w:r w:rsidR="00C370A0" w:rsidRPr="00345713">
        <w:rPr>
          <w:szCs w:val="24"/>
        </w:rPr>
        <w:t xml:space="preserve">any </w:t>
      </w:r>
      <w:r w:rsidR="0027321C" w:rsidRPr="00345713">
        <w:rPr>
          <w:i/>
          <w:szCs w:val="24"/>
        </w:rPr>
        <w:t xml:space="preserve">confidential </w:t>
      </w:r>
      <w:r w:rsidR="00C370A0" w:rsidRPr="00345713">
        <w:rPr>
          <w:i/>
          <w:szCs w:val="24"/>
        </w:rPr>
        <w:t>information</w:t>
      </w:r>
      <w:r w:rsidR="00B82CED" w:rsidRPr="00345713">
        <w:rPr>
          <w:i/>
          <w:szCs w:val="24"/>
        </w:rPr>
        <w:t xml:space="preserve"> and documents</w:t>
      </w:r>
      <w:r w:rsidR="0027321C" w:rsidRPr="00345713">
        <w:rPr>
          <w:i/>
          <w:szCs w:val="24"/>
        </w:rPr>
        <w:t>.</w:t>
      </w:r>
    </w:p>
    <w:p w14:paraId="78AD089A" w14:textId="77777777" w:rsidR="00EA4069" w:rsidRPr="00345713" w:rsidRDefault="00EA4069" w:rsidP="00D43191">
      <w:pPr>
        <w:ind w:left="720" w:hanging="720"/>
        <w:rPr>
          <w:szCs w:val="24"/>
        </w:rPr>
      </w:pPr>
      <w:r w:rsidRPr="00345713">
        <w:rPr>
          <w:b/>
          <w:szCs w:val="24"/>
        </w:rPr>
        <w:t>II.</w:t>
      </w:r>
      <w:r w:rsidR="00EA0C01" w:rsidRPr="00345713">
        <w:rPr>
          <w:b/>
          <w:szCs w:val="24"/>
        </w:rPr>
        <w:t>6</w:t>
      </w:r>
      <w:r w:rsidRPr="00345713">
        <w:rPr>
          <w:b/>
          <w:szCs w:val="24"/>
        </w:rPr>
        <w:t>.2</w:t>
      </w:r>
      <w:r w:rsidR="00DE140A" w:rsidRPr="00345713">
        <w:rPr>
          <w:szCs w:val="24"/>
        </w:rPr>
        <w:tab/>
      </w:r>
      <w:r w:rsidRPr="00345713">
        <w:rPr>
          <w:szCs w:val="24"/>
        </w:rPr>
        <w:t xml:space="preserve">The </w:t>
      </w:r>
      <w:r w:rsidR="00B82CED" w:rsidRPr="00345713">
        <w:rPr>
          <w:szCs w:val="24"/>
        </w:rPr>
        <w:t xml:space="preserve">parties </w:t>
      </w:r>
      <w:r w:rsidR="002212A1" w:rsidRPr="00345713">
        <w:rPr>
          <w:szCs w:val="24"/>
        </w:rPr>
        <w:t>m</w:t>
      </w:r>
      <w:r w:rsidR="005361B9" w:rsidRPr="00345713">
        <w:rPr>
          <w:szCs w:val="24"/>
        </w:rPr>
        <w:t>ay</w:t>
      </w:r>
      <w:r w:rsidRPr="00345713">
        <w:rPr>
          <w:szCs w:val="24"/>
        </w:rPr>
        <w:t xml:space="preserve"> </w:t>
      </w:r>
      <w:r w:rsidR="00DD3CA2">
        <w:rPr>
          <w:szCs w:val="24"/>
        </w:rPr>
        <w:t>only</w:t>
      </w:r>
      <w:r w:rsidR="00DD3CA2" w:rsidRPr="00345713">
        <w:rPr>
          <w:szCs w:val="24"/>
        </w:rPr>
        <w:t xml:space="preserve"> </w:t>
      </w:r>
      <w:r w:rsidRPr="00345713">
        <w:rPr>
          <w:szCs w:val="24"/>
        </w:rPr>
        <w:t xml:space="preserve">use </w:t>
      </w:r>
      <w:r w:rsidRPr="00345713">
        <w:rPr>
          <w:i/>
          <w:szCs w:val="24"/>
        </w:rPr>
        <w:t xml:space="preserve">confidential information </w:t>
      </w:r>
      <w:r w:rsidR="00C32F00" w:rsidRPr="00345713">
        <w:rPr>
          <w:i/>
          <w:szCs w:val="24"/>
        </w:rPr>
        <w:t>and documents</w:t>
      </w:r>
      <w:r w:rsidR="00C32F00" w:rsidRPr="00345713">
        <w:rPr>
          <w:szCs w:val="24"/>
        </w:rPr>
        <w:t xml:space="preserve"> </w:t>
      </w:r>
      <w:r w:rsidRPr="00345713">
        <w:rPr>
          <w:szCs w:val="24"/>
        </w:rPr>
        <w:t xml:space="preserve">for a </w:t>
      </w:r>
      <w:r w:rsidR="00787A34" w:rsidRPr="00345713">
        <w:rPr>
          <w:szCs w:val="24"/>
        </w:rPr>
        <w:t xml:space="preserve">reason </w:t>
      </w:r>
      <w:r w:rsidRPr="00345713">
        <w:rPr>
          <w:szCs w:val="24"/>
        </w:rPr>
        <w:t xml:space="preserve">other than </w:t>
      </w:r>
      <w:r w:rsidR="00DD3CA2">
        <w:rPr>
          <w:szCs w:val="24"/>
        </w:rPr>
        <w:t xml:space="preserve">to </w:t>
      </w:r>
      <w:r w:rsidRPr="00345713">
        <w:rPr>
          <w:szCs w:val="24"/>
        </w:rPr>
        <w:t xml:space="preserve">fulfil their obligations under the </w:t>
      </w:r>
      <w:r w:rsidR="00952E98" w:rsidRPr="00345713">
        <w:rPr>
          <w:szCs w:val="24"/>
        </w:rPr>
        <w:t>Agreement</w:t>
      </w:r>
      <w:r w:rsidR="005A3609" w:rsidRPr="00345713">
        <w:rPr>
          <w:szCs w:val="24"/>
        </w:rPr>
        <w:t xml:space="preserve"> </w:t>
      </w:r>
      <w:r w:rsidR="00DD3CA2">
        <w:rPr>
          <w:szCs w:val="24"/>
        </w:rPr>
        <w:t>if they have first obtained</w:t>
      </w:r>
      <w:r w:rsidR="00DD3CA2" w:rsidRPr="00345713">
        <w:rPr>
          <w:szCs w:val="24"/>
        </w:rPr>
        <w:t xml:space="preserve"> </w:t>
      </w:r>
      <w:r w:rsidR="005A3609" w:rsidRPr="00345713">
        <w:rPr>
          <w:szCs w:val="24"/>
        </w:rPr>
        <w:t xml:space="preserve">the prior written agreement of </w:t>
      </w:r>
      <w:r w:rsidRPr="00345713">
        <w:rPr>
          <w:szCs w:val="24"/>
        </w:rPr>
        <w:t xml:space="preserve">the </w:t>
      </w:r>
      <w:r w:rsidR="00B82CED" w:rsidRPr="00345713">
        <w:rPr>
          <w:szCs w:val="24"/>
        </w:rPr>
        <w:t>other party</w:t>
      </w:r>
      <w:r w:rsidRPr="00345713">
        <w:rPr>
          <w:szCs w:val="24"/>
        </w:rPr>
        <w:t>.</w:t>
      </w:r>
    </w:p>
    <w:p w14:paraId="78AD089B" w14:textId="77777777" w:rsidR="00B82CED" w:rsidRPr="00345713" w:rsidRDefault="00EA4069" w:rsidP="00D43191">
      <w:pPr>
        <w:rPr>
          <w:szCs w:val="24"/>
        </w:rPr>
      </w:pPr>
      <w:r w:rsidRPr="00345713">
        <w:rPr>
          <w:b/>
          <w:szCs w:val="24"/>
        </w:rPr>
        <w:t>II.</w:t>
      </w:r>
      <w:r w:rsidR="00EA0C01" w:rsidRPr="00345713">
        <w:rPr>
          <w:b/>
          <w:szCs w:val="24"/>
        </w:rPr>
        <w:t>6</w:t>
      </w:r>
      <w:r w:rsidRPr="00345713">
        <w:rPr>
          <w:b/>
          <w:szCs w:val="24"/>
        </w:rPr>
        <w:t>.3</w:t>
      </w:r>
      <w:r w:rsidR="00DE140A" w:rsidRPr="00345713">
        <w:rPr>
          <w:szCs w:val="24"/>
        </w:rPr>
        <w:tab/>
      </w:r>
      <w:r w:rsidR="00B82CED" w:rsidRPr="00345713">
        <w:rPr>
          <w:szCs w:val="24"/>
        </w:rPr>
        <w:t xml:space="preserve">The confidentiality obligations </w:t>
      </w:r>
      <w:r w:rsidR="00C370A0" w:rsidRPr="00345713">
        <w:rPr>
          <w:szCs w:val="24"/>
        </w:rPr>
        <w:t xml:space="preserve">do </w:t>
      </w:r>
      <w:r w:rsidR="00B82CED" w:rsidRPr="00345713">
        <w:rPr>
          <w:szCs w:val="24"/>
        </w:rPr>
        <w:t>no</w:t>
      </w:r>
      <w:r w:rsidR="00C370A0" w:rsidRPr="00345713">
        <w:rPr>
          <w:szCs w:val="24"/>
        </w:rPr>
        <w:t>t</w:t>
      </w:r>
      <w:r w:rsidR="00B82CED" w:rsidRPr="00345713">
        <w:rPr>
          <w:szCs w:val="24"/>
        </w:rPr>
        <w:t xml:space="preserve"> apply if:</w:t>
      </w:r>
    </w:p>
    <w:p w14:paraId="78AD089C" w14:textId="77777777" w:rsidR="00EA4069" w:rsidRPr="00345713" w:rsidRDefault="00B82CED" w:rsidP="00F81053">
      <w:pPr>
        <w:numPr>
          <w:ilvl w:val="0"/>
          <w:numId w:val="16"/>
        </w:numPr>
      </w:pPr>
      <w:r w:rsidRPr="00345713">
        <w:t>the disclosing party agrees to release the other party</w:t>
      </w:r>
      <w:r w:rsidRPr="00345713" w:rsidDel="00B82CED">
        <w:t xml:space="preserve"> </w:t>
      </w:r>
      <w:r w:rsidR="00EA4069" w:rsidRPr="00345713">
        <w:t xml:space="preserve">from </w:t>
      </w:r>
      <w:r w:rsidR="00AC792D" w:rsidRPr="00345713">
        <w:t>th</w:t>
      </w:r>
      <w:r w:rsidRPr="00345713">
        <w:t>os</w:t>
      </w:r>
      <w:r w:rsidR="00AC792D" w:rsidRPr="00345713">
        <w:t>e obligations</w:t>
      </w:r>
      <w:r w:rsidR="00EA4069" w:rsidRPr="00345713">
        <w:t>;</w:t>
      </w:r>
    </w:p>
    <w:p w14:paraId="78AD089D" w14:textId="77777777" w:rsidR="00EA4069" w:rsidRPr="00345713" w:rsidRDefault="0032607A" w:rsidP="00F81053">
      <w:pPr>
        <w:numPr>
          <w:ilvl w:val="0"/>
          <w:numId w:val="16"/>
        </w:numPr>
      </w:pPr>
      <w:r w:rsidRPr="00345713">
        <w:t xml:space="preserve">the </w:t>
      </w:r>
      <w:r w:rsidRPr="00345713">
        <w:rPr>
          <w:i/>
        </w:rPr>
        <w:t>confidential information or documents</w:t>
      </w:r>
      <w:r w:rsidRPr="00345713">
        <w:t xml:space="preserve"> become public through other means than </w:t>
      </w:r>
      <w:r w:rsidR="00DD3CA2">
        <w:t>a</w:t>
      </w:r>
      <w:r w:rsidR="00DD3CA2" w:rsidRPr="00345713">
        <w:t xml:space="preserve"> </w:t>
      </w:r>
      <w:r w:rsidRPr="00345713">
        <w:t>breach of the confidentiality obligation</w:t>
      </w:r>
      <w:r w:rsidR="00C370A0" w:rsidRPr="00345713">
        <w:t>s</w:t>
      </w:r>
      <w:r w:rsidR="00EA4069" w:rsidRPr="00345713">
        <w:t>;</w:t>
      </w:r>
    </w:p>
    <w:p w14:paraId="78AD089E" w14:textId="77777777" w:rsidR="00EA4069" w:rsidRPr="00345713" w:rsidRDefault="00EA4069" w:rsidP="00F81053">
      <w:pPr>
        <w:numPr>
          <w:ilvl w:val="0"/>
          <w:numId w:val="16"/>
        </w:numPr>
      </w:pPr>
      <w:r w:rsidRPr="00345713">
        <w:t xml:space="preserve">the disclosure of the </w:t>
      </w:r>
      <w:r w:rsidRPr="00345713">
        <w:rPr>
          <w:i/>
        </w:rPr>
        <w:t>confidential information</w:t>
      </w:r>
      <w:r w:rsidR="00C370A0" w:rsidRPr="00345713">
        <w:rPr>
          <w:i/>
        </w:rPr>
        <w:t xml:space="preserve"> or documents</w:t>
      </w:r>
      <w:r w:rsidRPr="00345713">
        <w:t xml:space="preserve"> is required by law.</w:t>
      </w:r>
    </w:p>
    <w:p w14:paraId="78AD089F" w14:textId="77777777" w:rsidR="00D01432" w:rsidRPr="00345713" w:rsidRDefault="000A4F91" w:rsidP="00D43191">
      <w:pPr>
        <w:pStyle w:val="Heading2"/>
      </w:pPr>
      <w:bookmarkStart w:id="31" w:name="_Toc441250830"/>
      <w:bookmarkStart w:id="32" w:name="_Toc530496924"/>
      <w:r w:rsidRPr="000C409B">
        <w:t xml:space="preserve">Article </w:t>
      </w:r>
      <w:r w:rsidR="00D01432" w:rsidRPr="000C409B">
        <w:t>II.</w:t>
      </w:r>
      <w:r w:rsidR="00EA0C01" w:rsidRPr="000C409B">
        <w:t>7</w:t>
      </w:r>
      <w:r w:rsidR="00DE140A" w:rsidRPr="000C409B">
        <w:t xml:space="preserve"> </w:t>
      </w:r>
      <w:r w:rsidR="00345713" w:rsidRPr="000C409B">
        <w:rPr>
          <w:rFonts w:hint="eastAsia"/>
        </w:rPr>
        <w:t>—</w:t>
      </w:r>
      <w:r w:rsidR="00D43191" w:rsidRPr="000C409B">
        <w:t xml:space="preserve"> Processing of personal data</w:t>
      </w:r>
      <w:bookmarkEnd w:id="31"/>
      <w:bookmarkEnd w:id="32"/>
    </w:p>
    <w:p w14:paraId="78AD08A0" w14:textId="77777777" w:rsidR="002B264E" w:rsidRPr="00345713" w:rsidRDefault="00D01432" w:rsidP="00D43191">
      <w:pPr>
        <w:pStyle w:val="Heading3"/>
      </w:pPr>
      <w:bookmarkStart w:id="33" w:name="_Toc441250831"/>
      <w:bookmarkStart w:id="34" w:name="_Toc530496925"/>
      <w:r w:rsidRPr="00345713">
        <w:t>II.</w:t>
      </w:r>
      <w:r w:rsidR="00EA0C01" w:rsidRPr="00345713">
        <w:t>7</w:t>
      </w:r>
      <w:r w:rsidRPr="00345713">
        <w:t>.1</w:t>
      </w:r>
      <w:r w:rsidRPr="00345713">
        <w:tab/>
      </w:r>
      <w:r w:rsidR="002B264E" w:rsidRPr="00345713">
        <w:t>Processing of personal data by the Commission</w:t>
      </w:r>
      <w:bookmarkEnd w:id="33"/>
      <w:bookmarkEnd w:id="34"/>
    </w:p>
    <w:p w14:paraId="78AD08A1" w14:textId="4C231B12" w:rsidR="007C40EF" w:rsidRPr="00345713" w:rsidRDefault="00D01432" w:rsidP="00D43191">
      <w:r w:rsidRPr="00345713">
        <w:t xml:space="preserve">Any personal data included in the </w:t>
      </w:r>
      <w:r w:rsidR="00952E98" w:rsidRPr="00345713">
        <w:t>Agreement</w:t>
      </w:r>
      <w:r w:rsidRPr="00345713">
        <w:t xml:space="preserve"> </w:t>
      </w:r>
      <w:r w:rsidR="002212A1" w:rsidRPr="00345713">
        <w:t>must</w:t>
      </w:r>
      <w:r w:rsidRPr="00345713">
        <w:t xml:space="preserve"> be processed </w:t>
      </w:r>
      <w:r w:rsidR="002E048C" w:rsidRPr="00345713">
        <w:t xml:space="preserve">by the Commission </w:t>
      </w:r>
      <w:r w:rsidR="00A06F13" w:rsidRPr="00345713">
        <w:t>in accordance with</w:t>
      </w:r>
      <w:r w:rsidRPr="00345713">
        <w:t xml:space="preserve"> </w:t>
      </w:r>
      <w:r w:rsidRPr="00BB12FC">
        <w:t>Regulation (</w:t>
      </w:r>
      <w:r w:rsidR="008D0622" w:rsidRPr="00BB12FC">
        <w:t>EU</w:t>
      </w:r>
      <w:r w:rsidRPr="00BB12FC">
        <w:t xml:space="preserve">) No </w:t>
      </w:r>
      <w:r w:rsidR="008D0622" w:rsidRPr="00BB12FC">
        <w:t>2018/</w:t>
      </w:r>
      <w:r w:rsidR="00BB12FC" w:rsidRPr="00BB12FC">
        <w:t>1725</w:t>
      </w:r>
      <w:r w:rsidR="00345713" w:rsidRPr="00BB12FC">
        <w:t>.</w:t>
      </w:r>
      <w:r w:rsidR="007C40EF" w:rsidRPr="00BB12FC">
        <w:rPr>
          <w:rStyle w:val="FootnoteReference"/>
          <w:szCs w:val="24"/>
        </w:rPr>
        <w:footnoteReference w:id="1"/>
      </w:r>
    </w:p>
    <w:p w14:paraId="78AD08A2" w14:textId="1DFDFFBD" w:rsidR="007C40EF" w:rsidRPr="00345713" w:rsidRDefault="00D01432" w:rsidP="00D43191">
      <w:pPr>
        <w:rPr>
          <w:color w:val="000000"/>
        </w:rPr>
      </w:pPr>
      <w:r w:rsidRPr="00345713">
        <w:t xml:space="preserve">Such data </w:t>
      </w:r>
      <w:r w:rsidR="002212A1" w:rsidRPr="00345713">
        <w:t>must</w:t>
      </w:r>
      <w:r w:rsidRPr="00345713">
        <w:t xml:space="preserve"> be processed by </w:t>
      </w:r>
      <w:r w:rsidRPr="00345713">
        <w:rPr>
          <w:color w:val="000000"/>
        </w:rPr>
        <w:t>the data controller</w:t>
      </w:r>
      <w:r w:rsidR="002E048C" w:rsidRPr="00345713">
        <w:rPr>
          <w:color w:val="000000"/>
        </w:rPr>
        <w:t xml:space="preserve"> identified in Article </w:t>
      </w:r>
      <w:r w:rsidR="00104D8D">
        <w:rPr>
          <w:color w:val="000000"/>
        </w:rPr>
        <w:t>I.6</w:t>
      </w:r>
      <w:r w:rsidRPr="00345713">
        <w:t xml:space="preserve"> solely for implement</w:t>
      </w:r>
      <w:r w:rsidR="00DD3CA2">
        <w:t>ing</w:t>
      </w:r>
      <w:r w:rsidRPr="00345713">
        <w:t xml:space="preserve">, </w:t>
      </w:r>
      <w:r w:rsidR="00DD3CA2" w:rsidRPr="00345713">
        <w:t>manag</w:t>
      </w:r>
      <w:r w:rsidR="00DD3CA2">
        <w:t>ing</w:t>
      </w:r>
      <w:r w:rsidR="00DD3CA2" w:rsidRPr="00345713">
        <w:t xml:space="preserve"> </w:t>
      </w:r>
      <w:r w:rsidRPr="00345713">
        <w:t xml:space="preserve">and monitoring the </w:t>
      </w:r>
      <w:r w:rsidR="00952E98" w:rsidRPr="00345713">
        <w:t>Agreement</w:t>
      </w:r>
      <w:r w:rsidR="007C40EF" w:rsidRPr="00345713">
        <w:t xml:space="preserve"> or </w:t>
      </w:r>
      <w:r w:rsidR="00DD3CA2">
        <w:t xml:space="preserve">to </w:t>
      </w:r>
      <w:r w:rsidR="007C40EF" w:rsidRPr="00345713">
        <w:t>protect the financial interests of the EU, including checks, audits and investigations in accordance with Article II.27.</w:t>
      </w:r>
    </w:p>
    <w:p w14:paraId="78AD08A3" w14:textId="65171828" w:rsidR="00D01432" w:rsidRPr="00345713" w:rsidRDefault="00D01432" w:rsidP="00D43191">
      <w:r w:rsidRPr="00345713">
        <w:t xml:space="preserve">The beneficiaries </w:t>
      </w:r>
      <w:r w:rsidRPr="00345713">
        <w:rPr>
          <w:color w:val="000000"/>
        </w:rPr>
        <w:t xml:space="preserve">have the right </w:t>
      </w:r>
      <w:r w:rsidR="007C40EF" w:rsidRPr="00345713">
        <w:rPr>
          <w:color w:val="000000"/>
        </w:rPr>
        <w:t>to access</w:t>
      </w:r>
      <w:r w:rsidR="009E77BF">
        <w:rPr>
          <w:color w:val="000000"/>
        </w:rPr>
        <w:t>, rectify or erase</w:t>
      </w:r>
      <w:r w:rsidR="007C40EF" w:rsidRPr="00345713">
        <w:rPr>
          <w:color w:val="000000"/>
        </w:rPr>
        <w:t xml:space="preserve"> their own personal data</w:t>
      </w:r>
      <w:r w:rsidR="009E77BF" w:rsidRPr="009E77BF">
        <w:t xml:space="preserve"> </w:t>
      </w:r>
      <w:r w:rsidR="009E77BF" w:rsidRPr="009E77BF">
        <w:rPr>
          <w:color w:val="000000"/>
        </w:rPr>
        <w:t xml:space="preserve">and the right to restrict or, where applicable, the right to data portability or the right to object to data processing in accordance with </w:t>
      </w:r>
      <w:r w:rsidR="009E77BF" w:rsidRPr="00BB12FC">
        <w:rPr>
          <w:color w:val="000000"/>
        </w:rPr>
        <w:t>Regulation (EU) No 2018/</w:t>
      </w:r>
      <w:r w:rsidR="00BB12FC" w:rsidRPr="00BB12FC">
        <w:rPr>
          <w:color w:val="000000"/>
        </w:rPr>
        <w:t>1725</w:t>
      </w:r>
      <w:r w:rsidRPr="00BB12FC">
        <w:rPr>
          <w:color w:val="000000"/>
        </w:rPr>
        <w:t xml:space="preserve">. </w:t>
      </w:r>
      <w:r w:rsidR="00582463" w:rsidRPr="00BB12FC">
        <w:rPr>
          <w:color w:val="000000"/>
        </w:rPr>
        <w:t>For</w:t>
      </w:r>
      <w:r w:rsidR="00582463" w:rsidRPr="00345713">
        <w:rPr>
          <w:color w:val="000000"/>
        </w:rPr>
        <w:t xml:space="preserve"> this purpose, they must send any queries about the processing of their personal data to the data controller</w:t>
      </w:r>
      <w:r w:rsidR="002E048C" w:rsidRPr="00345713">
        <w:rPr>
          <w:color w:val="000000"/>
        </w:rPr>
        <w:t xml:space="preserve"> identified in Article I.</w:t>
      </w:r>
      <w:r w:rsidR="00104D8D">
        <w:rPr>
          <w:color w:val="000000"/>
        </w:rPr>
        <w:t>6</w:t>
      </w:r>
      <w:r w:rsidRPr="00345713">
        <w:rPr>
          <w:color w:val="000000"/>
        </w:rPr>
        <w:t>.</w:t>
      </w:r>
    </w:p>
    <w:p w14:paraId="78AD08A4" w14:textId="77777777" w:rsidR="00D01432" w:rsidRPr="00345713" w:rsidRDefault="00D01432" w:rsidP="00D43191">
      <w:r w:rsidRPr="00345713">
        <w:t xml:space="preserve">The beneficiaries </w:t>
      </w:r>
      <w:r w:rsidR="00480CBD" w:rsidRPr="00345713">
        <w:t>may</w:t>
      </w:r>
      <w:r w:rsidR="007C40EF" w:rsidRPr="00345713">
        <w:rPr>
          <w:color w:val="000000"/>
        </w:rPr>
        <w:t xml:space="preserve"> have </w:t>
      </w:r>
      <w:r w:rsidRPr="00345713">
        <w:rPr>
          <w:color w:val="000000"/>
        </w:rPr>
        <w:t xml:space="preserve">recourse at any time to </w:t>
      </w:r>
      <w:r w:rsidRPr="00345713">
        <w:t>the European Data Protection Supervisor.</w:t>
      </w:r>
    </w:p>
    <w:p w14:paraId="78AD08A5" w14:textId="77777777" w:rsidR="002B264E" w:rsidRPr="00345713" w:rsidRDefault="00D01432" w:rsidP="00D43191">
      <w:pPr>
        <w:pStyle w:val="Heading3"/>
      </w:pPr>
      <w:bookmarkStart w:id="35" w:name="_Toc441250832"/>
      <w:bookmarkStart w:id="36" w:name="_Toc530496926"/>
      <w:r w:rsidRPr="00345713">
        <w:t>II.</w:t>
      </w:r>
      <w:r w:rsidR="00EA0C01" w:rsidRPr="00345713">
        <w:t>7</w:t>
      </w:r>
      <w:r w:rsidRPr="00345713">
        <w:t>.</w:t>
      </w:r>
      <w:r w:rsidR="00B53428" w:rsidRPr="00345713">
        <w:t>2</w:t>
      </w:r>
      <w:r w:rsidRPr="00345713">
        <w:tab/>
      </w:r>
      <w:r w:rsidR="002B264E" w:rsidRPr="00345713">
        <w:t>Processing of personal data by the beneficiaries</w:t>
      </w:r>
      <w:bookmarkEnd w:id="35"/>
      <w:bookmarkEnd w:id="36"/>
    </w:p>
    <w:p w14:paraId="78AD08A6" w14:textId="77777777" w:rsidR="00350A19" w:rsidRPr="00345713" w:rsidRDefault="00350A19" w:rsidP="00D43191">
      <w:r w:rsidRPr="00345713">
        <w:t>The beneficiar</w:t>
      </w:r>
      <w:r w:rsidR="00480CBD" w:rsidRPr="00345713">
        <w:t>ies</w:t>
      </w:r>
      <w:r w:rsidRPr="00345713">
        <w:t xml:space="preserve"> </w:t>
      </w:r>
      <w:r w:rsidR="002C6D29">
        <w:t>must</w:t>
      </w:r>
      <w:r w:rsidR="002C6D29" w:rsidRPr="00345713">
        <w:t xml:space="preserve"> </w:t>
      </w:r>
      <w:r w:rsidRPr="00345713">
        <w:t>process personal data under th</w:t>
      </w:r>
      <w:r w:rsidR="00B82D03" w:rsidRPr="00345713">
        <w:t>e Agreement</w:t>
      </w:r>
      <w:r w:rsidRPr="00345713">
        <w:t xml:space="preserve"> in compliance with applicable EU and national law on data protection (including authorisations or notification requirements).</w:t>
      </w:r>
    </w:p>
    <w:p w14:paraId="78AD08A7" w14:textId="40BF836A" w:rsidR="006A359E" w:rsidRPr="00345713" w:rsidRDefault="006A359E" w:rsidP="00D43191">
      <w:r w:rsidRPr="00345713">
        <w:t>The beneficiaries may grant their personnel access only to data that is strictly necessary for implementing, managing and monitoring the Agreement.</w:t>
      </w:r>
      <w:r w:rsidR="009E77BF" w:rsidRPr="009E77BF">
        <w:t xml:space="preserve"> The beneficiary must ensure that </w:t>
      </w:r>
      <w:r w:rsidR="002E417E">
        <w:t xml:space="preserve">the </w:t>
      </w:r>
      <w:r w:rsidR="009E77BF" w:rsidRPr="009E77BF">
        <w:t>personnel authorised to process personal data has committed itself to confidentiality or is under appropriate statutory obligation of confidentiality.</w:t>
      </w:r>
    </w:p>
    <w:p w14:paraId="78AD08A8" w14:textId="180AF2C3" w:rsidR="00D01432" w:rsidRPr="00345713" w:rsidRDefault="00D01432" w:rsidP="00D43191">
      <w:pPr>
        <w:rPr>
          <w:color w:val="000000"/>
        </w:rPr>
      </w:pPr>
      <w:r w:rsidRPr="00345713">
        <w:t xml:space="preserve">The beneficiaries </w:t>
      </w:r>
      <w:r w:rsidR="008A1BFD" w:rsidRPr="00345713">
        <w:t xml:space="preserve">must </w:t>
      </w:r>
      <w:r w:rsidRPr="00345713">
        <w:t>adopt appropriate technical and organisational security measures having regard to the risks inherent in the processing and to the nature</w:t>
      </w:r>
      <w:r w:rsidR="009E77BF" w:rsidRPr="009E77BF">
        <w:t xml:space="preserve">, scope, context and purposes of processing </w:t>
      </w:r>
      <w:r w:rsidRPr="00345713">
        <w:t>of the personal data concerned</w:t>
      </w:r>
      <w:r w:rsidR="00DD3CA2">
        <w:t>. This is</w:t>
      </w:r>
      <w:r w:rsidR="00DD3CA2" w:rsidRPr="00345713">
        <w:t xml:space="preserve"> </w:t>
      </w:r>
      <w:r w:rsidRPr="00345713">
        <w:t>in order to</w:t>
      </w:r>
      <w:r w:rsidR="009E77BF" w:rsidRPr="009E77BF">
        <w:t xml:space="preserve"> ensure, as appropriate</w:t>
      </w:r>
      <w:r w:rsidRPr="00345713">
        <w:t>:</w:t>
      </w:r>
    </w:p>
    <w:p w14:paraId="384C67B3" w14:textId="77777777" w:rsidR="00F12D54" w:rsidRDefault="00F12D54" w:rsidP="003A2A37">
      <w:pPr>
        <w:numPr>
          <w:ilvl w:val="0"/>
          <w:numId w:val="81"/>
        </w:numPr>
        <w:spacing w:before="0" w:beforeAutospacing="0" w:after="0" w:afterAutospacing="0"/>
      </w:pPr>
      <w:r w:rsidRPr="009E77BF">
        <w:t>the pseudonymisation and encryption of personal data;</w:t>
      </w:r>
    </w:p>
    <w:p w14:paraId="193021AE" w14:textId="77777777" w:rsidR="00C76464" w:rsidRPr="00345713" w:rsidRDefault="00C76464" w:rsidP="00BB12FC">
      <w:pPr>
        <w:spacing w:before="0" w:beforeAutospacing="0" w:after="0" w:afterAutospacing="0"/>
        <w:ind w:left="720"/>
      </w:pPr>
    </w:p>
    <w:p w14:paraId="66330595" w14:textId="77777777" w:rsidR="00F12D54" w:rsidRDefault="00F12D54" w:rsidP="003A2A37">
      <w:pPr>
        <w:numPr>
          <w:ilvl w:val="0"/>
          <w:numId w:val="81"/>
        </w:numPr>
        <w:spacing w:before="0" w:beforeAutospacing="0" w:after="0" w:afterAutospacing="0"/>
      </w:pPr>
      <w:r>
        <w:t>the ability to ensure the ongoing confidentiality, integrity, availability and resilience of processing systems and services;</w:t>
      </w:r>
    </w:p>
    <w:p w14:paraId="1D7632A6" w14:textId="77777777" w:rsidR="00C76464" w:rsidRDefault="00C76464" w:rsidP="00BB12FC">
      <w:pPr>
        <w:spacing w:before="0" w:beforeAutospacing="0" w:after="0" w:afterAutospacing="0"/>
        <w:ind w:left="720"/>
      </w:pPr>
    </w:p>
    <w:p w14:paraId="4E6A10E0" w14:textId="77777777" w:rsidR="00F12D54" w:rsidRDefault="00F12D54" w:rsidP="003A2A37">
      <w:pPr>
        <w:numPr>
          <w:ilvl w:val="0"/>
          <w:numId w:val="81"/>
        </w:numPr>
        <w:spacing w:before="0" w:beforeAutospacing="0" w:after="0" w:afterAutospacing="0"/>
      </w:pPr>
      <w:r>
        <w:t>the ability to restore the availability and access to personal data in a timely manner in the event of a physical or technical incident;</w:t>
      </w:r>
    </w:p>
    <w:p w14:paraId="5A81D921" w14:textId="77777777" w:rsidR="00C76464" w:rsidRDefault="00C76464" w:rsidP="00BB12FC">
      <w:pPr>
        <w:spacing w:before="0" w:beforeAutospacing="0" w:after="0" w:afterAutospacing="0"/>
        <w:ind w:left="720"/>
      </w:pPr>
    </w:p>
    <w:p w14:paraId="561642DB" w14:textId="77777777" w:rsidR="00F12D54" w:rsidRDefault="00F12D54" w:rsidP="003A2A37">
      <w:pPr>
        <w:numPr>
          <w:ilvl w:val="0"/>
          <w:numId w:val="81"/>
        </w:numPr>
        <w:spacing w:before="0" w:beforeAutospacing="0" w:after="0" w:afterAutospacing="0"/>
      </w:pPr>
      <w:r>
        <w:t>a process for regularly testing, assessing and evaluating the effectiveness of technical and organisational measures for ensuring the security of the processing;</w:t>
      </w:r>
    </w:p>
    <w:p w14:paraId="4273A420" w14:textId="77777777" w:rsidR="00C76464" w:rsidRDefault="00C76464" w:rsidP="00BB12FC">
      <w:pPr>
        <w:spacing w:before="0" w:beforeAutospacing="0" w:after="0" w:afterAutospacing="0"/>
        <w:ind w:left="720"/>
      </w:pPr>
    </w:p>
    <w:p w14:paraId="2F0FB176" w14:textId="77777777" w:rsidR="00F12D54" w:rsidRPr="00345713" w:rsidRDefault="00F12D54" w:rsidP="003A2A37">
      <w:pPr>
        <w:numPr>
          <w:ilvl w:val="0"/>
          <w:numId w:val="81"/>
        </w:numPr>
        <w:spacing w:before="0" w:beforeAutospacing="0" w:after="0" w:afterAutospacing="0"/>
      </w:pPr>
      <w:r>
        <w:t>measures to protect personal data from accidental or unlawful destruction, loss, alteration, unauthorised disclosure of or access to personal data transmitted, stored or otherwise processed.</w:t>
      </w:r>
    </w:p>
    <w:p w14:paraId="78AD08B2" w14:textId="77777777" w:rsidR="00227A82" w:rsidRPr="00345713" w:rsidRDefault="000A4F91" w:rsidP="00D43191">
      <w:pPr>
        <w:pStyle w:val="Heading2"/>
      </w:pPr>
      <w:bookmarkStart w:id="37" w:name="_Toc97092419"/>
      <w:bookmarkStart w:id="38" w:name="_Toc441250833"/>
      <w:bookmarkStart w:id="39" w:name="_Toc530496927"/>
      <w:r w:rsidRPr="00345713">
        <w:t xml:space="preserve">Article </w:t>
      </w:r>
      <w:r w:rsidR="00227A82" w:rsidRPr="00345713">
        <w:t>II.</w:t>
      </w:r>
      <w:r w:rsidR="00465976" w:rsidRPr="00345713">
        <w:t>8</w:t>
      </w:r>
      <w:r w:rsidR="00227A82" w:rsidRPr="00345713">
        <w:t xml:space="preserve"> </w:t>
      </w:r>
      <w:r w:rsidR="00345713">
        <w:rPr>
          <w:rFonts w:hint="eastAsia"/>
        </w:rPr>
        <w:t>—</w:t>
      </w:r>
      <w:r w:rsidR="00227A82" w:rsidRPr="00345713">
        <w:t xml:space="preserve"> </w:t>
      </w:r>
      <w:bookmarkEnd w:id="37"/>
      <w:r w:rsidR="00227A82" w:rsidRPr="00345713">
        <w:t>V</w:t>
      </w:r>
      <w:r w:rsidR="00D43191" w:rsidRPr="00345713">
        <w:t xml:space="preserve">isibility of Union </w:t>
      </w:r>
      <w:r w:rsidR="00013EEC" w:rsidRPr="00345713">
        <w:t>funding</w:t>
      </w:r>
      <w:bookmarkEnd w:id="38"/>
      <w:bookmarkEnd w:id="39"/>
    </w:p>
    <w:p w14:paraId="78AD08B3" w14:textId="77777777" w:rsidR="00E9431B" w:rsidRPr="00345713" w:rsidRDefault="00227A82" w:rsidP="00013EEC">
      <w:pPr>
        <w:pStyle w:val="Heading3"/>
      </w:pPr>
      <w:bookmarkStart w:id="40" w:name="_Toc441250834"/>
      <w:bookmarkStart w:id="41" w:name="_Toc530496928"/>
      <w:r w:rsidRPr="00345713">
        <w:t>II.</w:t>
      </w:r>
      <w:r w:rsidR="00465976" w:rsidRPr="00345713">
        <w:t>8</w:t>
      </w:r>
      <w:r w:rsidRPr="00345713">
        <w:t>.1</w:t>
      </w:r>
      <w:r w:rsidRPr="00345713">
        <w:tab/>
      </w:r>
      <w:r w:rsidR="00E9431B" w:rsidRPr="00345713">
        <w:t xml:space="preserve">Information on Union funding and use of </w:t>
      </w:r>
      <w:r w:rsidR="00DD3CA2">
        <w:t xml:space="preserve">the </w:t>
      </w:r>
      <w:r w:rsidR="00E9431B" w:rsidRPr="00345713">
        <w:t>European Union emblem</w:t>
      </w:r>
      <w:bookmarkEnd w:id="40"/>
      <w:bookmarkEnd w:id="41"/>
    </w:p>
    <w:p w14:paraId="78AD08B4" w14:textId="77777777" w:rsidR="00DB78D9" w:rsidRPr="00345713" w:rsidRDefault="00227A82" w:rsidP="00013EEC">
      <w:r w:rsidRPr="00345713">
        <w:t xml:space="preserve">Unless the Commission requests or agrees otherwise, any communication or publication </w:t>
      </w:r>
      <w:r w:rsidR="007163F0" w:rsidRPr="00345713">
        <w:t xml:space="preserve">made by the beneficiaries jointly or individually </w:t>
      </w:r>
      <w:r w:rsidR="007163F0">
        <w:t xml:space="preserve">that </w:t>
      </w:r>
      <w:r w:rsidR="007163F0" w:rsidRPr="00345713">
        <w:t>relate</w:t>
      </w:r>
      <w:r w:rsidR="007163F0">
        <w:t>s</w:t>
      </w:r>
      <w:r w:rsidR="007163F0" w:rsidRPr="00345713">
        <w:t xml:space="preserve"> </w:t>
      </w:r>
      <w:r w:rsidRPr="00345713">
        <w:t xml:space="preserve">to the </w:t>
      </w:r>
      <w:r w:rsidR="00F648C4" w:rsidRPr="00345713">
        <w:rPr>
          <w:i/>
        </w:rPr>
        <w:t>action</w:t>
      </w:r>
      <w:r w:rsidRPr="00345713">
        <w:t>, including at conference</w:t>
      </w:r>
      <w:r w:rsidR="00ED036B" w:rsidRPr="00345713">
        <w:t>s</w:t>
      </w:r>
      <w:r w:rsidRPr="00345713">
        <w:t>, seminar</w:t>
      </w:r>
      <w:r w:rsidR="00ED036B" w:rsidRPr="00345713">
        <w:t>s</w:t>
      </w:r>
      <w:r w:rsidRPr="00345713">
        <w:t xml:space="preserve"> or in any information or promotional material</w:t>
      </w:r>
      <w:r w:rsidR="00ED036B" w:rsidRPr="00345713">
        <w:t>s</w:t>
      </w:r>
      <w:r w:rsidRPr="00345713">
        <w:t xml:space="preserve"> (</w:t>
      </w:r>
      <w:r w:rsidR="00ED036B" w:rsidRPr="00345713">
        <w:t xml:space="preserve">such as </w:t>
      </w:r>
      <w:r w:rsidRPr="00345713">
        <w:t>brochure</w:t>
      </w:r>
      <w:r w:rsidR="00ED036B" w:rsidRPr="00345713">
        <w:t>s</w:t>
      </w:r>
      <w:r w:rsidRPr="00345713">
        <w:t>, leaflet</w:t>
      </w:r>
      <w:r w:rsidR="00ED036B" w:rsidRPr="00345713">
        <w:t>s</w:t>
      </w:r>
      <w:r w:rsidRPr="00345713">
        <w:t>, poster</w:t>
      </w:r>
      <w:r w:rsidR="002331A4" w:rsidRPr="00345713">
        <w:t>s</w:t>
      </w:r>
      <w:r w:rsidRPr="00345713">
        <w:t>, presentation</w:t>
      </w:r>
      <w:r w:rsidR="00ED036B" w:rsidRPr="00345713">
        <w:t>s</w:t>
      </w:r>
      <w:r w:rsidR="00DE140A" w:rsidRPr="00345713">
        <w:t>,</w:t>
      </w:r>
      <w:r w:rsidR="00DB78D9" w:rsidRPr="00345713">
        <w:t xml:space="preserve"> in electronic form,</w:t>
      </w:r>
      <w:r w:rsidRPr="00345713">
        <w:t xml:space="preserve"> etc.),</w:t>
      </w:r>
      <w:r w:rsidR="00DB78D9" w:rsidRPr="00345713">
        <w:t xml:space="preserve"> must:</w:t>
      </w:r>
    </w:p>
    <w:p w14:paraId="78AD08B5" w14:textId="77777777" w:rsidR="00DB78D9" w:rsidRPr="00345713" w:rsidRDefault="00227A82" w:rsidP="003A2A37">
      <w:pPr>
        <w:numPr>
          <w:ilvl w:val="0"/>
          <w:numId w:val="17"/>
        </w:numPr>
      </w:pPr>
      <w:r w:rsidRPr="00345713">
        <w:t xml:space="preserve">indicate that the </w:t>
      </w:r>
      <w:r w:rsidR="00F648C4" w:rsidRPr="00345713">
        <w:rPr>
          <w:i/>
        </w:rPr>
        <w:t>action</w:t>
      </w:r>
      <w:r w:rsidRPr="00345713">
        <w:t xml:space="preserve"> has received funding from the Union</w:t>
      </w:r>
      <w:r w:rsidR="007163F0">
        <w:t>;</w:t>
      </w:r>
      <w:r w:rsidRPr="00345713">
        <w:t xml:space="preserve"> and</w:t>
      </w:r>
    </w:p>
    <w:p w14:paraId="78AD08B6" w14:textId="77777777" w:rsidR="00AD6CDD" w:rsidRPr="00345713" w:rsidRDefault="00227A82" w:rsidP="003A2A37">
      <w:pPr>
        <w:numPr>
          <w:ilvl w:val="0"/>
          <w:numId w:val="17"/>
        </w:numPr>
      </w:pPr>
      <w:r w:rsidRPr="00345713">
        <w:t xml:space="preserve">display the European </w:t>
      </w:r>
      <w:r w:rsidR="00852432" w:rsidRPr="00345713">
        <w:t xml:space="preserve">Union </w:t>
      </w:r>
      <w:r w:rsidRPr="00345713">
        <w:t>emblem.</w:t>
      </w:r>
    </w:p>
    <w:p w14:paraId="78AD08B7" w14:textId="77777777" w:rsidR="00AD6CDD" w:rsidRPr="00345713" w:rsidRDefault="00227A82" w:rsidP="00013EEC">
      <w:r w:rsidRPr="00345713">
        <w:t xml:space="preserve">When displayed in association with another logo, the European </w:t>
      </w:r>
      <w:r w:rsidR="00644F8E" w:rsidRPr="00345713">
        <w:t xml:space="preserve">Union </w:t>
      </w:r>
      <w:r w:rsidRPr="00345713">
        <w:t>emblem must have appropriate prominence.</w:t>
      </w:r>
    </w:p>
    <w:p w14:paraId="78AD08B8" w14:textId="77777777" w:rsidR="000F63F5" w:rsidRPr="00345713" w:rsidRDefault="00227A82" w:rsidP="00013EEC">
      <w:r w:rsidRPr="00345713">
        <w:t xml:space="preserve">The obligation to display the European </w:t>
      </w:r>
      <w:r w:rsidR="00644F8E" w:rsidRPr="00345713">
        <w:t xml:space="preserve">Union </w:t>
      </w:r>
      <w:r w:rsidRPr="00345713">
        <w:t xml:space="preserve">emblem does not confer </w:t>
      </w:r>
      <w:r w:rsidR="007163F0">
        <w:t>on</w:t>
      </w:r>
      <w:r w:rsidR="007163F0" w:rsidRPr="00345713">
        <w:t xml:space="preserve"> </w:t>
      </w:r>
      <w:r w:rsidRPr="00345713">
        <w:t xml:space="preserve">the beneficiaries a right of exclusive use. The beneficiaries </w:t>
      </w:r>
      <w:r w:rsidR="005361B9" w:rsidRPr="00345713">
        <w:t>may</w:t>
      </w:r>
      <w:r w:rsidRPr="00345713">
        <w:t xml:space="preserve"> not appropriate</w:t>
      </w:r>
      <w:r w:rsidR="00AD6CDD" w:rsidRPr="00345713">
        <w:t xml:space="preserve"> </w:t>
      </w:r>
      <w:r w:rsidRPr="00345713">
        <w:t xml:space="preserve">the </w:t>
      </w:r>
      <w:r w:rsidR="000F63F5" w:rsidRPr="00345713">
        <w:t xml:space="preserve">European </w:t>
      </w:r>
      <w:r w:rsidR="00852432" w:rsidRPr="00345713">
        <w:t xml:space="preserve">Union </w:t>
      </w:r>
      <w:r w:rsidRPr="00345713">
        <w:t>emblem or any similar trademark or logo, either by registration or by any other means.</w:t>
      </w:r>
    </w:p>
    <w:p w14:paraId="78AD08B9" w14:textId="77777777" w:rsidR="00A321C2" w:rsidRPr="00345713" w:rsidRDefault="00227A82" w:rsidP="00013EEC">
      <w:r w:rsidRPr="00345713">
        <w:t>For the purposes of</w:t>
      </w:r>
      <w:r w:rsidR="00430C17" w:rsidRPr="00345713">
        <w:t xml:space="preserve"> th</w:t>
      </w:r>
      <w:r w:rsidR="001E308F" w:rsidRPr="00345713">
        <w:t>e</w:t>
      </w:r>
      <w:r w:rsidRPr="00345713">
        <w:t xml:space="preserve"> </w:t>
      </w:r>
      <w:r w:rsidR="001E308F" w:rsidRPr="00345713">
        <w:t>first, second and third sub</w:t>
      </w:r>
      <w:r w:rsidR="000F63F5" w:rsidRPr="00345713">
        <w:t>paragraph</w:t>
      </w:r>
      <w:r w:rsidR="001E308F" w:rsidRPr="00345713">
        <w:t>s</w:t>
      </w:r>
      <w:r w:rsidR="000F63F5" w:rsidRPr="00345713">
        <w:t xml:space="preserve"> </w:t>
      </w:r>
      <w:r w:rsidRPr="00345713">
        <w:t>and under the conditions specified therein</w:t>
      </w:r>
      <w:r w:rsidR="00644F8E" w:rsidRPr="00345713">
        <w:t>,</w:t>
      </w:r>
      <w:r w:rsidRPr="00345713">
        <w:t xml:space="preserve"> the beneficiaries </w:t>
      </w:r>
      <w:r w:rsidR="00DB78D9" w:rsidRPr="00345713">
        <w:t>may use the European Union emblem without first obtaining permission from the Commission.</w:t>
      </w:r>
    </w:p>
    <w:p w14:paraId="78AD08BA" w14:textId="77777777" w:rsidR="00E9431B" w:rsidRPr="00345713" w:rsidRDefault="00227A82" w:rsidP="00013EEC">
      <w:pPr>
        <w:pStyle w:val="Heading3"/>
      </w:pPr>
      <w:bookmarkStart w:id="42" w:name="_Toc441250835"/>
      <w:bookmarkStart w:id="43" w:name="_Toc530496929"/>
      <w:r w:rsidRPr="00345713">
        <w:t>II.</w:t>
      </w:r>
      <w:r w:rsidR="00465976" w:rsidRPr="00345713">
        <w:t>8</w:t>
      </w:r>
      <w:r w:rsidRPr="00345713">
        <w:t>.</w:t>
      </w:r>
      <w:r w:rsidR="00E9431B" w:rsidRPr="00345713">
        <w:t>2</w:t>
      </w:r>
      <w:r w:rsidR="00DE140A" w:rsidRPr="00345713">
        <w:tab/>
      </w:r>
      <w:r w:rsidR="002F08C4" w:rsidRPr="00345713">
        <w:t>D</w:t>
      </w:r>
      <w:r w:rsidR="00E9431B" w:rsidRPr="00345713">
        <w:t>isclaimer</w:t>
      </w:r>
      <w:r w:rsidR="002F08C4" w:rsidRPr="00345713">
        <w:t>s</w:t>
      </w:r>
      <w:r w:rsidR="00E9431B" w:rsidRPr="00345713">
        <w:t xml:space="preserve"> </w:t>
      </w:r>
      <w:r w:rsidR="008275A3" w:rsidRPr="00345713">
        <w:t>excluding Commission responsibility</w:t>
      </w:r>
      <w:bookmarkEnd w:id="42"/>
      <w:bookmarkEnd w:id="43"/>
    </w:p>
    <w:p w14:paraId="78AD08BB" w14:textId="77777777" w:rsidR="00DB78D9" w:rsidRPr="00345713" w:rsidRDefault="00227A82" w:rsidP="00013EEC">
      <w:r w:rsidRPr="00345713">
        <w:t xml:space="preserve">Any communication or publication </w:t>
      </w:r>
      <w:r w:rsidR="007163F0">
        <w:t xml:space="preserve">that </w:t>
      </w:r>
      <w:r w:rsidR="007163F0" w:rsidRPr="00345713">
        <w:t>relate</w:t>
      </w:r>
      <w:r w:rsidR="007163F0">
        <w:t>s</w:t>
      </w:r>
      <w:r w:rsidR="007163F0" w:rsidRPr="00345713">
        <w:t xml:space="preserve"> </w:t>
      </w:r>
      <w:r w:rsidR="008275A3" w:rsidRPr="00345713">
        <w:t xml:space="preserve">to the </w:t>
      </w:r>
      <w:r w:rsidR="00F648C4" w:rsidRPr="00345713">
        <w:rPr>
          <w:i/>
        </w:rPr>
        <w:t>action</w:t>
      </w:r>
      <w:r w:rsidR="008275A3" w:rsidRPr="00345713">
        <w:t xml:space="preserve">, </w:t>
      </w:r>
      <w:r w:rsidRPr="00345713">
        <w:t xml:space="preserve">made by the beneficiaries </w:t>
      </w:r>
      <w:r w:rsidR="000D504C" w:rsidRPr="00345713">
        <w:t>jointly</w:t>
      </w:r>
      <w:r w:rsidR="00B83A01" w:rsidRPr="00345713">
        <w:t xml:space="preserve"> or individually </w:t>
      </w:r>
      <w:r w:rsidRPr="00345713">
        <w:t xml:space="preserve">in any form and </w:t>
      </w:r>
      <w:r w:rsidR="00242BD8" w:rsidRPr="00345713">
        <w:t xml:space="preserve">using any </w:t>
      </w:r>
      <w:r w:rsidR="00407B50" w:rsidRPr="00345713">
        <w:t>means</w:t>
      </w:r>
      <w:r w:rsidRPr="00345713">
        <w:t xml:space="preserve">, </w:t>
      </w:r>
      <w:r w:rsidR="002212A1" w:rsidRPr="00345713">
        <w:t>must</w:t>
      </w:r>
      <w:r w:rsidRPr="00345713">
        <w:t xml:space="preserve"> indicate</w:t>
      </w:r>
      <w:r w:rsidR="00DB78D9" w:rsidRPr="00345713">
        <w:t>:</w:t>
      </w:r>
    </w:p>
    <w:p w14:paraId="78AD08BC" w14:textId="77777777" w:rsidR="00DB78D9" w:rsidRPr="00345713" w:rsidRDefault="00227A82" w:rsidP="003A2A37">
      <w:pPr>
        <w:numPr>
          <w:ilvl w:val="0"/>
          <w:numId w:val="18"/>
        </w:numPr>
      </w:pPr>
      <w:r w:rsidRPr="00345713">
        <w:t>that it reflects only the author</w:t>
      </w:r>
      <w:r w:rsidR="008021C5" w:rsidRPr="00345713">
        <w:t>’</w:t>
      </w:r>
      <w:r w:rsidRPr="00345713">
        <w:t>s view</w:t>
      </w:r>
      <w:r w:rsidR="00DB78D9" w:rsidRPr="00345713">
        <w:t>;</w:t>
      </w:r>
      <w:r w:rsidRPr="00345713">
        <w:t xml:space="preserve"> and</w:t>
      </w:r>
    </w:p>
    <w:p w14:paraId="78AD08BD" w14:textId="77777777" w:rsidR="00227A82" w:rsidRPr="00345713" w:rsidRDefault="00227A82" w:rsidP="003A2A37">
      <w:pPr>
        <w:numPr>
          <w:ilvl w:val="0"/>
          <w:numId w:val="18"/>
        </w:numPr>
      </w:pPr>
      <w:r w:rsidRPr="00345713">
        <w:t xml:space="preserve">that the Commission is not responsible for any use that may be made of the information </w:t>
      </w:r>
      <w:r w:rsidR="00242BD8" w:rsidRPr="00345713">
        <w:t xml:space="preserve">it </w:t>
      </w:r>
      <w:r w:rsidRPr="00345713">
        <w:t>contain</w:t>
      </w:r>
      <w:r w:rsidR="00242BD8" w:rsidRPr="00345713">
        <w:t>s</w:t>
      </w:r>
      <w:r w:rsidRPr="00345713">
        <w:t>.</w:t>
      </w:r>
    </w:p>
    <w:p w14:paraId="78AD08BE" w14:textId="77777777" w:rsidR="00C3338F" w:rsidRPr="00345713" w:rsidRDefault="000A4F91" w:rsidP="00013EEC">
      <w:pPr>
        <w:pStyle w:val="Heading2"/>
      </w:pPr>
      <w:bookmarkStart w:id="44" w:name="_Toc441250836"/>
      <w:bookmarkStart w:id="45" w:name="_Toc530496930"/>
      <w:r w:rsidRPr="00345713">
        <w:t xml:space="preserve">Article </w:t>
      </w:r>
      <w:r w:rsidR="00796021" w:rsidRPr="00345713">
        <w:t>II.</w:t>
      </w:r>
      <w:r w:rsidR="00465976" w:rsidRPr="00345713">
        <w:t>9</w:t>
      </w:r>
      <w:r w:rsidR="007163F0" w:rsidRPr="00345713">
        <w:t xml:space="preserve"> </w:t>
      </w:r>
      <w:r w:rsidR="007163F0">
        <w:rPr>
          <w:rFonts w:hint="eastAsia"/>
        </w:rPr>
        <w:t>—</w:t>
      </w:r>
      <w:r w:rsidR="007163F0" w:rsidRPr="00345713">
        <w:t xml:space="preserve"> </w:t>
      </w:r>
      <w:r w:rsidR="007E1FAD" w:rsidRPr="00345713">
        <w:t>P</w:t>
      </w:r>
      <w:r w:rsidR="00013EEC" w:rsidRPr="00345713">
        <w:t>re</w:t>
      </w:r>
      <w:r w:rsidR="007E1FAD" w:rsidRPr="00345713">
        <w:t>-</w:t>
      </w:r>
      <w:r w:rsidR="00013EEC" w:rsidRPr="00345713">
        <w:t xml:space="preserve">existing rights and ownership and use of the results </w:t>
      </w:r>
      <w:r w:rsidR="007E1FAD" w:rsidRPr="00345713">
        <w:t>(</w:t>
      </w:r>
      <w:r w:rsidR="00013EEC" w:rsidRPr="00345713">
        <w:t>including intellectual and industrial property rights</w:t>
      </w:r>
      <w:r w:rsidR="007E1FAD" w:rsidRPr="00345713">
        <w:t>)</w:t>
      </w:r>
      <w:bookmarkEnd w:id="44"/>
      <w:bookmarkEnd w:id="45"/>
    </w:p>
    <w:p w14:paraId="78AD08BF" w14:textId="77777777" w:rsidR="008A7074" w:rsidRPr="00345713" w:rsidRDefault="008A7074" w:rsidP="00013EEC">
      <w:pPr>
        <w:pStyle w:val="Heading3"/>
      </w:pPr>
      <w:bookmarkStart w:id="46" w:name="_Toc441250837"/>
      <w:bookmarkStart w:id="47" w:name="_Toc530496931"/>
      <w:r w:rsidRPr="00345713">
        <w:t>II.</w:t>
      </w:r>
      <w:r w:rsidR="00465976" w:rsidRPr="00345713">
        <w:t>9</w:t>
      </w:r>
      <w:r w:rsidRPr="00345713">
        <w:t>.1</w:t>
      </w:r>
      <w:r w:rsidRPr="00345713">
        <w:tab/>
        <w:t xml:space="preserve">Ownership </w:t>
      </w:r>
      <w:r w:rsidR="009C3974" w:rsidRPr="00345713">
        <w:t xml:space="preserve">of the results by </w:t>
      </w:r>
      <w:r w:rsidRPr="00345713">
        <w:t>the beneficiaries</w:t>
      </w:r>
      <w:bookmarkEnd w:id="46"/>
      <w:bookmarkEnd w:id="47"/>
    </w:p>
    <w:p w14:paraId="78AD08C0" w14:textId="77777777" w:rsidR="00796021" w:rsidRPr="00345713" w:rsidRDefault="007163F0" w:rsidP="00013EEC">
      <w:r>
        <w:t>T</w:t>
      </w:r>
      <w:r w:rsidR="00DB78D9" w:rsidRPr="00345713">
        <w:t xml:space="preserve">he beneficiaries retain </w:t>
      </w:r>
      <w:r w:rsidR="00796021" w:rsidRPr="00345713">
        <w:t xml:space="preserve">ownership of the results of the </w:t>
      </w:r>
      <w:r w:rsidR="00F648C4" w:rsidRPr="00345713">
        <w:rPr>
          <w:i/>
        </w:rPr>
        <w:t>action</w:t>
      </w:r>
      <w:r w:rsidR="00796021" w:rsidRPr="00345713">
        <w:t>, including industrial and intellectual property rights, and of the reports and other documents relating to it</w:t>
      </w:r>
      <w:r>
        <w:t>,</w:t>
      </w:r>
      <w:r w:rsidRPr="007163F0">
        <w:t xml:space="preserve"> </w:t>
      </w:r>
      <w:r>
        <w:t>u</w:t>
      </w:r>
      <w:r w:rsidRPr="00345713">
        <w:t>nless stipulated otherwise in the Agreement</w:t>
      </w:r>
      <w:r w:rsidR="00DB78D9" w:rsidRPr="00345713">
        <w:t>.</w:t>
      </w:r>
    </w:p>
    <w:p w14:paraId="78AD08C1" w14:textId="77777777" w:rsidR="00B25031" w:rsidRPr="00345713" w:rsidRDefault="00B25031" w:rsidP="00013EEC">
      <w:pPr>
        <w:pStyle w:val="Heading3"/>
      </w:pPr>
      <w:bookmarkStart w:id="48" w:name="_Toc441250838"/>
      <w:bookmarkStart w:id="49" w:name="_Toc530496932"/>
      <w:r w:rsidRPr="00345713">
        <w:t>II.</w:t>
      </w:r>
      <w:r w:rsidR="00465976" w:rsidRPr="00345713">
        <w:t>9</w:t>
      </w:r>
      <w:r w:rsidRPr="00345713">
        <w:t>.</w:t>
      </w:r>
      <w:r w:rsidR="00EE010E" w:rsidRPr="00345713">
        <w:t>2</w:t>
      </w:r>
      <w:r w:rsidRPr="00345713">
        <w:tab/>
        <w:t>Pre-existing rights</w:t>
      </w:r>
      <w:bookmarkEnd w:id="48"/>
      <w:bookmarkEnd w:id="49"/>
    </w:p>
    <w:p w14:paraId="78AD08C2" w14:textId="77777777" w:rsidR="00427BE9" w:rsidRPr="00345713" w:rsidRDefault="002643E2" w:rsidP="00013EEC">
      <w:r>
        <w:t xml:space="preserve">If </w:t>
      </w:r>
      <w:r w:rsidRPr="00345713">
        <w:t xml:space="preserve">the Commission </w:t>
      </w:r>
      <w:r>
        <w:t xml:space="preserve">sends </w:t>
      </w:r>
      <w:r w:rsidRPr="00345713">
        <w:t xml:space="preserve">the beneficiaries </w:t>
      </w:r>
      <w:r>
        <w:t>a</w:t>
      </w:r>
      <w:r w:rsidRPr="00345713">
        <w:t xml:space="preserve"> </w:t>
      </w:r>
      <w:r w:rsidR="00427BE9" w:rsidRPr="00345713">
        <w:t xml:space="preserve">written request specifying which of the results </w:t>
      </w:r>
      <w:r w:rsidR="00193154">
        <w:rPr>
          <w:color w:val="000000"/>
        </w:rPr>
        <w:t>it</w:t>
      </w:r>
      <w:r w:rsidR="00427BE9" w:rsidRPr="00345713">
        <w:rPr>
          <w:color w:val="000000"/>
        </w:rPr>
        <w:t xml:space="preserve"> intends to use, </w:t>
      </w:r>
      <w:r w:rsidR="00427BE9" w:rsidRPr="00345713">
        <w:t>the beneficiaries must:</w:t>
      </w:r>
    </w:p>
    <w:p w14:paraId="78AD08C3" w14:textId="77777777" w:rsidR="00427BE9" w:rsidRPr="00345713" w:rsidRDefault="00427BE9" w:rsidP="003A2A37">
      <w:pPr>
        <w:numPr>
          <w:ilvl w:val="0"/>
          <w:numId w:val="19"/>
        </w:numPr>
      </w:pPr>
      <w:r w:rsidRPr="00345713">
        <w:t xml:space="preserve">establish a list specifying all </w:t>
      </w:r>
      <w:r w:rsidRPr="00345713">
        <w:rPr>
          <w:i/>
        </w:rPr>
        <w:t>pre-existing rights</w:t>
      </w:r>
      <w:r w:rsidRPr="00345713">
        <w:t xml:space="preserve"> included in those results</w:t>
      </w:r>
      <w:r w:rsidR="002643E2">
        <w:t>;</w:t>
      </w:r>
      <w:r w:rsidRPr="00345713">
        <w:t xml:space="preserve"> and</w:t>
      </w:r>
    </w:p>
    <w:p w14:paraId="78AD08C4" w14:textId="77777777" w:rsidR="00427BE9" w:rsidRPr="00345713" w:rsidRDefault="00427BE9" w:rsidP="003A2A37">
      <w:pPr>
        <w:numPr>
          <w:ilvl w:val="0"/>
          <w:numId w:val="19"/>
        </w:numPr>
      </w:pPr>
      <w:r w:rsidRPr="00345713">
        <w:t>provide this list to the Commission at the latest with the request for payment of the balance.</w:t>
      </w:r>
    </w:p>
    <w:p w14:paraId="78AD08C5" w14:textId="77777777" w:rsidR="00B25031" w:rsidRPr="00345713" w:rsidRDefault="00B25031" w:rsidP="00013EEC">
      <w:r w:rsidRPr="00345713">
        <w:t xml:space="preserve">The beneficiaries </w:t>
      </w:r>
      <w:r w:rsidR="002212A1" w:rsidRPr="00345713">
        <w:t>must</w:t>
      </w:r>
      <w:r w:rsidRPr="00345713">
        <w:t xml:space="preserve"> ensure that they or their affiliated entities have all the rights to use any </w:t>
      </w:r>
      <w:r w:rsidRPr="00345713">
        <w:rPr>
          <w:i/>
        </w:rPr>
        <w:t>pre-existing rights</w:t>
      </w:r>
      <w:r w:rsidRPr="00345713">
        <w:t xml:space="preserve"> during the implementation of th</w:t>
      </w:r>
      <w:r w:rsidR="008163AB" w:rsidRPr="00345713">
        <w:t>e</w:t>
      </w:r>
      <w:r w:rsidRPr="00345713">
        <w:t xml:space="preserve"> </w:t>
      </w:r>
      <w:r w:rsidR="00952E98" w:rsidRPr="00345713">
        <w:t>Agreement</w:t>
      </w:r>
      <w:r w:rsidRPr="00345713">
        <w:t>.</w:t>
      </w:r>
    </w:p>
    <w:p w14:paraId="78AD08C6" w14:textId="77777777" w:rsidR="00C3338F" w:rsidRPr="00345713" w:rsidRDefault="00EE010E" w:rsidP="00013EEC">
      <w:pPr>
        <w:pStyle w:val="Heading3"/>
      </w:pPr>
      <w:bookmarkStart w:id="50" w:name="_Toc441250839"/>
      <w:bookmarkStart w:id="51" w:name="_Toc530496933"/>
      <w:r w:rsidRPr="00345713">
        <w:t>II.</w:t>
      </w:r>
      <w:r w:rsidR="00465976" w:rsidRPr="00345713">
        <w:t>9</w:t>
      </w:r>
      <w:r w:rsidRPr="00345713">
        <w:t>.3</w:t>
      </w:r>
      <w:r w:rsidR="008A7074" w:rsidRPr="00345713">
        <w:tab/>
        <w:t>Rights of us</w:t>
      </w:r>
      <w:r w:rsidR="00B06E05" w:rsidRPr="00345713">
        <w:t xml:space="preserve">e </w:t>
      </w:r>
      <w:r w:rsidR="009C3974" w:rsidRPr="00345713">
        <w:t xml:space="preserve">of the results and </w:t>
      </w:r>
      <w:r w:rsidR="00851BD4" w:rsidRPr="00345713">
        <w:t xml:space="preserve">of </w:t>
      </w:r>
      <w:r w:rsidR="009C3974" w:rsidRPr="00345713">
        <w:t xml:space="preserve">pre-existing rights by </w:t>
      </w:r>
      <w:r w:rsidR="000659F7" w:rsidRPr="00345713">
        <w:t xml:space="preserve">the </w:t>
      </w:r>
      <w:r w:rsidR="00720A7D" w:rsidRPr="00345713">
        <w:t>Union</w:t>
      </w:r>
      <w:bookmarkEnd w:id="50"/>
      <w:bookmarkEnd w:id="51"/>
    </w:p>
    <w:p w14:paraId="78AD08C7" w14:textId="77777777" w:rsidR="009468EC" w:rsidRPr="00345713" w:rsidRDefault="00540277" w:rsidP="00013EEC">
      <w:pPr>
        <w:rPr>
          <w:i/>
          <w:lang w:eastAsia="ko-KR"/>
        </w:rPr>
      </w:pPr>
      <w:r w:rsidRPr="00345713">
        <w:t>T</w:t>
      </w:r>
      <w:r w:rsidR="00796021" w:rsidRPr="00345713">
        <w:t xml:space="preserve">he beneficiaries grant the </w:t>
      </w:r>
      <w:r w:rsidR="00720A7D" w:rsidRPr="00345713">
        <w:t xml:space="preserve">Union </w:t>
      </w:r>
      <w:r w:rsidR="00796021" w:rsidRPr="00345713">
        <w:t xml:space="preserve">the </w:t>
      </w:r>
      <w:r w:rsidR="00D2155B" w:rsidRPr="00345713">
        <w:t xml:space="preserve">following </w:t>
      </w:r>
      <w:r w:rsidR="00796021" w:rsidRPr="00345713">
        <w:t>right</w:t>
      </w:r>
      <w:r w:rsidR="009468EC" w:rsidRPr="00345713">
        <w:t>s</w:t>
      </w:r>
      <w:r w:rsidR="00796021" w:rsidRPr="00345713">
        <w:t xml:space="preserve"> to use the results</w:t>
      </w:r>
      <w:r w:rsidR="00D2155B" w:rsidRPr="00345713">
        <w:t xml:space="preserve"> </w:t>
      </w:r>
      <w:r w:rsidR="00796021" w:rsidRPr="00345713">
        <w:t xml:space="preserve">of the </w:t>
      </w:r>
      <w:r w:rsidR="00F648C4" w:rsidRPr="00345713">
        <w:rPr>
          <w:i/>
        </w:rPr>
        <w:t>action</w:t>
      </w:r>
      <w:r w:rsidR="00790F1E" w:rsidRPr="00345713">
        <w:t>:</w:t>
      </w:r>
    </w:p>
    <w:p w14:paraId="78AD08C8" w14:textId="77777777" w:rsidR="009468EC" w:rsidRPr="00345713" w:rsidRDefault="00790F1E" w:rsidP="00013EEC">
      <w:pPr>
        <w:adjustRightInd w:val="0"/>
        <w:ind w:left="426" w:hanging="426"/>
        <w:rPr>
          <w:i/>
          <w:szCs w:val="24"/>
          <w:lang w:eastAsia="ko-KR"/>
        </w:rPr>
      </w:pPr>
      <w:r w:rsidRPr="00345713">
        <w:rPr>
          <w:szCs w:val="24"/>
        </w:rPr>
        <w:t>(a)</w:t>
      </w:r>
      <w:r w:rsidR="00E76C21" w:rsidRPr="00345713">
        <w:rPr>
          <w:szCs w:val="24"/>
          <w:lang w:eastAsia="ko-KR"/>
        </w:rPr>
        <w:tab/>
      </w:r>
      <w:r w:rsidR="00C92FE4" w:rsidRPr="00345713">
        <w:rPr>
          <w:szCs w:val="24"/>
          <w:lang w:eastAsia="ko-KR"/>
        </w:rPr>
        <w:t xml:space="preserve">for its own purposes </w:t>
      </w:r>
      <w:r w:rsidR="000500BF" w:rsidRPr="00345713">
        <w:rPr>
          <w:szCs w:val="24"/>
          <w:lang w:eastAsia="ko-KR"/>
        </w:rPr>
        <w:t xml:space="preserve">and </w:t>
      </w:r>
      <w:r w:rsidR="00C92FE4" w:rsidRPr="00345713">
        <w:rPr>
          <w:szCs w:val="24"/>
          <w:lang w:eastAsia="ko-KR"/>
        </w:rPr>
        <w:t>in particular</w:t>
      </w:r>
      <w:r w:rsidR="00F22A1A">
        <w:rPr>
          <w:szCs w:val="24"/>
          <w:lang w:eastAsia="ko-KR"/>
        </w:rPr>
        <w:t xml:space="preserve"> to</w:t>
      </w:r>
      <w:r w:rsidR="00F22A1A" w:rsidRPr="00345713">
        <w:rPr>
          <w:szCs w:val="24"/>
          <w:lang w:eastAsia="ko-KR"/>
        </w:rPr>
        <w:t xml:space="preserve"> mak</w:t>
      </w:r>
      <w:r w:rsidR="00F22A1A">
        <w:rPr>
          <w:szCs w:val="24"/>
          <w:lang w:eastAsia="ko-KR"/>
        </w:rPr>
        <w:t>e</w:t>
      </w:r>
      <w:r w:rsidR="00F22A1A" w:rsidRPr="00345713">
        <w:rPr>
          <w:szCs w:val="24"/>
          <w:lang w:eastAsia="ko-KR"/>
        </w:rPr>
        <w:t xml:space="preserve"> </w:t>
      </w:r>
      <w:r w:rsidR="00593C18" w:rsidRPr="00345713">
        <w:rPr>
          <w:szCs w:val="24"/>
          <w:lang w:eastAsia="ko-KR"/>
        </w:rPr>
        <w:t>available to persons</w:t>
      </w:r>
      <w:r w:rsidR="003D766E" w:rsidRPr="00345713">
        <w:rPr>
          <w:szCs w:val="24"/>
          <w:lang w:eastAsia="ko-KR"/>
        </w:rPr>
        <w:t xml:space="preserve"> </w:t>
      </w:r>
      <w:r w:rsidR="00593C18" w:rsidRPr="00345713">
        <w:rPr>
          <w:szCs w:val="24"/>
          <w:lang w:eastAsia="ko-KR"/>
        </w:rPr>
        <w:t xml:space="preserve">working for the </w:t>
      </w:r>
      <w:r w:rsidR="00593C18" w:rsidRPr="00345713">
        <w:rPr>
          <w:szCs w:val="24"/>
        </w:rPr>
        <w:t>Commission</w:t>
      </w:r>
      <w:r w:rsidR="00593C18" w:rsidRPr="00345713">
        <w:rPr>
          <w:szCs w:val="24"/>
          <w:lang w:eastAsia="ko-KR"/>
        </w:rPr>
        <w:t xml:space="preserve">, other Union institutions, agencies and bodies and to Member </w:t>
      </w:r>
      <w:r w:rsidR="00C92FE4" w:rsidRPr="00345713">
        <w:rPr>
          <w:szCs w:val="24"/>
          <w:lang w:eastAsia="ko-KR"/>
        </w:rPr>
        <w:t>States</w:t>
      </w:r>
      <w:r w:rsidR="008021C5" w:rsidRPr="00345713">
        <w:rPr>
          <w:szCs w:val="24"/>
          <w:lang w:eastAsia="ko-KR"/>
        </w:rPr>
        <w:t>’</w:t>
      </w:r>
      <w:r w:rsidR="00593C18" w:rsidRPr="00345713">
        <w:rPr>
          <w:szCs w:val="24"/>
          <w:lang w:eastAsia="ko-KR"/>
        </w:rPr>
        <w:t xml:space="preserve"> institutions</w:t>
      </w:r>
      <w:r w:rsidR="000500BF" w:rsidRPr="00345713">
        <w:rPr>
          <w:szCs w:val="24"/>
          <w:lang w:eastAsia="ko-KR"/>
        </w:rPr>
        <w:t>,</w:t>
      </w:r>
      <w:r w:rsidR="00C92FE4" w:rsidRPr="00345713">
        <w:rPr>
          <w:szCs w:val="24"/>
          <w:lang w:eastAsia="ko-KR"/>
        </w:rPr>
        <w:t xml:space="preserve"> as well as</w:t>
      </w:r>
      <w:r w:rsidR="0003149B">
        <w:rPr>
          <w:szCs w:val="24"/>
          <w:lang w:eastAsia="ko-KR"/>
        </w:rPr>
        <w:t xml:space="preserve"> to</w:t>
      </w:r>
      <w:r w:rsidR="0003149B" w:rsidRPr="00345713">
        <w:rPr>
          <w:szCs w:val="24"/>
          <w:lang w:eastAsia="ko-KR"/>
        </w:rPr>
        <w:t xml:space="preserve"> </w:t>
      </w:r>
      <w:r w:rsidR="00C92FE4" w:rsidRPr="00345713">
        <w:rPr>
          <w:szCs w:val="24"/>
          <w:lang w:eastAsia="ko-KR"/>
        </w:rPr>
        <w:t xml:space="preserve">copy and </w:t>
      </w:r>
      <w:r w:rsidR="0003149B" w:rsidRPr="00345713">
        <w:rPr>
          <w:szCs w:val="24"/>
          <w:lang w:eastAsia="ko-KR"/>
        </w:rPr>
        <w:t>reproduc</w:t>
      </w:r>
      <w:r w:rsidR="0003149B">
        <w:rPr>
          <w:szCs w:val="24"/>
          <w:lang w:eastAsia="ko-KR"/>
        </w:rPr>
        <w:t>e</w:t>
      </w:r>
      <w:r w:rsidR="0003149B" w:rsidRPr="00345713">
        <w:rPr>
          <w:szCs w:val="24"/>
          <w:lang w:eastAsia="ko-KR"/>
        </w:rPr>
        <w:t xml:space="preserve"> </w:t>
      </w:r>
      <w:r w:rsidR="00C92FE4" w:rsidRPr="00345713">
        <w:rPr>
          <w:szCs w:val="24"/>
          <w:lang w:eastAsia="ko-KR"/>
        </w:rPr>
        <w:t xml:space="preserve">in whole or in part and in </w:t>
      </w:r>
      <w:r w:rsidR="00F22A1A">
        <w:rPr>
          <w:szCs w:val="24"/>
          <w:lang w:eastAsia="ko-KR"/>
        </w:rPr>
        <w:t xml:space="preserve">an </w:t>
      </w:r>
      <w:r w:rsidR="00C92FE4" w:rsidRPr="00345713">
        <w:rPr>
          <w:szCs w:val="24"/>
          <w:lang w:eastAsia="ko-KR"/>
        </w:rPr>
        <w:t>unlimited number of copies</w:t>
      </w:r>
      <w:r w:rsidR="00593C18" w:rsidRPr="00345713">
        <w:rPr>
          <w:szCs w:val="24"/>
          <w:lang w:eastAsia="ko-KR"/>
        </w:rPr>
        <w:t>;</w:t>
      </w:r>
    </w:p>
    <w:p w14:paraId="78AD08C9" w14:textId="77777777" w:rsidR="009468EC" w:rsidRPr="00345713" w:rsidRDefault="00013EEC" w:rsidP="00013EEC">
      <w:pPr>
        <w:adjustRightInd w:val="0"/>
        <w:ind w:left="426" w:hanging="426"/>
        <w:rPr>
          <w:i/>
          <w:szCs w:val="24"/>
          <w:lang w:eastAsia="ko-KR"/>
        </w:rPr>
      </w:pPr>
      <w:r w:rsidRPr="00345713">
        <w:rPr>
          <w:szCs w:val="24"/>
        </w:rPr>
        <w:t>(b)</w:t>
      </w:r>
      <w:r w:rsidRPr="00345713">
        <w:rPr>
          <w:szCs w:val="24"/>
        </w:rPr>
        <w:tab/>
      </w:r>
      <w:r w:rsidR="009468EC" w:rsidRPr="00345713">
        <w:rPr>
          <w:szCs w:val="24"/>
        </w:rPr>
        <w:t>reproduction: the right to authorise direct or indirect, temporary or permanent reproduction of the results by any means (mechanical, digital or other) and in any form, in whole or in part;</w:t>
      </w:r>
    </w:p>
    <w:p w14:paraId="78AD08CA" w14:textId="77777777" w:rsidR="009468EC" w:rsidRPr="00345713" w:rsidRDefault="009468EC" w:rsidP="00013EEC">
      <w:pPr>
        <w:adjustRightInd w:val="0"/>
        <w:ind w:left="426" w:hanging="426"/>
        <w:rPr>
          <w:i/>
          <w:szCs w:val="24"/>
          <w:lang w:eastAsia="ko-KR"/>
        </w:rPr>
      </w:pPr>
      <w:r w:rsidRPr="00345713">
        <w:rPr>
          <w:szCs w:val="24"/>
        </w:rPr>
        <w:t>(c)</w:t>
      </w:r>
      <w:r w:rsidR="00013EEC" w:rsidRPr="00345713">
        <w:rPr>
          <w:szCs w:val="24"/>
        </w:rPr>
        <w:tab/>
      </w:r>
      <w:r w:rsidRPr="00345713">
        <w:rPr>
          <w:szCs w:val="24"/>
        </w:rPr>
        <w:t xml:space="preserve">communication to the public: the right to authorise any display performance or communication to the </w:t>
      </w:r>
      <w:r w:rsidRPr="00655C20">
        <w:rPr>
          <w:szCs w:val="24"/>
        </w:rPr>
        <w:t>public, by wire or wireless means, including</w:t>
      </w:r>
      <w:r w:rsidRPr="00345713">
        <w:rPr>
          <w:szCs w:val="24"/>
        </w:rPr>
        <w:t xml:space="preserve"> making </w:t>
      </w:r>
      <w:r w:rsidR="005E7E46" w:rsidRPr="00345713">
        <w:rPr>
          <w:szCs w:val="24"/>
        </w:rPr>
        <w:t xml:space="preserve">the results </w:t>
      </w:r>
      <w:r w:rsidRPr="00345713">
        <w:rPr>
          <w:szCs w:val="24"/>
        </w:rPr>
        <w:t>available to the public in such a way that members of the public may access them from a place and at a time individually chosen by them; this right also include</w:t>
      </w:r>
      <w:r w:rsidR="00D755F5" w:rsidRPr="00345713">
        <w:rPr>
          <w:szCs w:val="24"/>
        </w:rPr>
        <w:t>s</w:t>
      </w:r>
      <w:r w:rsidRPr="00345713">
        <w:rPr>
          <w:szCs w:val="24"/>
        </w:rPr>
        <w:t xml:space="preserve"> communication and broadcasting by cable or by satellite;</w:t>
      </w:r>
    </w:p>
    <w:p w14:paraId="78AD08CB" w14:textId="77777777" w:rsidR="009468EC" w:rsidRPr="00345713" w:rsidRDefault="00013EEC" w:rsidP="00013EEC">
      <w:pPr>
        <w:adjustRightInd w:val="0"/>
        <w:ind w:left="426" w:hanging="426"/>
        <w:rPr>
          <w:szCs w:val="24"/>
        </w:rPr>
      </w:pPr>
      <w:r w:rsidRPr="00345713">
        <w:rPr>
          <w:szCs w:val="24"/>
        </w:rPr>
        <w:t>(d)</w:t>
      </w:r>
      <w:r w:rsidRPr="00345713">
        <w:rPr>
          <w:szCs w:val="24"/>
        </w:rPr>
        <w:tab/>
      </w:r>
      <w:r w:rsidR="009468EC" w:rsidRPr="00345713">
        <w:rPr>
          <w:szCs w:val="24"/>
        </w:rPr>
        <w:t>distribution: the right to authorise any form of distribution of results or copies of the results to the public;</w:t>
      </w:r>
    </w:p>
    <w:p w14:paraId="78AD08CC" w14:textId="77777777" w:rsidR="00976E05" w:rsidRPr="00345713" w:rsidRDefault="00976E05" w:rsidP="00013EEC">
      <w:pPr>
        <w:adjustRightInd w:val="0"/>
        <w:ind w:left="426" w:hanging="426"/>
        <w:rPr>
          <w:szCs w:val="24"/>
        </w:rPr>
      </w:pPr>
      <w:r w:rsidRPr="00345713">
        <w:rPr>
          <w:szCs w:val="24"/>
        </w:rPr>
        <w:t>(e)</w:t>
      </w:r>
      <w:r w:rsidRPr="00345713">
        <w:rPr>
          <w:szCs w:val="24"/>
        </w:rPr>
        <w:tab/>
        <w:t xml:space="preserve">adaptation: the right to </w:t>
      </w:r>
      <w:r w:rsidR="00E17887" w:rsidRPr="00345713">
        <w:rPr>
          <w:szCs w:val="24"/>
        </w:rPr>
        <w:t>modify</w:t>
      </w:r>
      <w:r w:rsidRPr="00345713">
        <w:rPr>
          <w:szCs w:val="24"/>
        </w:rPr>
        <w:t xml:space="preserve"> the results;</w:t>
      </w:r>
    </w:p>
    <w:p w14:paraId="78AD08CD" w14:textId="77777777" w:rsidR="00C92FE4" w:rsidRPr="00345713" w:rsidRDefault="00C92FE4" w:rsidP="00013EEC">
      <w:pPr>
        <w:adjustRightInd w:val="0"/>
        <w:ind w:left="426" w:hanging="426"/>
        <w:rPr>
          <w:szCs w:val="24"/>
        </w:rPr>
      </w:pPr>
      <w:r w:rsidRPr="00345713">
        <w:rPr>
          <w:szCs w:val="24"/>
        </w:rPr>
        <w:t>(</w:t>
      </w:r>
      <w:r w:rsidR="00976E05" w:rsidRPr="00345713">
        <w:rPr>
          <w:szCs w:val="24"/>
        </w:rPr>
        <w:t>f</w:t>
      </w:r>
      <w:r w:rsidR="00013EEC" w:rsidRPr="00345713">
        <w:rPr>
          <w:szCs w:val="24"/>
        </w:rPr>
        <w:t>)</w:t>
      </w:r>
      <w:r w:rsidR="00C3338F" w:rsidRPr="00345713">
        <w:rPr>
          <w:szCs w:val="24"/>
        </w:rPr>
        <w:tab/>
      </w:r>
      <w:r w:rsidRPr="00345713">
        <w:rPr>
          <w:szCs w:val="24"/>
        </w:rPr>
        <w:t>translation</w:t>
      </w:r>
      <w:r w:rsidR="00825051" w:rsidRPr="00345713">
        <w:rPr>
          <w:szCs w:val="24"/>
        </w:rPr>
        <w:t>;</w:t>
      </w:r>
    </w:p>
    <w:p w14:paraId="78AD08CE" w14:textId="77777777" w:rsidR="00C66DCF" w:rsidRPr="00345713" w:rsidRDefault="00C92FE4" w:rsidP="00013EEC">
      <w:pPr>
        <w:adjustRightInd w:val="0"/>
        <w:ind w:left="426" w:hanging="426"/>
        <w:rPr>
          <w:szCs w:val="24"/>
        </w:rPr>
      </w:pPr>
      <w:r w:rsidRPr="00345713">
        <w:rPr>
          <w:szCs w:val="24"/>
        </w:rPr>
        <w:t>(</w:t>
      </w:r>
      <w:r w:rsidR="00976E05" w:rsidRPr="00345713">
        <w:rPr>
          <w:szCs w:val="24"/>
        </w:rPr>
        <w:t>g</w:t>
      </w:r>
      <w:r w:rsidRPr="00345713">
        <w:rPr>
          <w:szCs w:val="24"/>
        </w:rPr>
        <w:t>)</w:t>
      </w:r>
      <w:r w:rsidR="00C3338F" w:rsidRPr="00345713">
        <w:rPr>
          <w:szCs w:val="24"/>
        </w:rPr>
        <w:tab/>
      </w:r>
      <w:r w:rsidR="00D2155B" w:rsidRPr="00345713">
        <w:rPr>
          <w:szCs w:val="24"/>
        </w:rPr>
        <w:t xml:space="preserve">the right to store and archive the results in line with the document management rules applicable to the </w:t>
      </w:r>
      <w:r w:rsidR="00DD20B2" w:rsidRPr="00345713">
        <w:rPr>
          <w:szCs w:val="24"/>
        </w:rPr>
        <w:t>Commission</w:t>
      </w:r>
      <w:r w:rsidR="00D2155B" w:rsidRPr="00345713">
        <w:rPr>
          <w:szCs w:val="24"/>
        </w:rPr>
        <w:t>, including digitisation or converting the format for preservation or new use purposes</w:t>
      </w:r>
      <w:r w:rsidR="00C66DCF" w:rsidRPr="00345713">
        <w:rPr>
          <w:szCs w:val="24"/>
        </w:rPr>
        <w:t>;</w:t>
      </w:r>
      <w:r w:rsidR="00BB2D1D" w:rsidRPr="00345713">
        <w:rPr>
          <w:szCs w:val="24"/>
        </w:rPr>
        <w:t xml:space="preserve"> </w:t>
      </w:r>
      <w:r w:rsidR="00705157" w:rsidRPr="00345713">
        <w:rPr>
          <w:szCs w:val="24"/>
        </w:rPr>
        <w:t xml:space="preserve"> </w:t>
      </w:r>
    </w:p>
    <w:p w14:paraId="78AD08CF" w14:textId="77777777" w:rsidR="009468EC" w:rsidRPr="00345713" w:rsidRDefault="00C92FE4" w:rsidP="00013EEC">
      <w:pPr>
        <w:adjustRightInd w:val="0"/>
        <w:ind w:left="426" w:hanging="426"/>
        <w:rPr>
          <w:szCs w:val="24"/>
        </w:rPr>
      </w:pPr>
      <w:r w:rsidRPr="00345713">
        <w:rPr>
          <w:szCs w:val="24"/>
        </w:rPr>
        <w:t>(</w:t>
      </w:r>
      <w:r w:rsidR="00976E05" w:rsidRPr="00345713">
        <w:rPr>
          <w:szCs w:val="24"/>
        </w:rPr>
        <w:t>h</w:t>
      </w:r>
      <w:r w:rsidR="00C66DCF" w:rsidRPr="00345713">
        <w:rPr>
          <w:szCs w:val="24"/>
        </w:rPr>
        <w:t>)</w:t>
      </w:r>
      <w:r w:rsidR="00C3338F" w:rsidRPr="00345713">
        <w:rPr>
          <w:szCs w:val="24"/>
        </w:rPr>
        <w:tab/>
      </w:r>
      <w:r w:rsidR="00C663D5" w:rsidRPr="00345713">
        <w:rPr>
          <w:szCs w:val="24"/>
        </w:rPr>
        <w:t xml:space="preserve">where the results are documents, </w:t>
      </w:r>
      <w:r w:rsidR="00D2155B" w:rsidRPr="00345713">
        <w:rPr>
          <w:szCs w:val="24"/>
        </w:rPr>
        <w:t xml:space="preserve">the right to authorise the reuse of the documents in conformity with Commission Decision </w:t>
      </w:r>
      <w:r w:rsidR="005E7E46" w:rsidRPr="005E7E46">
        <w:rPr>
          <w:szCs w:val="24"/>
        </w:rPr>
        <w:t xml:space="preserve">2011/833/EU </w:t>
      </w:r>
      <w:r w:rsidR="00D2155B" w:rsidRPr="00345713">
        <w:rPr>
          <w:szCs w:val="24"/>
        </w:rPr>
        <w:t>of 12</w:t>
      </w:r>
      <w:r w:rsidR="004160D3">
        <w:rPr>
          <w:szCs w:val="24"/>
        </w:rPr>
        <w:t> </w:t>
      </w:r>
      <w:r w:rsidR="00D2155B" w:rsidRPr="00345713">
        <w:rPr>
          <w:szCs w:val="24"/>
        </w:rPr>
        <w:t>December</w:t>
      </w:r>
      <w:r w:rsidR="004160D3">
        <w:rPr>
          <w:szCs w:val="24"/>
        </w:rPr>
        <w:t> </w:t>
      </w:r>
      <w:r w:rsidR="00D2155B" w:rsidRPr="00345713">
        <w:rPr>
          <w:szCs w:val="24"/>
        </w:rPr>
        <w:t>2011 on the reuse of Commission documents</w:t>
      </w:r>
      <w:r w:rsidR="005E7E46">
        <w:rPr>
          <w:szCs w:val="24"/>
        </w:rPr>
        <w:t xml:space="preserve"> if</w:t>
      </w:r>
      <w:r w:rsidR="00D2155B" w:rsidRPr="00345713">
        <w:rPr>
          <w:szCs w:val="24"/>
        </w:rPr>
        <w:t xml:space="preserve"> </w:t>
      </w:r>
      <w:r w:rsidR="005E7E46">
        <w:rPr>
          <w:szCs w:val="24"/>
        </w:rPr>
        <w:t>th</w:t>
      </w:r>
      <w:r w:rsidR="006036B6">
        <w:rPr>
          <w:szCs w:val="24"/>
        </w:rPr>
        <w:t>at</w:t>
      </w:r>
      <w:r w:rsidR="005E7E46">
        <w:rPr>
          <w:szCs w:val="24"/>
        </w:rPr>
        <w:t xml:space="preserve"> Decision</w:t>
      </w:r>
      <w:r w:rsidR="005E7E46" w:rsidRPr="00345713">
        <w:rPr>
          <w:szCs w:val="24"/>
        </w:rPr>
        <w:t xml:space="preserve"> </w:t>
      </w:r>
      <w:r w:rsidR="00D2155B" w:rsidRPr="00345713">
        <w:rPr>
          <w:szCs w:val="24"/>
        </w:rPr>
        <w:t xml:space="preserve">is applicable and </w:t>
      </w:r>
      <w:r w:rsidR="005E7E46">
        <w:rPr>
          <w:szCs w:val="24"/>
        </w:rPr>
        <w:t xml:space="preserve">if </w:t>
      </w:r>
      <w:r w:rsidR="00D2155B" w:rsidRPr="00345713">
        <w:rPr>
          <w:szCs w:val="24"/>
        </w:rPr>
        <w:t>the documents fall within its scope and are not excluded by any of its provisions</w:t>
      </w:r>
      <w:r w:rsidR="005E7E46">
        <w:rPr>
          <w:szCs w:val="24"/>
        </w:rPr>
        <w:t>.</w:t>
      </w:r>
      <w:r w:rsidR="005E7E46" w:rsidRPr="00345713">
        <w:rPr>
          <w:szCs w:val="24"/>
        </w:rPr>
        <w:t xml:space="preserve"> </w:t>
      </w:r>
      <w:r w:rsidR="005E7E46">
        <w:rPr>
          <w:szCs w:val="24"/>
        </w:rPr>
        <w:t>F</w:t>
      </w:r>
      <w:r w:rsidR="005E7E46" w:rsidRPr="00345713">
        <w:rPr>
          <w:szCs w:val="24"/>
        </w:rPr>
        <w:t xml:space="preserve">or </w:t>
      </w:r>
      <w:r w:rsidR="00D2155B" w:rsidRPr="00345713">
        <w:rPr>
          <w:szCs w:val="24"/>
        </w:rPr>
        <w:t xml:space="preserve">the sake of this provision, </w:t>
      </w:r>
      <w:r w:rsidR="005E7E46">
        <w:rPr>
          <w:szCs w:val="24"/>
        </w:rPr>
        <w:t xml:space="preserve">the terms </w:t>
      </w:r>
      <w:r w:rsidR="00345713">
        <w:rPr>
          <w:szCs w:val="24"/>
        </w:rPr>
        <w:t>‘</w:t>
      </w:r>
      <w:r w:rsidR="00D2155B" w:rsidRPr="00345713">
        <w:rPr>
          <w:szCs w:val="24"/>
        </w:rPr>
        <w:t>reuse</w:t>
      </w:r>
      <w:r w:rsidR="00345713">
        <w:rPr>
          <w:szCs w:val="24"/>
        </w:rPr>
        <w:t>’</w:t>
      </w:r>
      <w:r w:rsidR="00D2155B" w:rsidRPr="00345713">
        <w:rPr>
          <w:szCs w:val="24"/>
        </w:rPr>
        <w:t xml:space="preserve"> and </w:t>
      </w:r>
      <w:r w:rsidR="00345713">
        <w:rPr>
          <w:szCs w:val="24"/>
        </w:rPr>
        <w:t>‘</w:t>
      </w:r>
      <w:r w:rsidR="00D2155B" w:rsidRPr="00345713">
        <w:rPr>
          <w:szCs w:val="24"/>
        </w:rPr>
        <w:t>document</w:t>
      </w:r>
      <w:r w:rsidR="00345713">
        <w:rPr>
          <w:szCs w:val="24"/>
        </w:rPr>
        <w:t>’</w:t>
      </w:r>
      <w:r w:rsidR="00D2155B" w:rsidRPr="00345713">
        <w:rPr>
          <w:szCs w:val="24"/>
        </w:rPr>
        <w:t xml:space="preserve"> have the meaning</w:t>
      </w:r>
      <w:r w:rsidR="005E7E46">
        <w:rPr>
          <w:szCs w:val="24"/>
        </w:rPr>
        <w:t>s</w:t>
      </w:r>
      <w:r w:rsidR="00D2155B" w:rsidRPr="00345713">
        <w:rPr>
          <w:szCs w:val="24"/>
        </w:rPr>
        <w:t xml:space="preserve"> given to </w:t>
      </w:r>
      <w:r w:rsidR="005E7E46">
        <w:rPr>
          <w:szCs w:val="24"/>
        </w:rPr>
        <w:t>them</w:t>
      </w:r>
      <w:r w:rsidR="005E7E46" w:rsidRPr="00345713">
        <w:rPr>
          <w:szCs w:val="24"/>
        </w:rPr>
        <w:t xml:space="preserve"> </w:t>
      </w:r>
      <w:r w:rsidR="006036B6">
        <w:rPr>
          <w:szCs w:val="24"/>
        </w:rPr>
        <w:t xml:space="preserve">by </w:t>
      </w:r>
      <w:r w:rsidR="006036B6" w:rsidRPr="00345713">
        <w:rPr>
          <w:szCs w:val="24"/>
        </w:rPr>
        <w:t xml:space="preserve">Decision </w:t>
      </w:r>
      <w:r w:rsidR="006036B6" w:rsidRPr="005E7E46">
        <w:rPr>
          <w:szCs w:val="24"/>
        </w:rPr>
        <w:t>2011/833/EU</w:t>
      </w:r>
      <w:r w:rsidR="006036B6">
        <w:rPr>
          <w:szCs w:val="24"/>
        </w:rPr>
        <w:t>.</w:t>
      </w:r>
    </w:p>
    <w:p w14:paraId="78AD08D0" w14:textId="77777777" w:rsidR="004770BC" w:rsidRPr="00345713" w:rsidRDefault="00396C3A" w:rsidP="00013EEC">
      <w:r w:rsidRPr="00345713">
        <w:t xml:space="preserve">The above rights of use </w:t>
      </w:r>
      <w:r w:rsidRPr="00655C20">
        <w:t xml:space="preserve">may be </w:t>
      </w:r>
      <w:r w:rsidRPr="0003149B">
        <w:t>further specified in</w:t>
      </w:r>
      <w:r w:rsidRPr="00345713">
        <w:t xml:space="preserve"> the Special Conditions.</w:t>
      </w:r>
    </w:p>
    <w:p w14:paraId="78AD08D1" w14:textId="77777777" w:rsidR="00790F1E" w:rsidRPr="00345713" w:rsidRDefault="00C93924" w:rsidP="00013EEC">
      <w:r w:rsidRPr="00345713">
        <w:t xml:space="preserve">Additional rights of use for the </w:t>
      </w:r>
      <w:r w:rsidR="00720A7D" w:rsidRPr="00345713">
        <w:t xml:space="preserve">Union </w:t>
      </w:r>
      <w:r w:rsidRPr="00345713">
        <w:t xml:space="preserve">may be provided for in the </w:t>
      </w:r>
      <w:r w:rsidR="00952E98" w:rsidRPr="00345713">
        <w:t>Special Conditions</w:t>
      </w:r>
      <w:r w:rsidRPr="00345713">
        <w:t>.</w:t>
      </w:r>
    </w:p>
    <w:p w14:paraId="78AD08D2" w14:textId="77777777" w:rsidR="008B2D28" w:rsidRPr="00345713" w:rsidRDefault="00790F1E" w:rsidP="00013EEC">
      <w:r w:rsidRPr="00345713">
        <w:t xml:space="preserve">The beneficiaries </w:t>
      </w:r>
      <w:r w:rsidR="002212A1" w:rsidRPr="00345713">
        <w:t>must</w:t>
      </w:r>
      <w:r w:rsidRPr="00345713">
        <w:t xml:space="preserve"> </w:t>
      </w:r>
      <w:r w:rsidR="00540277" w:rsidRPr="00345713">
        <w:t xml:space="preserve">ensure </w:t>
      </w:r>
      <w:r w:rsidRPr="00345713">
        <w:t xml:space="preserve">that the </w:t>
      </w:r>
      <w:r w:rsidR="00720A7D" w:rsidRPr="00345713">
        <w:t xml:space="preserve">Union </w:t>
      </w:r>
      <w:r w:rsidRPr="00345713">
        <w:t xml:space="preserve">has the right to use any </w:t>
      </w:r>
      <w:r w:rsidRPr="00345713">
        <w:rPr>
          <w:i/>
        </w:rPr>
        <w:t>pre-existing rights</w:t>
      </w:r>
      <w:r w:rsidRPr="00345713">
        <w:t xml:space="preserve"> included in the results of the </w:t>
      </w:r>
      <w:r w:rsidR="00F648C4" w:rsidRPr="00345713">
        <w:rPr>
          <w:i/>
        </w:rPr>
        <w:t>action</w:t>
      </w:r>
      <w:r w:rsidRPr="00345713">
        <w:t xml:space="preserve">. </w:t>
      </w:r>
      <w:r w:rsidR="004F786C">
        <w:t>T</w:t>
      </w:r>
      <w:r w:rsidR="004F786C" w:rsidRPr="00345713">
        <w:t xml:space="preserve">he </w:t>
      </w:r>
      <w:r w:rsidRPr="00345713">
        <w:rPr>
          <w:i/>
        </w:rPr>
        <w:t>pre-existing rights</w:t>
      </w:r>
      <w:r w:rsidRPr="00345713">
        <w:t xml:space="preserve"> </w:t>
      </w:r>
      <w:r w:rsidR="002212A1" w:rsidRPr="00345713">
        <w:t>must</w:t>
      </w:r>
      <w:r w:rsidRPr="00345713">
        <w:t xml:space="preserve"> be used for the same purposes</w:t>
      </w:r>
      <w:r w:rsidR="008B2D28" w:rsidRPr="00345713">
        <w:t xml:space="preserve"> and under the same conditions </w:t>
      </w:r>
      <w:r w:rsidR="006E7F7A" w:rsidRPr="00345713">
        <w:t xml:space="preserve">as </w:t>
      </w:r>
      <w:r w:rsidR="008B2D28" w:rsidRPr="00345713">
        <w:t>applicable to the right</w:t>
      </w:r>
      <w:r w:rsidR="00825051" w:rsidRPr="00345713">
        <w:t>s</w:t>
      </w:r>
      <w:r w:rsidR="008B2D28" w:rsidRPr="00345713">
        <w:t xml:space="preserve"> of use of the results of the </w:t>
      </w:r>
      <w:r w:rsidR="00F648C4" w:rsidRPr="00345713">
        <w:rPr>
          <w:i/>
        </w:rPr>
        <w:t>action</w:t>
      </w:r>
      <w:r w:rsidR="004F786C">
        <w:rPr>
          <w:i/>
        </w:rPr>
        <w:t>,</w:t>
      </w:r>
      <w:r w:rsidR="004F786C" w:rsidRPr="004F786C">
        <w:t xml:space="preserve"> </w:t>
      </w:r>
      <w:r w:rsidR="004F786C">
        <w:t>u</w:t>
      </w:r>
      <w:r w:rsidR="004F786C" w:rsidRPr="00345713">
        <w:t>nless specified otherwise in the Special Conditions</w:t>
      </w:r>
      <w:r w:rsidR="008B2D28" w:rsidRPr="00345713">
        <w:t>.</w:t>
      </w:r>
    </w:p>
    <w:p w14:paraId="78AD08D3" w14:textId="77777777" w:rsidR="00E37C07" w:rsidRPr="00345713" w:rsidRDefault="00DD2B74" w:rsidP="00013EEC">
      <w:r w:rsidRPr="00345713">
        <w:t>Information</w:t>
      </w:r>
      <w:r w:rsidR="004B16C2" w:rsidRPr="00345713">
        <w:t xml:space="preserve"> about the copyright owner </w:t>
      </w:r>
      <w:r w:rsidR="002212A1" w:rsidRPr="00345713">
        <w:t>must</w:t>
      </w:r>
      <w:r w:rsidR="004B16C2" w:rsidRPr="00345713">
        <w:t xml:space="preserve"> be inserted </w:t>
      </w:r>
      <w:r w:rsidR="004F786C">
        <w:t>in cases where</w:t>
      </w:r>
      <w:r w:rsidR="004F786C" w:rsidRPr="00345713">
        <w:t xml:space="preserve"> </w:t>
      </w:r>
      <w:r w:rsidR="004B16C2" w:rsidRPr="00345713">
        <w:t>the result is divulged</w:t>
      </w:r>
      <w:r w:rsidR="00AC3972" w:rsidRPr="00345713">
        <w:t xml:space="preserve"> by the </w:t>
      </w:r>
      <w:r w:rsidR="00706A17" w:rsidRPr="00345713">
        <w:t>Union</w:t>
      </w:r>
      <w:r w:rsidR="004B16C2" w:rsidRPr="00345713">
        <w:t xml:space="preserve">. The copyright information </w:t>
      </w:r>
      <w:r w:rsidR="002212A1" w:rsidRPr="00345713">
        <w:t>must</w:t>
      </w:r>
      <w:r w:rsidR="004B16C2" w:rsidRPr="00345713">
        <w:t xml:space="preserve"> read: </w:t>
      </w:r>
      <w:r w:rsidR="008021C5" w:rsidRPr="00345713">
        <w:t>‘</w:t>
      </w:r>
      <w:r w:rsidR="004B16C2" w:rsidRPr="00345713">
        <w:t xml:space="preserve">© </w:t>
      </w:r>
      <w:r w:rsidR="00345713">
        <w:t>—</w:t>
      </w:r>
      <w:r w:rsidR="004B16C2" w:rsidRPr="00345713">
        <w:t xml:space="preserve"> year </w:t>
      </w:r>
      <w:r w:rsidR="00345713">
        <w:t>—</w:t>
      </w:r>
      <w:r w:rsidR="004B16C2" w:rsidRPr="00345713">
        <w:t xml:space="preserve"> name of the copyright owner. All rights reserved.</w:t>
      </w:r>
      <w:r w:rsidR="00DB684A" w:rsidRPr="00345713">
        <w:t xml:space="preserve"> Licenced to the European Union under conditions.</w:t>
      </w:r>
      <w:r w:rsidR="008021C5" w:rsidRPr="00345713">
        <w:t>’</w:t>
      </w:r>
      <w:r w:rsidR="00013EEC" w:rsidRPr="00345713">
        <w:t>.</w:t>
      </w:r>
    </w:p>
    <w:p w14:paraId="78AD08D4" w14:textId="77777777" w:rsidR="00540277" w:rsidRPr="00345713" w:rsidRDefault="004F786C" w:rsidP="00013EEC">
      <w:r>
        <w:t>If the beneficiaries g</w:t>
      </w:r>
      <w:r w:rsidRPr="00345713">
        <w:t xml:space="preserve">rant </w:t>
      </w:r>
      <w:r w:rsidR="00540277" w:rsidRPr="00345713">
        <w:t>rights of use to the Commission</w:t>
      </w:r>
      <w:r>
        <w:t>, this</w:t>
      </w:r>
      <w:r w:rsidR="00540277" w:rsidRPr="00345713">
        <w:t xml:space="preserve"> does not affect its confidentiality obligations </w:t>
      </w:r>
      <w:r w:rsidR="00EA0C01" w:rsidRPr="00345713">
        <w:t>under Article II.6</w:t>
      </w:r>
      <w:r w:rsidR="00540277" w:rsidRPr="00345713">
        <w:t xml:space="preserve"> </w:t>
      </w:r>
      <w:r w:rsidR="00A77D2B" w:rsidRPr="00345713">
        <w:t>or</w:t>
      </w:r>
      <w:r w:rsidR="00540277" w:rsidRPr="00345713">
        <w:t xml:space="preserve"> </w:t>
      </w:r>
      <w:r w:rsidRPr="00345713">
        <w:t>the beneficiaries</w:t>
      </w:r>
      <w:r>
        <w:t>’</w:t>
      </w:r>
      <w:r w:rsidRPr="00345713">
        <w:t xml:space="preserve"> </w:t>
      </w:r>
      <w:r w:rsidR="00540277" w:rsidRPr="00345713">
        <w:t>obligation</w:t>
      </w:r>
      <w:r w:rsidR="0022469C">
        <w:t>s</w:t>
      </w:r>
      <w:r w:rsidR="00540277" w:rsidRPr="00345713">
        <w:t xml:space="preserve"> under Article II.</w:t>
      </w:r>
      <w:r w:rsidR="00816F30">
        <w:t>2</w:t>
      </w:r>
      <w:r w:rsidR="00540277" w:rsidRPr="00345713">
        <w:t>.</w:t>
      </w:r>
      <w:r w:rsidR="0022469C">
        <w:t>1.</w:t>
      </w:r>
    </w:p>
    <w:p w14:paraId="78AD08D5" w14:textId="77777777" w:rsidR="008163AB" w:rsidRPr="00345713" w:rsidRDefault="000A4F91" w:rsidP="00013EEC">
      <w:pPr>
        <w:pStyle w:val="Heading2"/>
      </w:pPr>
      <w:bookmarkStart w:id="52" w:name="_Toc441250840"/>
      <w:bookmarkStart w:id="53" w:name="_Toc530496934"/>
      <w:r w:rsidRPr="00345713">
        <w:t xml:space="preserve">Article </w:t>
      </w:r>
      <w:r w:rsidR="006B2260" w:rsidRPr="00345713">
        <w:t>II.</w:t>
      </w:r>
      <w:r w:rsidR="00674F1B" w:rsidRPr="00345713">
        <w:t>10</w:t>
      </w:r>
      <w:r w:rsidR="00013EEC" w:rsidRPr="00345713">
        <w:t xml:space="preserve"> </w:t>
      </w:r>
      <w:r w:rsidR="00345713">
        <w:rPr>
          <w:rFonts w:hint="eastAsia"/>
        </w:rPr>
        <w:t>—</w:t>
      </w:r>
      <w:r w:rsidR="00013EEC" w:rsidRPr="00345713">
        <w:t xml:space="preserve"> Award</w:t>
      </w:r>
      <w:r w:rsidR="006B2260" w:rsidRPr="00345713">
        <w:t xml:space="preserve"> </w:t>
      </w:r>
      <w:r w:rsidR="00013EEC" w:rsidRPr="00345713">
        <w:t>of contracts necessary for the implementation of the action</w:t>
      </w:r>
      <w:bookmarkEnd w:id="52"/>
      <w:bookmarkEnd w:id="53"/>
    </w:p>
    <w:p w14:paraId="78AD08D6" w14:textId="77777777" w:rsidR="006B2260" w:rsidRPr="00345713" w:rsidRDefault="00E77F3F" w:rsidP="00CC3930">
      <w:pPr>
        <w:ind w:left="851" w:hanging="851"/>
      </w:pPr>
      <w:r w:rsidRPr="00345713">
        <w:rPr>
          <w:b/>
        </w:rPr>
        <w:t>II.</w:t>
      </w:r>
      <w:r w:rsidR="00A41370" w:rsidRPr="00345713">
        <w:rPr>
          <w:b/>
        </w:rPr>
        <w:t>10</w:t>
      </w:r>
      <w:r w:rsidRPr="00345713">
        <w:rPr>
          <w:b/>
        </w:rPr>
        <w:t>.1</w:t>
      </w:r>
      <w:r w:rsidR="00672498" w:rsidRPr="00345713">
        <w:rPr>
          <w:b/>
        </w:rPr>
        <w:tab/>
      </w:r>
      <w:r w:rsidR="00B04C7B">
        <w:t>If</w:t>
      </w:r>
      <w:r w:rsidR="00B04C7B" w:rsidRPr="00345713">
        <w:t xml:space="preserve"> </w:t>
      </w:r>
      <w:r w:rsidR="006B2260" w:rsidRPr="00345713">
        <w:t xml:space="preserve">the </w:t>
      </w:r>
      <w:r w:rsidR="006B2260" w:rsidRPr="00CC3930">
        <w:rPr>
          <w:rFonts w:eastAsia="Calibri"/>
          <w:szCs w:val="24"/>
          <w:lang w:eastAsia="en-US"/>
        </w:rPr>
        <w:t>implementation</w:t>
      </w:r>
      <w:r w:rsidR="006B2260" w:rsidRPr="00345713">
        <w:t xml:space="preserve"> of the </w:t>
      </w:r>
      <w:r w:rsidR="00F648C4" w:rsidRPr="00345713">
        <w:rPr>
          <w:i/>
        </w:rPr>
        <w:t>action</w:t>
      </w:r>
      <w:r w:rsidR="006B2260" w:rsidRPr="00345713">
        <w:t xml:space="preserve"> requires the </w:t>
      </w:r>
      <w:r w:rsidR="00B04C7B">
        <w:t xml:space="preserve">beneficiaries to </w:t>
      </w:r>
      <w:r w:rsidR="002B16BA" w:rsidRPr="00345713">
        <w:t>procure goods, works or services</w:t>
      </w:r>
      <w:r w:rsidR="00751907" w:rsidRPr="00345713">
        <w:t>,</w:t>
      </w:r>
      <w:r w:rsidR="006B2260" w:rsidRPr="00345713">
        <w:t xml:space="preserve"> the</w:t>
      </w:r>
      <w:r w:rsidR="00B04C7B">
        <w:t>y</w:t>
      </w:r>
      <w:r w:rsidR="006B2260" w:rsidRPr="00345713">
        <w:t xml:space="preserve"> </w:t>
      </w:r>
      <w:r w:rsidR="005D6204">
        <w:t>may</w:t>
      </w:r>
      <w:r w:rsidR="00E16A69" w:rsidRPr="00345713">
        <w:t xml:space="preserve"> </w:t>
      </w:r>
      <w:r w:rsidR="006B2260" w:rsidRPr="00345713">
        <w:t xml:space="preserve">award the contract </w:t>
      </w:r>
      <w:r w:rsidR="00D77037">
        <w:t xml:space="preserve">in accordance with their usual purchasing practices provided that </w:t>
      </w:r>
      <w:r w:rsidR="005D6204">
        <w:t xml:space="preserve">the contracts is awarded to </w:t>
      </w:r>
      <w:r w:rsidR="006B2260" w:rsidRPr="00345713">
        <w:t xml:space="preserve"> the tender offering best value for money or, as appropriate, to the tender offering the lowest price</w:t>
      </w:r>
      <w:r w:rsidR="00751907" w:rsidRPr="00345713">
        <w:t>.</w:t>
      </w:r>
      <w:r w:rsidR="006B2260" w:rsidRPr="00345713">
        <w:t xml:space="preserve"> </w:t>
      </w:r>
      <w:r w:rsidR="00751907" w:rsidRPr="00345713">
        <w:t>I</w:t>
      </w:r>
      <w:r w:rsidR="006B2260" w:rsidRPr="00345713">
        <w:t xml:space="preserve">n doing so, they </w:t>
      </w:r>
      <w:r w:rsidR="00E16A69" w:rsidRPr="00345713">
        <w:t>must</w:t>
      </w:r>
      <w:r w:rsidR="006B2260" w:rsidRPr="00345713">
        <w:t xml:space="preserve"> avoid any </w:t>
      </w:r>
      <w:r w:rsidR="006B2260" w:rsidRPr="00345713">
        <w:rPr>
          <w:i/>
        </w:rPr>
        <w:t>conflict of interests</w:t>
      </w:r>
      <w:r w:rsidR="006B2260" w:rsidRPr="00345713">
        <w:t>.</w:t>
      </w:r>
    </w:p>
    <w:p w14:paraId="78AD08D7" w14:textId="77777777" w:rsidR="00716612" w:rsidRPr="00345713" w:rsidRDefault="00716612" w:rsidP="00CC3930">
      <w:pPr>
        <w:ind w:left="851"/>
      </w:pPr>
      <w:r w:rsidRPr="00345713">
        <w:t xml:space="preserve">The beneficiaries must ensure that the Commission, the European Court of Auditors and the European Anti-Fraud Office (OLAF) can exercise their rights under Article II.27 also towards </w:t>
      </w:r>
      <w:r w:rsidR="00CD0C74">
        <w:t>the beneficiaries'</w:t>
      </w:r>
      <w:r w:rsidRPr="00345713">
        <w:t xml:space="preserve"> contractors.</w:t>
      </w:r>
    </w:p>
    <w:p w14:paraId="78AD08D8" w14:textId="77777777" w:rsidR="00693775" w:rsidRPr="00693775" w:rsidRDefault="00E16A69" w:rsidP="00CC3930">
      <w:pPr>
        <w:ind w:left="851" w:hanging="851"/>
        <w:rPr>
          <w:rFonts w:eastAsia="Calibri"/>
          <w:szCs w:val="24"/>
          <w:lang w:eastAsia="en-US"/>
        </w:rPr>
      </w:pPr>
      <w:r w:rsidRPr="00345713">
        <w:rPr>
          <w:b/>
        </w:rPr>
        <w:t>II.</w:t>
      </w:r>
      <w:r w:rsidR="00A41370" w:rsidRPr="00345713">
        <w:rPr>
          <w:b/>
        </w:rPr>
        <w:t>10</w:t>
      </w:r>
      <w:r w:rsidRPr="00345713">
        <w:rPr>
          <w:b/>
        </w:rPr>
        <w:t>.2</w:t>
      </w:r>
      <w:r w:rsidRPr="00345713">
        <w:t xml:space="preserve"> </w:t>
      </w:r>
      <w:r w:rsidR="00CC3930">
        <w:tab/>
      </w:r>
      <w:r w:rsidR="006B2260" w:rsidRPr="00345713">
        <w:t xml:space="preserve">Beneficiaries </w:t>
      </w:r>
      <w:r w:rsidR="00BA72B9" w:rsidRPr="00345713">
        <w:t xml:space="preserve">that are </w:t>
      </w:r>
      <w:r w:rsidR="008021C5" w:rsidRPr="00345713">
        <w:t>‘</w:t>
      </w:r>
      <w:r w:rsidR="006B2260" w:rsidRPr="00345713">
        <w:t>contracting authorities</w:t>
      </w:r>
      <w:r w:rsidR="008021C5" w:rsidRPr="00345713">
        <w:t>’</w:t>
      </w:r>
      <w:r w:rsidR="006B2260" w:rsidRPr="00345713">
        <w:t xml:space="preserve"> </w:t>
      </w:r>
      <w:r w:rsidR="00B018FF" w:rsidRPr="00345713">
        <w:t xml:space="preserve">within </w:t>
      </w:r>
      <w:r w:rsidR="006B2260" w:rsidRPr="00345713">
        <w:t>the meaning of Directive</w:t>
      </w:r>
      <w:r w:rsidR="00693775" w:rsidRPr="00693775">
        <w:rPr>
          <w:rFonts w:eastAsia="Calibri"/>
          <w:szCs w:val="24"/>
          <w:lang w:eastAsia="en-US"/>
        </w:rPr>
        <w:t xml:space="preserve"> 2014/24/EU</w:t>
      </w:r>
      <w:r w:rsidR="00572B62">
        <w:rPr>
          <w:rStyle w:val="FootnoteReference"/>
          <w:rFonts w:eastAsia="Calibri"/>
          <w:szCs w:val="24"/>
          <w:lang w:eastAsia="en-US"/>
        </w:rPr>
        <w:footnoteReference w:id="2"/>
      </w:r>
      <w:r w:rsidR="00B018FF" w:rsidRPr="00345713">
        <w:t xml:space="preserve"> </w:t>
      </w:r>
      <w:r w:rsidR="006B2260" w:rsidRPr="00345713">
        <w:t xml:space="preserve">or </w:t>
      </w:r>
      <w:r w:rsidR="008021C5" w:rsidRPr="00345713">
        <w:t>‘</w:t>
      </w:r>
      <w:r w:rsidR="006B2260" w:rsidRPr="00345713">
        <w:t>contracting entities</w:t>
      </w:r>
      <w:r w:rsidR="008021C5" w:rsidRPr="00345713">
        <w:t>’</w:t>
      </w:r>
      <w:r w:rsidR="006B2260" w:rsidRPr="00345713">
        <w:t xml:space="preserve"> </w:t>
      </w:r>
      <w:r w:rsidR="0075368F" w:rsidRPr="00345713">
        <w:t xml:space="preserve">within </w:t>
      </w:r>
      <w:r w:rsidR="006B2260" w:rsidRPr="00345713">
        <w:t>the meaning of Directive</w:t>
      </w:r>
      <w:r w:rsidR="00693775">
        <w:rPr>
          <w:lang w:val="en-US"/>
        </w:rPr>
        <w:t xml:space="preserve"> </w:t>
      </w:r>
      <w:r w:rsidR="00693775" w:rsidRPr="00693775">
        <w:rPr>
          <w:rFonts w:eastAsia="Calibri"/>
          <w:szCs w:val="24"/>
          <w:lang w:eastAsia="en-US"/>
        </w:rPr>
        <w:t>2014/25/EU</w:t>
      </w:r>
      <w:r w:rsidR="00572B62">
        <w:rPr>
          <w:rStyle w:val="FootnoteReference"/>
          <w:rFonts w:eastAsia="Calibri"/>
          <w:szCs w:val="24"/>
          <w:lang w:eastAsia="en-US"/>
        </w:rPr>
        <w:footnoteReference w:id="3"/>
      </w:r>
      <w:r w:rsidR="0075368F" w:rsidRPr="00345713">
        <w:t xml:space="preserve"> </w:t>
      </w:r>
      <w:r w:rsidRPr="00345713">
        <w:t>must</w:t>
      </w:r>
      <w:r w:rsidR="00BA72B9" w:rsidRPr="00345713">
        <w:t xml:space="preserve"> comply with t</w:t>
      </w:r>
      <w:r w:rsidR="006B2260" w:rsidRPr="00345713">
        <w:t>he applicable national public procurement rules.</w:t>
      </w:r>
      <w:r w:rsidR="00693775" w:rsidRPr="00693775">
        <w:rPr>
          <w:rFonts w:eastAsia="Calibri"/>
          <w:szCs w:val="24"/>
          <w:lang w:eastAsia="en-US"/>
        </w:rPr>
        <w:t xml:space="preserve"> </w:t>
      </w:r>
    </w:p>
    <w:p w14:paraId="78AD08D9" w14:textId="77777777" w:rsidR="00A24E86" w:rsidRPr="00345713" w:rsidRDefault="00E73C1A" w:rsidP="00CC3930">
      <w:pPr>
        <w:ind w:left="851"/>
      </w:pPr>
      <w:r w:rsidRPr="00345713">
        <w:t>The beneficiaries must ensure that the conditions applicable to them under Articles II.</w:t>
      </w:r>
      <w:r w:rsidR="00EA0C01" w:rsidRPr="00345713">
        <w:t>4</w:t>
      </w:r>
      <w:r w:rsidRPr="00345713">
        <w:t>, II.</w:t>
      </w:r>
      <w:r w:rsidR="00EA0C01" w:rsidRPr="00345713">
        <w:t>5</w:t>
      </w:r>
      <w:r w:rsidRPr="00345713">
        <w:t>, II.</w:t>
      </w:r>
      <w:r w:rsidR="00EA0C01" w:rsidRPr="00345713">
        <w:t>6</w:t>
      </w:r>
      <w:r w:rsidRPr="00345713">
        <w:t xml:space="preserve"> and II.</w:t>
      </w:r>
      <w:r w:rsidR="00EA0C01" w:rsidRPr="00345713">
        <w:t>9</w:t>
      </w:r>
      <w:r w:rsidRPr="00345713">
        <w:t xml:space="preserve"> are also applicable to </w:t>
      </w:r>
      <w:r w:rsidRPr="00EA40DB">
        <w:t>the contractor</w:t>
      </w:r>
      <w:r w:rsidR="00CF17B9">
        <w:t>s</w:t>
      </w:r>
      <w:r w:rsidRPr="00EA40DB">
        <w:t>.</w:t>
      </w:r>
    </w:p>
    <w:p w14:paraId="78AD08DA" w14:textId="77777777" w:rsidR="00A24E86" w:rsidRPr="00345713" w:rsidRDefault="00A24E86" w:rsidP="00CC3930">
      <w:pPr>
        <w:ind w:left="851" w:hanging="851"/>
      </w:pPr>
      <w:r w:rsidRPr="00345713">
        <w:rPr>
          <w:b/>
        </w:rPr>
        <w:t>II.</w:t>
      </w:r>
      <w:r w:rsidR="00A41370" w:rsidRPr="00345713">
        <w:rPr>
          <w:b/>
        </w:rPr>
        <w:t>10</w:t>
      </w:r>
      <w:r w:rsidRPr="00345713">
        <w:rPr>
          <w:b/>
        </w:rPr>
        <w:t>.</w:t>
      </w:r>
      <w:r w:rsidR="00E16A69" w:rsidRPr="00345713">
        <w:rPr>
          <w:b/>
        </w:rPr>
        <w:t>3</w:t>
      </w:r>
      <w:r w:rsidR="00672498" w:rsidRPr="00345713">
        <w:rPr>
          <w:b/>
        </w:rPr>
        <w:tab/>
      </w:r>
      <w:r w:rsidRPr="00345713">
        <w:t xml:space="preserve">The beneficiaries </w:t>
      </w:r>
      <w:r w:rsidR="00E16A69" w:rsidRPr="00345713">
        <w:t>remain</w:t>
      </w:r>
      <w:r w:rsidR="00BA72B9" w:rsidRPr="00345713">
        <w:t xml:space="preserve"> </w:t>
      </w:r>
      <w:r w:rsidR="00E16A69" w:rsidRPr="00345713">
        <w:t xml:space="preserve">solely responsible </w:t>
      </w:r>
      <w:r w:rsidRPr="00345713">
        <w:t xml:space="preserve">for carrying out the </w:t>
      </w:r>
      <w:r w:rsidR="00F648C4" w:rsidRPr="00345713">
        <w:rPr>
          <w:i/>
        </w:rPr>
        <w:t>action</w:t>
      </w:r>
      <w:r w:rsidRPr="00345713">
        <w:t xml:space="preserve"> and for compliance with the </w:t>
      </w:r>
      <w:r w:rsidR="00952E98" w:rsidRPr="00345713">
        <w:t>Agreement</w:t>
      </w:r>
      <w:r w:rsidRPr="00345713">
        <w:t>.</w:t>
      </w:r>
      <w:r w:rsidR="00280CCF" w:rsidRPr="00345713">
        <w:t xml:space="preserve"> </w:t>
      </w:r>
      <w:r w:rsidR="0029059C" w:rsidRPr="00345713">
        <w:t xml:space="preserve"> </w:t>
      </w:r>
    </w:p>
    <w:p w14:paraId="78AD08DB" w14:textId="5954B2F5" w:rsidR="00BA72B9" w:rsidRPr="00345713" w:rsidRDefault="00BA72B9" w:rsidP="00CC3930">
      <w:pPr>
        <w:ind w:left="851" w:hanging="851"/>
      </w:pPr>
      <w:r w:rsidRPr="00345713">
        <w:rPr>
          <w:b/>
        </w:rPr>
        <w:t>II.</w:t>
      </w:r>
      <w:r w:rsidR="00A41370" w:rsidRPr="00345713">
        <w:rPr>
          <w:b/>
        </w:rPr>
        <w:t>10</w:t>
      </w:r>
      <w:r w:rsidRPr="00345713">
        <w:rPr>
          <w:b/>
        </w:rPr>
        <w:t>.</w:t>
      </w:r>
      <w:r w:rsidR="00E73C1A" w:rsidRPr="00345713">
        <w:rPr>
          <w:b/>
        </w:rPr>
        <w:t>4</w:t>
      </w:r>
      <w:r w:rsidRPr="00345713">
        <w:t xml:space="preserve"> </w:t>
      </w:r>
      <w:r w:rsidR="00CC3930">
        <w:tab/>
      </w:r>
      <w:r w:rsidR="00E16A69" w:rsidRPr="00345713">
        <w:t>If the beneficiaries breach their obligations under Article II.</w:t>
      </w:r>
      <w:r w:rsidR="00A41370" w:rsidRPr="00345713">
        <w:t>10</w:t>
      </w:r>
      <w:r w:rsidR="00E16A69" w:rsidRPr="00345713">
        <w:t xml:space="preserve">.1 the costs related to the contract concerned are considered </w:t>
      </w:r>
      <w:r w:rsidR="00E16A69" w:rsidRPr="00EA40DB">
        <w:t>ineligible in accordance with Article</w:t>
      </w:r>
      <w:r w:rsidR="00E16A69" w:rsidRPr="00345713">
        <w:t xml:space="preserve"> </w:t>
      </w:r>
      <w:r w:rsidR="0086746B" w:rsidRPr="00345713">
        <w:t>II.19.2</w:t>
      </w:r>
      <w:r w:rsidR="00A42479" w:rsidRPr="00345713">
        <w:t xml:space="preserve"> (</w:t>
      </w:r>
      <w:r w:rsidR="003C587A">
        <w:t>c</w:t>
      </w:r>
      <w:r w:rsidR="00A42479" w:rsidRPr="00345713">
        <w:t>),</w:t>
      </w:r>
      <w:r w:rsidR="00EA40DB">
        <w:t xml:space="preserve"> </w:t>
      </w:r>
      <w:r w:rsidR="0086746B" w:rsidRPr="00345713">
        <w:t>(</w:t>
      </w:r>
      <w:r w:rsidR="003C587A">
        <w:t>d</w:t>
      </w:r>
      <w:r w:rsidR="0086746B" w:rsidRPr="00345713">
        <w:t>) and (</w:t>
      </w:r>
      <w:r w:rsidR="00F41759">
        <w:t>e</w:t>
      </w:r>
      <w:r w:rsidR="0086746B" w:rsidRPr="00345713">
        <w:t>)</w:t>
      </w:r>
      <w:r w:rsidR="00AA7531" w:rsidRPr="00345713">
        <w:t>.</w:t>
      </w:r>
    </w:p>
    <w:p w14:paraId="78AD08DC" w14:textId="77777777" w:rsidR="00E16A69" w:rsidRPr="00345713" w:rsidRDefault="00E16A69" w:rsidP="00CC3930">
      <w:pPr>
        <w:ind w:left="851" w:hanging="851"/>
      </w:pPr>
      <w:r w:rsidRPr="00345713">
        <w:rPr>
          <w:b/>
        </w:rPr>
        <w:tab/>
      </w:r>
      <w:r w:rsidRPr="00345713">
        <w:t>If the beneficiaries breach their obligations under Article II.</w:t>
      </w:r>
      <w:r w:rsidR="00A41370" w:rsidRPr="00345713">
        <w:t>10</w:t>
      </w:r>
      <w:r w:rsidRPr="00345713">
        <w:t>.2</w:t>
      </w:r>
      <w:r w:rsidR="00E73C1A" w:rsidRPr="00345713">
        <w:t xml:space="preserve"> </w:t>
      </w:r>
      <w:r w:rsidRPr="00345713">
        <w:t xml:space="preserve">the grant may be reduced in accordance with Article </w:t>
      </w:r>
      <w:r w:rsidR="0086746B" w:rsidRPr="00345713">
        <w:t>II.25.4.</w:t>
      </w:r>
    </w:p>
    <w:p w14:paraId="78AD08DD" w14:textId="77777777" w:rsidR="006B2260" w:rsidRPr="00345713" w:rsidRDefault="000A4F91" w:rsidP="00013EEC">
      <w:pPr>
        <w:pStyle w:val="Heading2"/>
      </w:pPr>
      <w:bookmarkStart w:id="54" w:name="_Toc441250841"/>
      <w:bookmarkStart w:id="55" w:name="_Toc530496935"/>
      <w:r w:rsidRPr="00345713">
        <w:t xml:space="preserve">Article </w:t>
      </w:r>
      <w:r w:rsidR="006B2260" w:rsidRPr="00345713">
        <w:t>II.</w:t>
      </w:r>
      <w:r w:rsidR="009A29A1" w:rsidRPr="00345713">
        <w:t>1</w:t>
      </w:r>
      <w:r w:rsidR="00A41370" w:rsidRPr="00345713">
        <w:t>1</w:t>
      </w:r>
      <w:r w:rsidR="002441DE" w:rsidRPr="00345713">
        <w:t xml:space="preserve"> </w:t>
      </w:r>
      <w:r w:rsidR="00345713">
        <w:rPr>
          <w:rFonts w:hint="eastAsia"/>
        </w:rPr>
        <w:t>—</w:t>
      </w:r>
      <w:r w:rsidR="006B2260" w:rsidRPr="00345713">
        <w:t xml:space="preserve"> S</w:t>
      </w:r>
      <w:r w:rsidR="00013EEC" w:rsidRPr="00345713">
        <w:t>ubcontracting of tasks forming part of the action</w:t>
      </w:r>
      <w:bookmarkEnd w:id="54"/>
      <w:bookmarkEnd w:id="55"/>
    </w:p>
    <w:p w14:paraId="78AD08DE" w14:textId="77777777" w:rsidR="006B2260" w:rsidRPr="00345713" w:rsidRDefault="006B2260" w:rsidP="00013EEC">
      <w:pPr>
        <w:ind w:left="851" w:hanging="851"/>
      </w:pPr>
      <w:r w:rsidRPr="00345713">
        <w:rPr>
          <w:b/>
        </w:rPr>
        <w:t>II.</w:t>
      </w:r>
      <w:r w:rsidR="009A29A1" w:rsidRPr="00345713">
        <w:rPr>
          <w:b/>
        </w:rPr>
        <w:t>1</w:t>
      </w:r>
      <w:r w:rsidR="00A41370" w:rsidRPr="00345713">
        <w:rPr>
          <w:b/>
        </w:rPr>
        <w:t>1</w:t>
      </w:r>
      <w:r w:rsidRPr="00345713">
        <w:rPr>
          <w:b/>
        </w:rPr>
        <w:t>.</w:t>
      </w:r>
      <w:r w:rsidR="00472321" w:rsidRPr="00345713">
        <w:rPr>
          <w:b/>
        </w:rPr>
        <w:t>1</w:t>
      </w:r>
      <w:r w:rsidR="002441DE" w:rsidRPr="00345713">
        <w:rPr>
          <w:b/>
        </w:rPr>
        <w:tab/>
      </w:r>
      <w:r w:rsidR="00E24E8C" w:rsidRPr="00345713">
        <w:t xml:space="preserve">Beneficiaries may subcontract tasks forming part of the </w:t>
      </w:r>
      <w:r w:rsidR="00F648C4" w:rsidRPr="00345713">
        <w:rPr>
          <w:i/>
        </w:rPr>
        <w:t>action</w:t>
      </w:r>
      <w:r w:rsidR="00FD5C47">
        <w:t>. If they do so, they must ensure</w:t>
      </w:r>
      <w:r w:rsidR="00E24E8C" w:rsidRPr="00345713">
        <w:t xml:space="preserve"> that, i</w:t>
      </w:r>
      <w:r w:rsidRPr="00345713">
        <w:t xml:space="preserve">n addition to the conditions specified in </w:t>
      </w:r>
      <w:r w:rsidR="00D87AED" w:rsidRPr="00345713">
        <w:t xml:space="preserve">Article </w:t>
      </w:r>
      <w:r w:rsidR="00E14FE4" w:rsidRPr="00345713">
        <w:t>II.</w:t>
      </w:r>
      <w:r w:rsidR="00A41370" w:rsidRPr="00345713">
        <w:t>10</w:t>
      </w:r>
      <w:r w:rsidR="001724B9" w:rsidRPr="00345713">
        <w:t>,</w:t>
      </w:r>
      <w:r w:rsidRPr="00345713">
        <w:t xml:space="preserve"> </w:t>
      </w:r>
      <w:r w:rsidR="00502B7A" w:rsidRPr="00345713">
        <w:t>the following conditions</w:t>
      </w:r>
      <w:r w:rsidR="00E24E8C" w:rsidRPr="00345713">
        <w:t xml:space="preserve"> are </w:t>
      </w:r>
      <w:r w:rsidR="00FD5C47">
        <w:t xml:space="preserve">also </w:t>
      </w:r>
      <w:r w:rsidR="00E24E8C" w:rsidRPr="00345713">
        <w:t>complied with</w:t>
      </w:r>
      <w:r w:rsidRPr="00345713">
        <w:t>:</w:t>
      </w:r>
    </w:p>
    <w:p w14:paraId="78AD08DF" w14:textId="77777777" w:rsidR="006B2260" w:rsidRPr="00345713" w:rsidRDefault="00280CCF" w:rsidP="003A2A37">
      <w:pPr>
        <w:numPr>
          <w:ilvl w:val="0"/>
          <w:numId w:val="20"/>
        </w:numPr>
        <w:ind w:left="1276" w:hanging="425"/>
      </w:pPr>
      <w:r w:rsidRPr="00345713">
        <w:t xml:space="preserve">subcontracting </w:t>
      </w:r>
      <w:r w:rsidR="00E73C1A" w:rsidRPr="00345713">
        <w:t xml:space="preserve">does not cover core tasks </w:t>
      </w:r>
      <w:r w:rsidR="006B2260" w:rsidRPr="00345713">
        <w:t xml:space="preserve">of the </w:t>
      </w:r>
      <w:r w:rsidR="00F648C4" w:rsidRPr="00345713">
        <w:rPr>
          <w:i/>
        </w:rPr>
        <w:t>action</w:t>
      </w:r>
      <w:r w:rsidR="006B2260" w:rsidRPr="00345713">
        <w:t>;</w:t>
      </w:r>
    </w:p>
    <w:p w14:paraId="78AD08E0" w14:textId="77777777" w:rsidR="006B2260" w:rsidRPr="00345713" w:rsidRDefault="006B2260" w:rsidP="003A2A37">
      <w:pPr>
        <w:numPr>
          <w:ilvl w:val="0"/>
          <w:numId w:val="20"/>
        </w:numPr>
        <w:ind w:left="1276" w:hanging="425"/>
      </w:pPr>
      <w:r w:rsidRPr="00345713">
        <w:t xml:space="preserve">recourse to </w:t>
      </w:r>
      <w:r w:rsidR="008E40ED" w:rsidRPr="00345713">
        <w:t>subcontracting</w:t>
      </w:r>
      <w:r w:rsidRPr="00345713">
        <w:t xml:space="preserve"> </w:t>
      </w:r>
      <w:r w:rsidR="00F02971" w:rsidRPr="00345713">
        <w:t>is</w:t>
      </w:r>
      <w:r w:rsidRPr="00345713">
        <w:t xml:space="preserve"> justified </w:t>
      </w:r>
      <w:r w:rsidR="0012731E">
        <w:t>because of</w:t>
      </w:r>
      <w:r w:rsidRPr="00345713">
        <w:t xml:space="preserve"> the nature of the </w:t>
      </w:r>
      <w:r w:rsidR="00F648C4" w:rsidRPr="00345713">
        <w:rPr>
          <w:i/>
        </w:rPr>
        <w:t>action</w:t>
      </w:r>
      <w:r w:rsidRPr="00345713">
        <w:t xml:space="preserve"> and what is necessary for its implementation;</w:t>
      </w:r>
    </w:p>
    <w:p w14:paraId="78AD08E1" w14:textId="4206ABA5" w:rsidR="006B2260" w:rsidRPr="00345713" w:rsidRDefault="006B2260" w:rsidP="003A2A37">
      <w:pPr>
        <w:numPr>
          <w:ilvl w:val="0"/>
          <w:numId w:val="20"/>
        </w:numPr>
        <w:ind w:left="1276" w:hanging="425"/>
      </w:pPr>
      <w:r w:rsidRPr="00345713">
        <w:t xml:space="preserve">the estimated costs of </w:t>
      </w:r>
      <w:r w:rsidR="00F02971" w:rsidRPr="00345713">
        <w:t xml:space="preserve">the </w:t>
      </w:r>
      <w:r w:rsidRPr="00345713">
        <w:t>subcontract</w:t>
      </w:r>
      <w:r w:rsidR="005B1D52" w:rsidRPr="00345713">
        <w:t xml:space="preserve">ing </w:t>
      </w:r>
      <w:r w:rsidR="00F02971" w:rsidRPr="00345713">
        <w:t xml:space="preserve">are </w:t>
      </w:r>
      <w:r w:rsidR="005B1D52" w:rsidRPr="00345713">
        <w:t xml:space="preserve">clearly identifiable in </w:t>
      </w:r>
      <w:r w:rsidRPr="00345713">
        <w:t xml:space="preserve">the </w:t>
      </w:r>
      <w:r w:rsidR="00530F8B" w:rsidRPr="00345713">
        <w:t xml:space="preserve">estimated </w:t>
      </w:r>
      <w:r w:rsidRPr="00345713">
        <w:t xml:space="preserve">budget </w:t>
      </w:r>
      <w:r w:rsidR="00D87AED" w:rsidRPr="00345713">
        <w:t xml:space="preserve">set out </w:t>
      </w:r>
      <w:r w:rsidRPr="00345713">
        <w:t>in Annex II;</w:t>
      </w:r>
    </w:p>
    <w:p w14:paraId="78AD08E2" w14:textId="42540F4C" w:rsidR="00EA6023" w:rsidRPr="00345713" w:rsidRDefault="006B2260" w:rsidP="003A2A37">
      <w:pPr>
        <w:numPr>
          <w:ilvl w:val="0"/>
          <w:numId w:val="20"/>
        </w:numPr>
        <w:ind w:left="1276" w:hanging="425"/>
      </w:pPr>
      <w:r w:rsidRPr="00345713">
        <w:t xml:space="preserve">any recourse to </w:t>
      </w:r>
      <w:r w:rsidR="008E40ED" w:rsidRPr="00345713">
        <w:t>subcontracting</w:t>
      </w:r>
      <w:r w:rsidRPr="00345713">
        <w:t xml:space="preserve">, if not provided for in Annex </w:t>
      </w:r>
      <w:r w:rsidR="00B01877">
        <w:t>I</w:t>
      </w:r>
      <w:r w:rsidRPr="00345713">
        <w:t xml:space="preserve">I, </w:t>
      </w:r>
      <w:r w:rsidR="00502B7A" w:rsidRPr="00345713">
        <w:t>is</w:t>
      </w:r>
      <w:r w:rsidRPr="00345713">
        <w:t xml:space="preserve"> communicated by the coordinator and approved by the Commission</w:t>
      </w:r>
      <w:r w:rsidR="00116A49" w:rsidRPr="00345713">
        <w:t xml:space="preserve">. </w:t>
      </w:r>
      <w:r w:rsidR="00E1385E">
        <w:t>T</w:t>
      </w:r>
      <w:r w:rsidR="00E1385E" w:rsidRPr="00345713">
        <w:t xml:space="preserve">he Commission </w:t>
      </w:r>
      <w:r w:rsidR="00E1385E">
        <w:t xml:space="preserve">may grant </w:t>
      </w:r>
      <w:r w:rsidR="00116A49" w:rsidRPr="00345713">
        <w:t>approval</w:t>
      </w:r>
      <w:r w:rsidR="00EA6023" w:rsidRPr="00345713">
        <w:t>:</w:t>
      </w:r>
    </w:p>
    <w:p w14:paraId="78AD08E3" w14:textId="77777777" w:rsidR="00EA6023" w:rsidRPr="00345713" w:rsidRDefault="00013EEC" w:rsidP="00013EEC">
      <w:pPr>
        <w:spacing w:after="0"/>
        <w:ind w:left="1701" w:hanging="425"/>
        <w:rPr>
          <w:szCs w:val="24"/>
        </w:rPr>
      </w:pPr>
      <w:r w:rsidRPr="00345713">
        <w:rPr>
          <w:szCs w:val="24"/>
        </w:rPr>
        <w:t>(i)</w:t>
      </w:r>
      <w:r w:rsidR="00EA6023" w:rsidRPr="00345713">
        <w:rPr>
          <w:szCs w:val="24"/>
        </w:rPr>
        <w:t xml:space="preserve"> before any recourse to subcontracting, if the beneficiaries request an amendment </w:t>
      </w:r>
      <w:r w:rsidR="007A3A4C">
        <w:rPr>
          <w:szCs w:val="24"/>
        </w:rPr>
        <w:t>as provided for in</w:t>
      </w:r>
      <w:r w:rsidR="00EA6023" w:rsidRPr="00345713">
        <w:rPr>
          <w:szCs w:val="24"/>
        </w:rPr>
        <w:t xml:space="preserve"> Article II.1</w:t>
      </w:r>
      <w:r w:rsidR="00B229FC" w:rsidRPr="00345713">
        <w:rPr>
          <w:szCs w:val="24"/>
        </w:rPr>
        <w:t>3</w:t>
      </w:r>
      <w:r w:rsidR="00E1385E">
        <w:rPr>
          <w:szCs w:val="24"/>
        </w:rPr>
        <w:t>;</w:t>
      </w:r>
      <w:r w:rsidR="00EA6023" w:rsidRPr="00345713">
        <w:rPr>
          <w:szCs w:val="24"/>
        </w:rPr>
        <w:t xml:space="preserve"> or </w:t>
      </w:r>
    </w:p>
    <w:p w14:paraId="78AD08E4" w14:textId="77777777" w:rsidR="00116A49" w:rsidRPr="00345713" w:rsidRDefault="00EA6023" w:rsidP="00013EEC">
      <w:pPr>
        <w:spacing w:after="0"/>
        <w:ind w:left="1701" w:hanging="425"/>
        <w:rPr>
          <w:szCs w:val="24"/>
        </w:rPr>
      </w:pPr>
      <w:r w:rsidRPr="00345713">
        <w:rPr>
          <w:szCs w:val="24"/>
        </w:rPr>
        <w:t xml:space="preserve">(ii) after </w:t>
      </w:r>
      <w:r w:rsidR="00F26FB0" w:rsidRPr="00345713">
        <w:rPr>
          <w:szCs w:val="24"/>
        </w:rPr>
        <w:t>recourse to subcontracting</w:t>
      </w:r>
      <w:r w:rsidRPr="00345713">
        <w:rPr>
          <w:szCs w:val="24"/>
        </w:rPr>
        <w:t xml:space="preserve"> if </w:t>
      </w:r>
      <w:r w:rsidR="00E1385E">
        <w:rPr>
          <w:szCs w:val="24"/>
        </w:rPr>
        <w:t>the subcontracting</w:t>
      </w:r>
      <w:r w:rsidR="00FC1EE2" w:rsidRPr="00345713">
        <w:rPr>
          <w:szCs w:val="24"/>
        </w:rPr>
        <w:t>:</w:t>
      </w:r>
    </w:p>
    <w:p w14:paraId="78AD08E5" w14:textId="77777777" w:rsidR="00116A49" w:rsidRPr="006F39A5" w:rsidRDefault="00F26FB0" w:rsidP="003A2A37">
      <w:pPr>
        <w:pStyle w:val="ListParagraph"/>
        <w:numPr>
          <w:ilvl w:val="0"/>
          <w:numId w:val="78"/>
        </w:numPr>
        <w:spacing w:after="0"/>
        <w:rPr>
          <w:szCs w:val="24"/>
        </w:rPr>
      </w:pPr>
      <w:r w:rsidRPr="00CC3930">
        <w:rPr>
          <w:szCs w:val="24"/>
        </w:rPr>
        <w:t>is</w:t>
      </w:r>
      <w:r w:rsidR="00116A49" w:rsidRPr="00CC3930">
        <w:rPr>
          <w:szCs w:val="24"/>
        </w:rPr>
        <w:t xml:space="preserve"> specifically justified in the </w:t>
      </w:r>
      <w:r w:rsidR="00FC1EE2" w:rsidRPr="00CC3930">
        <w:rPr>
          <w:szCs w:val="24"/>
        </w:rPr>
        <w:t xml:space="preserve">interim or final technical </w:t>
      </w:r>
      <w:r w:rsidR="00116A49" w:rsidRPr="00CC3930">
        <w:rPr>
          <w:szCs w:val="24"/>
        </w:rPr>
        <w:t>report</w:t>
      </w:r>
      <w:r w:rsidR="00FC1EE2" w:rsidRPr="00CC3930">
        <w:rPr>
          <w:szCs w:val="24"/>
        </w:rPr>
        <w:t xml:space="preserve"> referred to in Article</w:t>
      </w:r>
      <w:r w:rsidR="00047B38" w:rsidRPr="00CC3930">
        <w:rPr>
          <w:szCs w:val="24"/>
        </w:rPr>
        <w:t>s</w:t>
      </w:r>
      <w:r w:rsidR="00FC1EE2" w:rsidRPr="00CC3930">
        <w:rPr>
          <w:szCs w:val="24"/>
        </w:rPr>
        <w:t xml:space="preserve"> I</w:t>
      </w:r>
      <w:r w:rsidR="00047B38" w:rsidRPr="00CC3930">
        <w:rPr>
          <w:szCs w:val="24"/>
        </w:rPr>
        <w:t>.4.3 and I.4.4</w:t>
      </w:r>
      <w:r w:rsidR="007A3A4C" w:rsidRPr="00D047ED">
        <w:rPr>
          <w:szCs w:val="24"/>
        </w:rPr>
        <w:t>;</w:t>
      </w:r>
      <w:r w:rsidR="00116A49" w:rsidRPr="00D047ED">
        <w:rPr>
          <w:szCs w:val="24"/>
        </w:rPr>
        <w:t xml:space="preserve"> and</w:t>
      </w:r>
    </w:p>
    <w:p w14:paraId="78AD08E6" w14:textId="77777777" w:rsidR="006B2260" w:rsidRPr="0013684E" w:rsidRDefault="00116A49" w:rsidP="003A2A37">
      <w:pPr>
        <w:pStyle w:val="ListParagraph"/>
        <w:numPr>
          <w:ilvl w:val="0"/>
          <w:numId w:val="78"/>
        </w:numPr>
        <w:spacing w:after="0"/>
        <w:rPr>
          <w:szCs w:val="24"/>
        </w:rPr>
      </w:pPr>
      <w:r w:rsidRPr="00530F41">
        <w:rPr>
          <w:szCs w:val="24"/>
        </w:rPr>
        <w:t>do</w:t>
      </w:r>
      <w:r w:rsidR="00F26FB0" w:rsidRPr="00530F41">
        <w:rPr>
          <w:szCs w:val="24"/>
        </w:rPr>
        <w:t>es</w:t>
      </w:r>
      <w:r w:rsidRPr="00530F41">
        <w:rPr>
          <w:szCs w:val="24"/>
        </w:rPr>
        <w:t xml:space="preserve"> not entail changes to the Agreement which would call into question the decision awarding the grant or </w:t>
      </w:r>
      <w:r w:rsidR="00853C11" w:rsidRPr="00BD35BC">
        <w:rPr>
          <w:szCs w:val="24"/>
        </w:rPr>
        <w:t xml:space="preserve">be contrary to the </w:t>
      </w:r>
      <w:r w:rsidRPr="003153FA">
        <w:rPr>
          <w:szCs w:val="24"/>
        </w:rPr>
        <w:t>equal treatment of applicants</w:t>
      </w:r>
      <w:r w:rsidR="006B2260" w:rsidRPr="0013684E">
        <w:rPr>
          <w:szCs w:val="24"/>
        </w:rPr>
        <w:t>;</w:t>
      </w:r>
    </w:p>
    <w:p w14:paraId="78AD08E7" w14:textId="77777777" w:rsidR="006B2260" w:rsidRPr="00345713" w:rsidRDefault="006B2260" w:rsidP="003A2A37">
      <w:pPr>
        <w:numPr>
          <w:ilvl w:val="0"/>
          <w:numId w:val="20"/>
        </w:numPr>
        <w:ind w:left="1276" w:hanging="425"/>
      </w:pPr>
      <w:r w:rsidRPr="00345713">
        <w:t xml:space="preserve">the beneficiaries ensure that the conditions applicable to them under </w:t>
      </w:r>
      <w:r w:rsidR="00E14FE4" w:rsidRPr="00345713">
        <w:t>Article</w:t>
      </w:r>
      <w:r w:rsidR="0080566A" w:rsidRPr="00345713">
        <w:t xml:space="preserve"> II.</w:t>
      </w:r>
      <w:r w:rsidR="00465976" w:rsidRPr="00345713">
        <w:t>8</w:t>
      </w:r>
      <w:r w:rsidR="00E14FE4" w:rsidRPr="00345713">
        <w:t xml:space="preserve"> </w:t>
      </w:r>
      <w:r w:rsidRPr="00345713">
        <w:t xml:space="preserve">are also applicable to the </w:t>
      </w:r>
      <w:r w:rsidR="00BD064D" w:rsidRPr="00345713">
        <w:t>sub</w:t>
      </w:r>
      <w:r w:rsidRPr="00345713">
        <w:t>contractor</w:t>
      </w:r>
      <w:r w:rsidR="0009619D">
        <w:t>s</w:t>
      </w:r>
      <w:r w:rsidRPr="00345713">
        <w:t>.</w:t>
      </w:r>
    </w:p>
    <w:p w14:paraId="78AD08E8" w14:textId="21624868" w:rsidR="00164C8F" w:rsidRPr="00345713" w:rsidRDefault="00A41370" w:rsidP="00164C8F">
      <w:pPr>
        <w:adjustRightInd w:val="0"/>
        <w:spacing w:after="0"/>
        <w:ind w:left="709" w:hanging="709"/>
        <w:rPr>
          <w:szCs w:val="24"/>
        </w:rPr>
      </w:pPr>
      <w:r w:rsidRPr="00345713">
        <w:rPr>
          <w:b/>
          <w:szCs w:val="24"/>
        </w:rPr>
        <w:t>II.11</w:t>
      </w:r>
      <w:r w:rsidR="00164C8F" w:rsidRPr="00345713">
        <w:rPr>
          <w:b/>
          <w:szCs w:val="24"/>
        </w:rPr>
        <w:t>.</w:t>
      </w:r>
      <w:r w:rsidR="00472321" w:rsidRPr="00345713">
        <w:rPr>
          <w:b/>
          <w:szCs w:val="24"/>
        </w:rPr>
        <w:t>2</w:t>
      </w:r>
      <w:r w:rsidR="00164C8F" w:rsidRPr="00345713">
        <w:rPr>
          <w:szCs w:val="24"/>
        </w:rPr>
        <w:t xml:space="preserve"> If the beneficiaries breach their</w:t>
      </w:r>
      <w:r w:rsidRPr="00345713">
        <w:rPr>
          <w:szCs w:val="24"/>
        </w:rPr>
        <w:t xml:space="preserve"> obligations under Article II.11</w:t>
      </w:r>
      <w:r w:rsidR="00164C8F" w:rsidRPr="00345713">
        <w:rPr>
          <w:szCs w:val="24"/>
        </w:rPr>
        <w:t>.</w:t>
      </w:r>
      <w:r w:rsidR="00472321" w:rsidRPr="00345713">
        <w:rPr>
          <w:szCs w:val="24"/>
        </w:rPr>
        <w:t>1</w:t>
      </w:r>
      <w:r w:rsidR="00164C8F" w:rsidRPr="00345713">
        <w:rPr>
          <w:szCs w:val="24"/>
        </w:rPr>
        <w:t xml:space="preserve"> (a)</w:t>
      </w:r>
      <w:r w:rsidR="00A530F3" w:rsidRPr="00345713">
        <w:rPr>
          <w:szCs w:val="24"/>
        </w:rPr>
        <w:t xml:space="preserve">, (b), (c) </w:t>
      </w:r>
      <w:r w:rsidR="00E73C1A" w:rsidRPr="00345713">
        <w:rPr>
          <w:szCs w:val="24"/>
        </w:rPr>
        <w:t xml:space="preserve">or (d), </w:t>
      </w:r>
      <w:r w:rsidR="00164C8F" w:rsidRPr="00345713">
        <w:rPr>
          <w:szCs w:val="24"/>
        </w:rPr>
        <w:t xml:space="preserve">the costs related to the contract concerned are considered </w:t>
      </w:r>
      <w:r w:rsidR="00164C8F" w:rsidRPr="007A3A4C">
        <w:rPr>
          <w:szCs w:val="24"/>
        </w:rPr>
        <w:t>ineligible in accordance with</w:t>
      </w:r>
      <w:r w:rsidR="00164C8F" w:rsidRPr="00345713">
        <w:rPr>
          <w:szCs w:val="24"/>
        </w:rPr>
        <w:t xml:space="preserve"> Article II.19.2 (</w:t>
      </w:r>
      <w:r w:rsidR="00A77599">
        <w:rPr>
          <w:szCs w:val="24"/>
        </w:rPr>
        <w:t>f</w:t>
      </w:r>
      <w:r w:rsidR="00164C8F" w:rsidRPr="00345713">
        <w:rPr>
          <w:szCs w:val="24"/>
        </w:rPr>
        <w:t>)</w:t>
      </w:r>
      <w:r w:rsidR="00E73C1A" w:rsidRPr="00345713">
        <w:rPr>
          <w:szCs w:val="24"/>
        </w:rPr>
        <w:t>.</w:t>
      </w:r>
      <w:r w:rsidR="00164C8F" w:rsidRPr="00345713">
        <w:rPr>
          <w:szCs w:val="24"/>
        </w:rPr>
        <w:t xml:space="preserve">  </w:t>
      </w:r>
    </w:p>
    <w:p w14:paraId="78AD08E9" w14:textId="77777777" w:rsidR="00230DDE" w:rsidRPr="00345713" w:rsidRDefault="00230DDE" w:rsidP="00230DDE">
      <w:pPr>
        <w:adjustRightInd w:val="0"/>
        <w:spacing w:after="0"/>
        <w:ind w:left="709"/>
        <w:rPr>
          <w:szCs w:val="24"/>
        </w:rPr>
      </w:pPr>
      <w:r w:rsidRPr="00345713">
        <w:rPr>
          <w:szCs w:val="24"/>
        </w:rPr>
        <w:t>If the beneficiaries breach their obligation under Article II</w:t>
      </w:r>
      <w:r w:rsidR="00A41370" w:rsidRPr="00345713">
        <w:rPr>
          <w:szCs w:val="24"/>
        </w:rPr>
        <w:t>.11</w:t>
      </w:r>
      <w:r w:rsidR="00472321" w:rsidRPr="00345713">
        <w:rPr>
          <w:szCs w:val="24"/>
        </w:rPr>
        <w:t>.1</w:t>
      </w:r>
      <w:r w:rsidRPr="00345713">
        <w:rPr>
          <w:szCs w:val="24"/>
        </w:rPr>
        <w:t xml:space="preserve"> (e) the grant may be </w:t>
      </w:r>
      <w:r w:rsidRPr="00EA40DB">
        <w:rPr>
          <w:szCs w:val="24"/>
        </w:rPr>
        <w:t>reduced in accordance with</w:t>
      </w:r>
      <w:r w:rsidRPr="00345713">
        <w:rPr>
          <w:szCs w:val="24"/>
        </w:rPr>
        <w:t xml:space="preserve"> Article II.25.4.</w:t>
      </w:r>
    </w:p>
    <w:p w14:paraId="78AD08EA" w14:textId="77777777" w:rsidR="005B4282" w:rsidRPr="00345713" w:rsidRDefault="000A4F91" w:rsidP="00013EEC">
      <w:pPr>
        <w:pStyle w:val="Heading2"/>
      </w:pPr>
      <w:bookmarkStart w:id="56" w:name="_Toc441250842"/>
      <w:bookmarkStart w:id="57" w:name="_Toc530496936"/>
      <w:r w:rsidRPr="00824C75">
        <w:t xml:space="preserve">Article </w:t>
      </w:r>
      <w:r w:rsidR="00CE51BC" w:rsidRPr="00824C75">
        <w:t>II.</w:t>
      </w:r>
      <w:r w:rsidR="000243AE" w:rsidRPr="00824C75">
        <w:t>1</w:t>
      </w:r>
      <w:r w:rsidR="00B229FC" w:rsidRPr="00824C75">
        <w:t>2</w:t>
      </w:r>
      <w:r w:rsidR="0080566A" w:rsidRPr="00824C75">
        <w:t xml:space="preserve"> </w:t>
      </w:r>
      <w:r w:rsidR="00345713" w:rsidRPr="00824C75">
        <w:rPr>
          <w:rFonts w:hint="eastAsia"/>
        </w:rPr>
        <w:t>—</w:t>
      </w:r>
      <w:r w:rsidR="00013EEC" w:rsidRPr="00824C75">
        <w:t xml:space="preserve"> Financial support to third parties</w:t>
      </w:r>
      <w:bookmarkEnd w:id="56"/>
      <w:bookmarkEnd w:id="57"/>
    </w:p>
    <w:p w14:paraId="78AD08EB" w14:textId="765CB072" w:rsidR="00BA3D6C" w:rsidRPr="00345713" w:rsidRDefault="000243AE" w:rsidP="00013EEC">
      <w:pPr>
        <w:ind w:left="851" w:hanging="851"/>
      </w:pPr>
      <w:r w:rsidRPr="00345713">
        <w:rPr>
          <w:b/>
        </w:rPr>
        <w:t>II.1</w:t>
      </w:r>
      <w:r w:rsidR="00B229FC" w:rsidRPr="00345713">
        <w:rPr>
          <w:b/>
        </w:rPr>
        <w:t>2</w:t>
      </w:r>
      <w:r w:rsidR="00E77F3F" w:rsidRPr="00345713">
        <w:rPr>
          <w:b/>
        </w:rPr>
        <w:t>.1</w:t>
      </w:r>
      <w:r w:rsidR="0080566A" w:rsidRPr="00345713">
        <w:rPr>
          <w:b/>
        </w:rPr>
        <w:tab/>
      </w:r>
      <w:r w:rsidR="00AE5BBF">
        <w:t>If</w:t>
      </w:r>
      <w:r w:rsidR="007A3A4C">
        <w:t>,</w:t>
      </w:r>
      <w:r w:rsidR="00AE5BBF" w:rsidRPr="00345713">
        <w:t xml:space="preserve"> </w:t>
      </w:r>
      <w:r w:rsidR="00AE5BBF">
        <w:t>while</w:t>
      </w:r>
      <w:r w:rsidR="00AE5BBF" w:rsidRPr="00345713">
        <w:t xml:space="preserve"> </w:t>
      </w:r>
      <w:r w:rsidR="00CE51BC" w:rsidRPr="00345713">
        <w:t>implement</w:t>
      </w:r>
      <w:r w:rsidR="00AE5BBF">
        <w:t>ing</w:t>
      </w:r>
      <w:r w:rsidR="00CE51BC" w:rsidRPr="00345713">
        <w:t xml:space="preserve"> the </w:t>
      </w:r>
      <w:r w:rsidR="00F648C4" w:rsidRPr="00345713">
        <w:rPr>
          <w:i/>
        </w:rPr>
        <w:t>action</w:t>
      </w:r>
      <w:r w:rsidR="007A3A4C" w:rsidRPr="00A6537C">
        <w:t>,</w:t>
      </w:r>
      <w:r w:rsidR="00CE51BC" w:rsidRPr="00345713">
        <w:t xml:space="preserve"> </w:t>
      </w:r>
      <w:r w:rsidR="00AE5BBF">
        <w:t xml:space="preserve">the beneficiaries have to </w:t>
      </w:r>
      <w:r w:rsidR="00AE5BBF" w:rsidRPr="00345713">
        <w:t>giv</w:t>
      </w:r>
      <w:r w:rsidR="00AE5BBF">
        <w:t>e</w:t>
      </w:r>
      <w:r w:rsidR="00AE5BBF" w:rsidRPr="00345713">
        <w:t xml:space="preserve"> </w:t>
      </w:r>
      <w:r w:rsidR="00CE51BC" w:rsidRPr="00345713">
        <w:t xml:space="preserve">financial support to third parties, the beneficiaries </w:t>
      </w:r>
      <w:r w:rsidR="002212A1" w:rsidRPr="00345713">
        <w:t>must</w:t>
      </w:r>
      <w:r w:rsidR="00CE51BC" w:rsidRPr="00345713">
        <w:t xml:space="preserve"> give such financial support in accordance with the conditions specified in Annex </w:t>
      </w:r>
      <w:r w:rsidR="00785E9C">
        <w:t>I</w:t>
      </w:r>
      <w:r w:rsidR="00CE51BC" w:rsidRPr="00345713">
        <w:t>I</w:t>
      </w:r>
      <w:r w:rsidR="00AE5BBF">
        <w:t>. Under those conditions, the following</w:t>
      </w:r>
      <w:r w:rsidR="00BA3D6C" w:rsidRPr="00345713">
        <w:t xml:space="preserve"> </w:t>
      </w:r>
      <w:r w:rsidR="00AE5BBF">
        <w:t xml:space="preserve">information </w:t>
      </w:r>
      <w:r w:rsidR="002212A1" w:rsidRPr="00345713">
        <w:t>must</w:t>
      </w:r>
      <w:r w:rsidR="00BA3D6C" w:rsidRPr="00345713">
        <w:t xml:space="preserve"> </w:t>
      </w:r>
      <w:r w:rsidR="00AE5BBF">
        <w:t xml:space="preserve">be stated </w:t>
      </w:r>
      <w:r w:rsidR="00BA3D6C" w:rsidRPr="00345713">
        <w:t>at least:</w:t>
      </w:r>
    </w:p>
    <w:p w14:paraId="78AD08EC" w14:textId="77777777" w:rsidR="00E078FE" w:rsidRPr="00345713" w:rsidRDefault="00E078FE" w:rsidP="003A2A37">
      <w:pPr>
        <w:numPr>
          <w:ilvl w:val="0"/>
          <w:numId w:val="21"/>
        </w:numPr>
        <w:ind w:left="1276" w:hanging="425"/>
      </w:pPr>
      <w:r w:rsidRPr="00345713">
        <w:t>the maximum amount of financial support</w:t>
      </w:r>
      <w:r w:rsidR="00AE5BBF">
        <w:t>.</w:t>
      </w:r>
      <w:r w:rsidR="00AE5BBF" w:rsidRPr="00345713">
        <w:t xml:space="preserve"> </w:t>
      </w:r>
      <w:r w:rsidR="002361C7" w:rsidRPr="00345713">
        <w:t xml:space="preserve">This amount </w:t>
      </w:r>
      <w:r w:rsidR="002212A1" w:rsidRPr="00345713">
        <w:t>m</w:t>
      </w:r>
      <w:r w:rsidR="00A8461F" w:rsidRPr="00345713">
        <w:t>ay</w:t>
      </w:r>
      <w:r w:rsidRPr="00345713">
        <w:t xml:space="preserve"> not exceed EUR 60</w:t>
      </w:r>
      <w:r w:rsidR="00345713" w:rsidRPr="00345713">
        <w:rPr>
          <w:w w:val="50"/>
        </w:rPr>
        <w:t> </w:t>
      </w:r>
      <w:r w:rsidRPr="00345713">
        <w:t xml:space="preserve">000 </w:t>
      </w:r>
      <w:r w:rsidR="0036238B" w:rsidRPr="00345713">
        <w:t xml:space="preserve">for </w:t>
      </w:r>
      <w:r w:rsidRPr="00345713">
        <w:t xml:space="preserve">each </w:t>
      </w:r>
      <w:r w:rsidRPr="007A3A4C">
        <w:t xml:space="preserve">third party </w:t>
      </w:r>
      <w:r w:rsidR="0036238B" w:rsidRPr="007A3A4C">
        <w:t>except</w:t>
      </w:r>
      <w:r w:rsidRPr="007A3A4C">
        <w:t xml:space="preserve"> </w:t>
      </w:r>
      <w:r w:rsidR="00AE5BBF" w:rsidRPr="007A3A4C">
        <w:t xml:space="preserve">if </w:t>
      </w:r>
      <w:r w:rsidR="00376AB7">
        <w:t xml:space="preserve">achieving the objective of the </w:t>
      </w:r>
      <w:r w:rsidR="00376AB7" w:rsidRPr="00376AB7">
        <w:rPr>
          <w:i/>
        </w:rPr>
        <w:t>action</w:t>
      </w:r>
      <w:r w:rsidR="00376AB7">
        <w:t xml:space="preserve"> as specified in Annex I would otherwise be impossible or overly difficult</w:t>
      </w:r>
      <w:r w:rsidR="008433E4" w:rsidRPr="00345713">
        <w:t>;</w:t>
      </w:r>
    </w:p>
    <w:p w14:paraId="78AD08ED" w14:textId="77777777" w:rsidR="00E078FE" w:rsidRPr="00345713" w:rsidRDefault="00E078FE" w:rsidP="003A2A37">
      <w:pPr>
        <w:numPr>
          <w:ilvl w:val="0"/>
          <w:numId w:val="21"/>
        </w:numPr>
        <w:ind w:left="1276" w:hanging="425"/>
      </w:pPr>
      <w:r w:rsidRPr="00345713">
        <w:t>the criteria for determining the exact amount of the financial support</w:t>
      </w:r>
      <w:r w:rsidR="008433E4" w:rsidRPr="00345713">
        <w:t>;</w:t>
      </w:r>
    </w:p>
    <w:p w14:paraId="78AD08EE" w14:textId="77777777" w:rsidR="00E078FE" w:rsidRPr="00345713" w:rsidRDefault="00E078FE" w:rsidP="003A2A37">
      <w:pPr>
        <w:numPr>
          <w:ilvl w:val="0"/>
          <w:numId w:val="21"/>
        </w:numPr>
        <w:ind w:left="1276" w:hanging="425"/>
      </w:pPr>
      <w:r w:rsidRPr="00345713">
        <w:t>the different types of activity that may receive financial support, on the basis of a fixed list</w:t>
      </w:r>
      <w:r w:rsidR="008433E4" w:rsidRPr="00345713">
        <w:t>;</w:t>
      </w:r>
    </w:p>
    <w:p w14:paraId="78AD08EF" w14:textId="77777777" w:rsidR="00E078FE" w:rsidRPr="00345713" w:rsidRDefault="00E078FE" w:rsidP="003A2A37">
      <w:pPr>
        <w:numPr>
          <w:ilvl w:val="0"/>
          <w:numId w:val="21"/>
        </w:numPr>
        <w:ind w:left="1276" w:hanging="425"/>
      </w:pPr>
      <w:r w:rsidRPr="00345713">
        <w:t>the persons or categories of persons which may receive financial support</w:t>
      </w:r>
      <w:r w:rsidR="008433E4" w:rsidRPr="00345713">
        <w:t>;</w:t>
      </w:r>
    </w:p>
    <w:p w14:paraId="78AD08F0" w14:textId="77777777" w:rsidR="00CC12B6" w:rsidRPr="00345713" w:rsidRDefault="00CC12B6" w:rsidP="003A2A37">
      <w:pPr>
        <w:numPr>
          <w:ilvl w:val="0"/>
          <w:numId w:val="21"/>
        </w:numPr>
        <w:ind w:left="1276" w:hanging="425"/>
      </w:pPr>
      <w:r w:rsidRPr="00345713">
        <w:t>the criteria for giving the financial support.</w:t>
      </w:r>
    </w:p>
    <w:p w14:paraId="78AD08F1" w14:textId="34D5DB1E" w:rsidR="00F0474F" w:rsidRPr="00345713" w:rsidRDefault="00F0474F" w:rsidP="00013EEC">
      <w:pPr>
        <w:ind w:left="851" w:hanging="851"/>
      </w:pPr>
      <w:r w:rsidRPr="00345713">
        <w:rPr>
          <w:b/>
        </w:rPr>
        <w:t>II.1</w:t>
      </w:r>
      <w:r w:rsidR="00B229FC" w:rsidRPr="00345713">
        <w:rPr>
          <w:b/>
        </w:rPr>
        <w:t>2</w:t>
      </w:r>
      <w:r w:rsidRPr="00345713">
        <w:rPr>
          <w:b/>
        </w:rPr>
        <w:t>.2</w:t>
      </w:r>
      <w:r w:rsidR="005B4282" w:rsidRPr="00345713">
        <w:tab/>
      </w:r>
      <w:r w:rsidR="0070353C" w:rsidRPr="00345713">
        <w:t>As an exception to</w:t>
      </w:r>
      <w:r w:rsidR="00F0298C" w:rsidRPr="00345713">
        <w:t xml:space="preserve"> </w:t>
      </w:r>
      <w:r w:rsidR="001E308F" w:rsidRPr="00345713">
        <w:t>Article II.1</w:t>
      </w:r>
      <w:r w:rsidR="00B229FC" w:rsidRPr="00345713">
        <w:t>2</w:t>
      </w:r>
      <w:r w:rsidR="001E308F" w:rsidRPr="00345713">
        <w:t>.1</w:t>
      </w:r>
      <w:r w:rsidRPr="00345713">
        <w:t xml:space="preserve">, </w:t>
      </w:r>
      <w:r w:rsidR="00AE5BBF">
        <w:t>if</w:t>
      </w:r>
      <w:r w:rsidRPr="00345713">
        <w:t xml:space="preserve"> the financial support takes the form of a </w:t>
      </w:r>
      <w:r w:rsidR="00345713">
        <w:t>prize</w:t>
      </w:r>
      <w:r w:rsidR="005B4282" w:rsidRPr="00345713">
        <w:t>,</w:t>
      </w:r>
      <w:r w:rsidRPr="00345713">
        <w:t xml:space="preserve"> the beneficiaries </w:t>
      </w:r>
      <w:r w:rsidR="002212A1" w:rsidRPr="00345713">
        <w:t>must</w:t>
      </w:r>
      <w:r w:rsidRPr="00345713">
        <w:t xml:space="preserve"> give such financial support in accordance with the conditions specified in Annex I</w:t>
      </w:r>
      <w:r w:rsidR="00785E9C">
        <w:t>I</w:t>
      </w:r>
      <w:r w:rsidR="00AE5BBF">
        <w:t>.</w:t>
      </w:r>
      <w:r w:rsidRPr="00345713">
        <w:t xml:space="preserve"> </w:t>
      </w:r>
      <w:r w:rsidR="00AE5BBF" w:rsidRPr="00AE5BBF">
        <w:t xml:space="preserve">Under those conditions, the following information </w:t>
      </w:r>
      <w:r w:rsidR="002212A1" w:rsidRPr="00345713">
        <w:t>must</w:t>
      </w:r>
      <w:r w:rsidRPr="00345713">
        <w:t xml:space="preserve"> at least </w:t>
      </w:r>
      <w:r w:rsidR="00AE5BBF">
        <w:t>be stated</w:t>
      </w:r>
      <w:r w:rsidRPr="00345713">
        <w:t>:</w:t>
      </w:r>
    </w:p>
    <w:p w14:paraId="78AD08F2" w14:textId="77777777" w:rsidR="0025073B" w:rsidRDefault="00C039E1" w:rsidP="00696E62">
      <w:pPr>
        <w:tabs>
          <w:tab w:val="left" w:pos="1276"/>
        </w:tabs>
        <w:adjustRightInd w:val="0"/>
        <w:spacing w:after="0"/>
        <w:ind w:left="1276" w:hanging="425"/>
        <w:rPr>
          <w:szCs w:val="24"/>
        </w:rPr>
      </w:pPr>
      <w:r w:rsidRPr="00CB6730">
        <w:rPr>
          <w:szCs w:val="24"/>
        </w:rPr>
        <w:t>(a)</w:t>
      </w:r>
      <w:r w:rsidRPr="00CB6730">
        <w:rPr>
          <w:szCs w:val="24"/>
        </w:rPr>
        <w:tab/>
        <w:t xml:space="preserve">the eligibility </w:t>
      </w:r>
      <w:r w:rsidR="00D15974">
        <w:rPr>
          <w:szCs w:val="24"/>
        </w:rPr>
        <w:t xml:space="preserve">and award </w:t>
      </w:r>
      <w:r w:rsidRPr="00CB6730">
        <w:rPr>
          <w:szCs w:val="24"/>
        </w:rPr>
        <w:t>criteria;</w:t>
      </w:r>
    </w:p>
    <w:p w14:paraId="78AD08F3" w14:textId="77777777" w:rsidR="00F0474F" w:rsidRPr="00345713" w:rsidRDefault="005B4282" w:rsidP="00696E62">
      <w:pPr>
        <w:tabs>
          <w:tab w:val="left" w:pos="1276"/>
        </w:tabs>
        <w:adjustRightInd w:val="0"/>
        <w:spacing w:after="0"/>
        <w:ind w:left="1276" w:hanging="425"/>
        <w:rPr>
          <w:szCs w:val="24"/>
        </w:rPr>
      </w:pPr>
      <w:r w:rsidRPr="00345713">
        <w:rPr>
          <w:szCs w:val="24"/>
        </w:rPr>
        <w:t>(</w:t>
      </w:r>
      <w:r w:rsidR="00D15974">
        <w:rPr>
          <w:szCs w:val="24"/>
        </w:rPr>
        <w:t>b</w:t>
      </w:r>
      <w:r w:rsidR="00F0474F" w:rsidRPr="00345713">
        <w:rPr>
          <w:szCs w:val="24"/>
        </w:rPr>
        <w:t xml:space="preserve">) </w:t>
      </w:r>
      <w:r w:rsidRPr="00345713">
        <w:rPr>
          <w:szCs w:val="24"/>
        </w:rPr>
        <w:tab/>
      </w:r>
      <w:r w:rsidR="00F0474F" w:rsidRPr="00345713">
        <w:rPr>
          <w:szCs w:val="24"/>
        </w:rPr>
        <w:t xml:space="preserve">the amount of the </w:t>
      </w:r>
      <w:r w:rsidR="00345713">
        <w:rPr>
          <w:szCs w:val="24"/>
        </w:rPr>
        <w:t>prize</w:t>
      </w:r>
      <w:r w:rsidR="00151481" w:rsidRPr="00345713">
        <w:rPr>
          <w:szCs w:val="24"/>
        </w:rPr>
        <w:t>;</w:t>
      </w:r>
    </w:p>
    <w:p w14:paraId="78AD08F4" w14:textId="77777777" w:rsidR="00F0474F" w:rsidRPr="00345713" w:rsidRDefault="005B4282" w:rsidP="00696E62">
      <w:pPr>
        <w:tabs>
          <w:tab w:val="left" w:pos="1276"/>
        </w:tabs>
        <w:adjustRightInd w:val="0"/>
        <w:spacing w:after="0"/>
        <w:ind w:left="1276" w:hanging="425"/>
        <w:rPr>
          <w:szCs w:val="24"/>
        </w:rPr>
      </w:pPr>
      <w:r w:rsidRPr="00345713">
        <w:rPr>
          <w:szCs w:val="24"/>
        </w:rPr>
        <w:t>(</w:t>
      </w:r>
      <w:r w:rsidR="00D15974">
        <w:rPr>
          <w:szCs w:val="24"/>
        </w:rPr>
        <w:t>c</w:t>
      </w:r>
      <w:r w:rsidR="00F0474F" w:rsidRPr="00345713">
        <w:rPr>
          <w:szCs w:val="24"/>
        </w:rPr>
        <w:t xml:space="preserve">) </w:t>
      </w:r>
      <w:r w:rsidRPr="00345713">
        <w:rPr>
          <w:szCs w:val="24"/>
        </w:rPr>
        <w:tab/>
      </w:r>
      <w:r w:rsidR="00F0474F" w:rsidRPr="00345713">
        <w:rPr>
          <w:szCs w:val="24"/>
        </w:rPr>
        <w:t>the payment arrangements</w:t>
      </w:r>
      <w:r w:rsidR="00151481" w:rsidRPr="00345713">
        <w:rPr>
          <w:szCs w:val="24"/>
        </w:rPr>
        <w:t>.</w:t>
      </w:r>
    </w:p>
    <w:p w14:paraId="78AD08F5" w14:textId="77777777" w:rsidR="00CE51BC" w:rsidRPr="00345713" w:rsidRDefault="000243AE" w:rsidP="00013EEC">
      <w:pPr>
        <w:ind w:left="851" w:hanging="851"/>
      </w:pPr>
      <w:r w:rsidRPr="00345713">
        <w:rPr>
          <w:b/>
        </w:rPr>
        <w:t>II.1</w:t>
      </w:r>
      <w:r w:rsidR="00B229FC" w:rsidRPr="00345713">
        <w:rPr>
          <w:b/>
        </w:rPr>
        <w:t>2</w:t>
      </w:r>
      <w:r w:rsidR="00E77F3F" w:rsidRPr="00345713">
        <w:rPr>
          <w:b/>
        </w:rPr>
        <w:t>.</w:t>
      </w:r>
      <w:r w:rsidR="00F0474F" w:rsidRPr="00345713">
        <w:rPr>
          <w:b/>
        </w:rPr>
        <w:t>3</w:t>
      </w:r>
      <w:r w:rsidR="00153E99" w:rsidRPr="00345713">
        <w:rPr>
          <w:b/>
        </w:rPr>
        <w:tab/>
      </w:r>
      <w:r w:rsidR="00CE51BC" w:rsidRPr="00345713">
        <w:t xml:space="preserve">The beneficiaries </w:t>
      </w:r>
      <w:r w:rsidR="002212A1" w:rsidRPr="00345713">
        <w:t>must</w:t>
      </w:r>
      <w:r w:rsidR="00CE51BC" w:rsidRPr="00345713">
        <w:t xml:space="preserve"> ensure that the conditions applicable to them under Articles </w:t>
      </w:r>
      <w:r w:rsidR="002508A0" w:rsidRPr="00345713">
        <w:t>II.</w:t>
      </w:r>
      <w:r w:rsidR="00EA0C01" w:rsidRPr="00345713">
        <w:t>4</w:t>
      </w:r>
      <w:r w:rsidR="002508A0" w:rsidRPr="00345713">
        <w:t>, II.</w:t>
      </w:r>
      <w:r w:rsidR="00EA0C01" w:rsidRPr="00345713">
        <w:t>5</w:t>
      </w:r>
      <w:r w:rsidR="002508A0" w:rsidRPr="00345713">
        <w:t>, II.</w:t>
      </w:r>
      <w:r w:rsidR="00EA0C01" w:rsidRPr="00345713">
        <w:t>6</w:t>
      </w:r>
      <w:r w:rsidR="002508A0" w:rsidRPr="00345713">
        <w:t>, II.</w:t>
      </w:r>
      <w:r w:rsidR="00EA0C01" w:rsidRPr="00345713">
        <w:t>8</w:t>
      </w:r>
      <w:r w:rsidR="002508A0" w:rsidRPr="00345713">
        <w:t>, II.</w:t>
      </w:r>
      <w:r w:rsidR="00EA0C01" w:rsidRPr="00345713">
        <w:t>9</w:t>
      </w:r>
      <w:r w:rsidR="002508A0" w:rsidRPr="00345713">
        <w:t xml:space="preserve"> and II.</w:t>
      </w:r>
      <w:r w:rsidR="003034FE" w:rsidRPr="00345713">
        <w:t xml:space="preserve">27 </w:t>
      </w:r>
      <w:r w:rsidR="00CE51BC" w:rsidRPr="00345713">
        <w:t>are also applicable to the third parties</w:t>
      </w:r>
      <w:r w:rsidR="00F57111" w:rsidRPr="00345713">
        <w:t xml:space="preserve"> receiving financial support</w:t>
      </w:r>
      <w:r w:rsidR="00CE51BC" w:rsidRPr="00345713">
        <w:t>.</w:t>
      </w:r>
    </w:p>
    <w:p w14:paraId="78AD08F6" w14:textId="77777777" w:rsidR="00103C71" w:rsidRPr="00345713" w:rsidRDefault="000A4F91" w:rsidP="00013EEC">
      <w:pPr>
        <w:pStyle w:val="Heading2"/>
      </w:pPr>
      <w:bookmarkStart w:id="58" w:name="_Toc97092427"/>
      <w:bookmarkStart w:id="59" w:name="_Toc441250843"/>
      <w:bookmarkStart w:id="60" w:name="_Toc530496937"/>
      <w:r w:rsidRPr="00345713">
        <w:t xml:space="preserve">Article </w:t>
      </w:r>
      <w:r w:rsidR="00103C71" w:rsidRPr="00345713">
        <w:t>II.</w:t>
      </w:r>
      <w:r w:rsidR="000243AE" w:rsidRPr="00345713">
        <w:t>1</w:t>
      </w:r>
      <w:r w:rsidR="00B229FC" w:rsidRPr="00345713">
        <w:t>3</w:t>
      </w:r>
      <w:r w:rsidR="00103C71" w:rsidRPr="00345713">
        <w:t xml:space="preserve"> </w:t>
      </w:r>
      <w:r w:rsidR="00345713">
        <w:rPr>
          <w:rFonts w:hint="eastAsia"/>
        </w:rPr>
        <w:t>—</w:t>
      </w:r>
      <w:r w:rsidR="00103C71" w:rsidRPr="00345713">
        <w:t xml:space="preserve"> </w:t>
      </w:r>
      <w:bookmarkEnd w:id="58"/>
      <w:r w:rsidR="00103C71" w:rsidRPr="00345713">
        <w:t>A</w:t>
      </w:r>
      <w:r w:rsidR="00013EEC" w:rsidRPr="00345713">
        <w:t>mendments to the agreement</w:t>
      </w:r>
      <w:bookmarkEnd w:id="59"/>
      <w:bookmarkEnd w:id="60"/>
    </w:p>
    <w:p w14:paraId="78AD08F7" w14:textId="77777777" w:rsidR="00103C71" w:rsidRPr="00345713" w:rsidRDefault="000243AE" w:rsidP="00013EEC">
      <w:pPr>
        <w:ind w:left="851" w:hanging="851"/>
      </w:pPr>
      <w:r w:rsidRPr="00345713">
        <w:rPr>
          <w:b/>
        </w:rPr>
        <w:t>II.1</w:t>
      </w:r>
      <w:r w:rsidR="00B229FC" w:rsidRPr="00345713">
        <w:rPr>
          <w:b/>
        </w:rPr>
        <w:t>3</w:t>
      </w:r>
      <w:r w:rsidR="00103C71" w:rsidRPr="00345713">
        <w:rPr>
          <w:b/>
        </w:rPr>
        <w:t>.1</w:t>
      </w:r>
      <w:r w:rsidR="00103C71" w:rsidRPr="00345713">
        <w:tab/>
        <w:t xml:space="preserve">Any amendment to the </w:t>
      </w:r>
      <w:r w:rsidR="00952E98" w:rsidRPr="00345713">
        <w:t>Agreement</w:t>
      </w:r>
      <w:r w:rsidR="00852432" w:rsidRPr="00345713">
        <w:t xml:space="preserve"> </w:t>
      </w:r>
      <w:r w:rsidR="002212A1" w:rsidRPr="00345713">
        <w:t>must</w:t>
      </w:r>
      <w:r w:rsidR="00103C71" w:rsidRPr="00345713">
        <w:t xml:space="preserve"> be made in writing.</w:t>
      </w:r>
    </w:p>
    <w:p w14:paraId="78AD08F8" w14:textId="77777777" w:rsidR="00103C71" w:rsidRPr="00345713" w:rsidRDefault="00103C71" w:rsidP="00013EEC">
      <w:pPr>
        <w:ind w:left="851" w:hanging="851"/>
      </w:pPr>
      <w:r w:rsidRPr="00345713">
        <w:rPr>
          <w:b/>
        </w:rPr>
        <w:t>II.</w:t>
      </w:r>
      <w:r w:rsidR="000243AE" w:rsidRPr="00345713">
        <w:rPr>
          <w:b/>
        </w:rPr>
        <w:t>1</w:t>
      </w:r>
      <w:r w:rsidR="00B229FC" w:rsidRPr="00345713">
        <w:rPr>
          <w:b/>
        </w:rPr>
        <w:t>3</w:t>
      </w:r>
      <w:r w:rsidRPr="00345713">
        <w:rPr>
          <w:b/>
        </w:rPr>
        <w:t>.2</w:t>
      </w:r>
      <w:r w:rsidRPr="00345713">
        <w:tab/>
      </w:r>
      <w:r w:rsidR="004400AC" w:rsidRPr="00345713">
        <w:t xml:space="preserve">An </w:t>
      </w:r>
      <w:r w:rsidRPr="00345713">
        <w:t xml:space="preserve">amendment may not have the purpose or the effect of making changes to the </w:t>
      </w:r>
      <w:r w:rsidR="00952E98" w:rsidRPr="00345713">
        <w:t>Agreement</w:t>
      </w:r>
      <w:r w:rsidRPr="00345713">
        <w:t xml:space="preserve"> which would call into question the decision awarding the grant or be contrary to the equal treatment of applicants.</w:t>
      </w:r>
    </w:p>
    <w:p w14:paraId="78AD08F9" w14:textId="77777777" w:rsidR="00905642" w:rsidRPr="00345713" w:rsidRDefault="000243AE" w:rsidP="00013EEC">
      <w:pPr>
        <w:ind w:left="851" w:hanging="851"/>
      </w:pPr>
      <w:r w:rsidRPr="00345713">
        <w:rPr>
          <w:b/>
        </w:rPr>
        <w:t>II.1</w:t>
      </w:r>
      <w:r w:rsidR="00B229FC" w:rsidRPr="00345713">
        <w:rPr>
          <w:b/>
        </w:rPr>
        <w:t>3</w:t>
      </w:r>
      <w:r w:rsidR="00103C71" w:rsidRPr="00345713">
        <w:rPr>
          <w:b/>
        </w:rPr>
        <w:t>.3</w:t>
      </w:r>
      <w:r w:rsidR="00103C71" w:rsidRPr="00345713">
        <w:tab/>
        <w:t xml:space="preserve">Any request for amendment </w:t>
      </w:r>
      <w:r w:rsidR="002212A1" w:rsidRPr="00345713">
        <w:t>must</w:t>
      </w:r>
      <w:r w:rsidR="00905642" w:rsidRPr="00345713">
        <w:t>:</w:t>
      </w:r>
    </w:p>
    <w:p w14:paraId="78AD08FA" w14:textId="77777777" w:rsidR="001C5EDA" w:rsidRPr="00345713" w:rsidRDefault="00103C71" w:rsidP="003A2A37">
      <w:pPr>
        <w:numPr>
          <w:ilvl w:val="0"/>
          <w:numId w:val="22"/>
        </w:numPr>
      </w:pPr>
      <w:r w:rsidRPr="00345713">
        <w:t>be duly justified</w:t>
      </w:r>
      <w:r w:rsidR="001C271B">
        <w:t>;</w:t>
      </w:r>
    </w:p>
    <w:p w14:paraId="78AD08FB" w14:textId="77777777" w:rsidR="00905642" w:rsidRPr="00345713" w:rsidRDefault="001C5EDA" w:rsidP="003A2A37">
      <w:pPr>
        <w:numPr>
          <w:ilvl w:val="0"/>
          <w:numId w:val="22"/>
        </w:numPr>
      </w:pPr>
      <w:r w:rsidRPr="00345713">
        <w:t>be accompanied by appropriate supporting documents</w:t>
      </w:r>
      <w:r w:rsidR="001C271B">
        <w:t>;</w:t>
      </w:r>
      <w:r w:rsidR="00103C71" w:rsidRPr="00345713">
        <w:t xml:space="preserve"> </w:t>
      </w:r>
      <w:r w:rsidRPr="00345713">
        <w:t>and</w:t>
      </w:r>
    </w:p>
    <w:p w14:paraId="78AD08FC" w14:textId="77777777" w:rsidR="00905642" w:rsidRPr="00345713" w:rsidRDefault="00103C71" w:rsidP="003A2A37">
      <w:pPr>
        <w:numPr>
          <w:ilvl w:val="0"/>
          <w:numId w:val="22"/>
        </w:numPr>
      </w:pPr>
      <w:r w:rsidRPr="00345713">
        <w:t xml:space="preserve">be sent to the other party </w:t>
      </w:r>
      <w:r w:rsidR="001A55C4" w:rsidRPr="00345713">
        <w:t>in due time before</w:t>
      </w:r>
      <w:r w:rsidR="005E0522" w:rsidRPr="00345713">
        <w:t xml:space="preserve"> it </w:t>
      </w:r>
      <w:r w:rsidRPr="00345713">
        <w:t>is due to take effect</w:t>
      </w:r>
      <w:r w:rsidR="004400AC" w:rsidRPr="00345713">
        <w:t>,</w:t>
      </w:r>
      <w:r w:rsidRPr="00345713">
        <w:t xml:space="preserve"> and </w:t>
      </w:r>
      <w:r w:rsidR="0036238B" w:rsidRPr="00345713">
        <w:t>in any case</w:t>
      </w:r>
      <w:r w:rsidRPr="00345713">
        <w:t xml:space="preserve"> one month before the </w:t>
      </w:r>
      <w:r w:rsidR="008D4070" w:rsidRPr="00345713">
        <w:t>end</w:t>
      </w:r>
      <w:r w:rsidRPr="00345713">
        <w:t xml:space="preserve"> </w:t>
      </w:r>
      <w:r w:rsidR="00DF15B6" w:rsidRPr="00345713">
        <w:t xml:space="preserve">of the </w:t>
      </w:r>
      <w:r w:rsidR="00E71B03" w:rsidRPr="00345713">
        <w:rPr>
          <w:i/>
        </w:rPr>
        <w:t xml:space="preserve">implementation </w:t>
      </w:r>
      <w:r w:rsidR="00DF15B6" w:rsidRPr="00345713">
        <w:rPr>
          <w:i/>
        </w:rPr>
        <w:t>period</w:t>
      </w:r>
      <w:r w:rsidR="00905642" w:rsidRPr="00345713">
        <w:t>.</w:t>
      </w:r>
    </w:p>
    <w:p w14:paraId="78AD08FD" w14:textId="77777777" w:rsidR="00103C71" w:rsidRPr="00345713" w:rsidRDefault="00BD0454" w:rsidP="00A6537C">
      <w:pPr>
        <w:ind w:left="720"/>
      </w:pPr>
      <w:r w:rsidRPr="00345713">
        <w:t>Point (c</w:t>
      </w:r>
      <w:r w:rsidR="00905642" w:rsidRPr="00345713">
        <w:t xml:space="preserve">) does not apply </w:t>
      </w:r>
      <w:r w:rsidR="00103C71" w:rsidRPr="00345713">
        <w:t xml:space="preserve">in cases duly substantiated by the party requesting the amendment </w:t>
      </w:r>
      <w:r w:rsidR="00637456" w:rsidRPr="00345713">
        <w:t>if t</w:t>
      </w:r>
      <w:r w:rsidR="00103C71" w:rsidRPr="00345713">
        <w:t>he other party</w:t>
      </w:r>
      <w:r w:rsidR="00637456" w:rsidRPr="00345713">
        <w:t xml:space="preserve"> agrees</w:t>
      </w:r>
      <w:r w:rsidR="00103C71" w:rsidRPr="00345713">
        <w:t>.</w:t>
      </w:r>
    </w:p>
    <w:p w14:paraId="78AD08FE" w14:textId="77777777" w:rsidR="00103C71" w:rsidRPr="00345713" w:rsidRDefault="000243AE" w:rsidP="00013EEC">
      <w:pPr>
        <w:ind w:left="851" w:hanging="851"/>
      </w:pPr>
      <w:r w:rsidRPr="00345713">
        <w:rPr>
          <w:b/>
        </w:rPr>
        <w:t>II.1</w:t>
      </w:r>
      <w:r w:rsidR="00B229FC" w:rsidRPr="00345713">
        <w:rPr>
          <w:b/>
        </w:rPr>
        <w:t>3</w:t>
      </w:r>
      <w:r w:rsidR="00103C71" w:rsidRPr="00345713">
        <w:rPr>
          <w:b/>
        </w:rPr>
        <w:t>.4</w:t>
      </w:r>
      <w:r w:rsidR="002508A0" w:rsidRPr="00345713">
        <w:rPr>
          <w:b/>
        </w:rPr>
        <w:tab/>
      </w:r>
      <w:r w:rsidR="00B3523B" w:rsidRPr="00345713">
        <w:t>A</w:t>
      </w:r>
      <w:r w:rsidR="00103C71" w:rsidRPr="00345713">
        <w:t xml:space="preserve"> request for amendment </w:t>
      </w:r>
      <w:r w:rsidR="002508A0" w:rsidRPr="00345713">
        <w:t>on behalf of the beneficiaries</w:t>
      </w:r>
      <w:r w:rsidR="002508A0" w:rsidRPr="00345713" w:rsidDel="00B3523B">
        <w:t xml:space="preserve"> </w:t>
      </w:r>
      <w:r w:rsidR="002212A1" w:rsidRPr="00345713">
        <w:t>must</w:t>
      </w:r>
      <w:r w:rsidR="00103C71" w:rsidRPr="00345713">
        <w:t xml:space="preserve"> b</w:t>
      </w:r>
      <w:r w:rsidR="00D718D9" w:rsidRPr="00345713">
        <w:t xml:space="preserve">e submitted by the </w:t>
      </w:r>
      <w:r w:rsidR="00FC44DC" w:rsidRPr="00345713">
        <w:t>coordinator</w:t>
      </w:r>
      <w:r w:rsidR="00103C71" w:rsidRPr="00345713">
        <w:t xml:space="preserve">. If a change of </w:t>
      </w:r>
      <w:r w:rsidR="00FC44DC" w:rsidRPr="00345713">
        <w:t>coordinator</w:t>
      </w:r>
      <w:r w:rsidR="00103C71" w:rsidRPr="00345713">
        <w:t xml:space="preserve"> is requested without </w:t>
      </w:r>
      <w:r w:rsidR="0012285F" w:rsidRPr="00345713">
        <w:t xml:space="preserve">its </w:t>
      </w:r>
      <w:r w:rsidR="00103C71" w:rsidRPr="00345713">
        <w:t xml:space="preserve">agreement, the request </w:t>
      </w:r>
      <w:r w:rsidR="002212A1" w:rsidRPr="00345713">
        <w:t>must</w:t>
      </w:r>
      <w:r w:rsidR="00103C71" w:rsidRPr="00345713">
        <w:t xml:space="preserve"> be submitted by all other beneficiaries</w:t>
      </w:r>
      <w:r w:rsidR="00BD0454" w:rsidRPr="00345713">
        <w:t xml:space="preserve"> and must be accompanied by the opinion of the coordinator or proof that this opinion has been requested in writing</w:t>
      </w:r>
      <w:r w:rsidR="00103C71" w:rsidRPr="00345713">
        <w:t>.</w:t>
      </w:r>
    </w:p>
    <w:p w14:paraId="78AD08FF" w14:textId="77777777" w:rsidR="00196313" w:rsidRPr="00345713" w:rsidRDefault="00103C71" w:rsidP="00013EEC">
      <w:pPr>
        <w:ind w:left="851" w:hanging="851"/>
      </w:pPr>
      <w:r w:rsidRPr="00345713">
        <w:rPr>
          <w:b/>
        </w:rPr>
        <w:t>II.</w:t>
      </w:r>
      <w:r w:rsidR="000243AE" w:rsidRPr="00345713">
        <w:rPr>
          <w:b/>
        </w:rPr>
        <w:t>1</w:t>
      </w:r>
      <w:r w:rsidR="00B229FC" w:rsidRPr="00345713">
        <w:rPr>
          <w:b/>
        </w:rPr>
        <w:t>3</w:t>
      </w:r>
      <w:r w:rsidRPr="00345713">
        <w:rPr>
          <w:b/>
        </w:rPr>
        <w:t>.5</w:t>
      </w:r>
      <w:r w:rsidR="002508A0" w:rsidRPr="00345713">
        <w:rPr>
          <w:b/>
        </w:rPr>
        <w:tab/>
      </w:r>
      <w:r w:rsidR="00F0298C" w:rsidRPr="00345713">
        <w:t>Amendments enter into force on the date on which the last party signs or on the date of approval of the request for amendment.</w:t>
      </w:r>
    </w:p>
    <w:p w14:paraId="78AD0900" w14:textId="77777777" w:rsidR="00CF2EF0" w:rsidRPr="00345713" w:rsidRDefault="006541B7" w:rsidP="00013EEC">
      <w:pPr>
        <w:ind w:left="851"/>
        <w:rPr>
          <w:szCs w:val="24"/>
        </w:rPr>
      </w:pPr>
      <w:r w:rsidRPr="00345713">
        <w:rPr>
          <w:szCs w:val="24"/>
        </w:rPr>
        <w:t>A</w:t>
      </w:r>
      <w:r w:rsidR="00103C71" w:rsidRPr="00345713">
        <w:rPr>
          <w:szCs w:val="24"/>
        </w:rPr>
        <w:t>mendment</w:t>
      </w:r>
      <w:r w:rsidRPr="00345713">
        <w:rPr>
          <w:szCs w:val="24"/>
        </w:rPr>
        <w:t>s</w:t>
      </w:r>
      <w:r w:rsidR="00103C71" w:rsidRPr="00345713">
        <w:rPr>
          <w:szCs w:val="24"/>
        </w:rPr>
        <w:t xml:space="preserve"> take effect on a date agreed by the parties or</w:t>
      </w:r>
      <w:r w:rsidR="00C463BF" w:rsidRPr="00345713">
        <w:rPr>
          <w:szCs w:val="24"/>
        </w:rPr>
        <w:t>,</w:t>
      </w:r>
      <w:r w:rsidR="00103C71" w:rsidRPr="00345713">
        <w:rPr>
          <w:szCs w:val="24"/>
        </w:rPr>
        <w:t xml:space="preserve"> in the absence of such</w:t>
      </w:r>
      <w:r w:rsidR="0083611D" w:rsidRPr="00345713">
        <w:rPr>
          <w:szCs w:val="24"/>
        </w:rPr>
        <w:t xml:space="preserve"> </w:t>
      </w:r>
      <w:r w:rsidR="0036238B" w:rsidRPr="00345713">
        <w:rPr>
          <w:szCs w:val="24"/>
        </w:rPr>
        <w:t>an agreed date</w:t>
      </w:r>
      <w:r w:rsidR="00C463BF" w:rsidRPr="00345713">
        <w:rPr>
          <w:szCs w:val="24"/>
        </w:rPr>
        <w:t>,</w:t>
      </w:r>
      <w:r w:rsidR="00103C71" w:rsidRPr="00345713">
        <w:rPr>
          <w:szCs w:val="24"/>
        </w:rPr>
        <w:t xml:space="preserve"> on the date </w:t>
      </w:r>
      <w:r w:rsidR="006A5170" w:rsidRPr="00345713">
        <w:rPr>
          <w:szCs w:val="24"/>
        </w:rPr>
        <w:t xml:space="preserve">on which </w:t>
      </w:r>
      <w:r w:rsidR="00C463BF" w:rsidRPr="00345713">
        <w:rPr>
          <w:szCs w:val="24"/>
        </w:rPr>
        <w:t>the amendment enters into force</w:t>
      </w:r>
      <w:r w:rsidR="0083611D" w:rsidRPr="00345713">
        <w:rPr>
          <w:szCs w:val="24"/>
        </w:rPr>
        <w:t>.</w:t>
      </w:r>
    </w:p>
    <w:p w14:paraId="78AD0901" w14:textId="77777777" w:rsidR="00CF2EF0" w:rsidRPr="00345713" w:rsidRDefault="000A4F91" w:rsidP="000669D7">
      <w:pPr>
        <w:pStyle w:val="Heading2"/>
      </w:pPr>
      <w:bookmarkStart w:id="61" w:name="_Toc441250844"/>
      <w:bookmarkStart w:id="62" w:name="_Toc530496938"/>
      <w:r w:rsidRPr="00345713">
        <w:t xml:space="preserve">Article </w:t>
      </w:r>
      <w:r w:rsidR="00CF2EF0" w:rsidRPr="00345713">
        <w:t>II.</w:t>
      </w:r>
      <w:r w:rsidR="009B606A" w:rsidRPr="00345713">
        <w:t>1</w:t>
      </w:r>
      <w:r w:rsidR="00B229FC" w:rsidRPr="00345713">
        <w:t>4</w:t>
      </w:r>
      <w:r w:rsidR="000669D7" w:rsidRPr="00345713">
        <w:t xml:space="preserve"> </w:t>
      </w:r>
      <w:r w:rsidR="00345713">
        <w:rPr>
          <w:rFonts w:hint="eastAsia"/>
        </w:rPr>
        <w:t>—</w:t>
      </w:r>
      <w:r w:rsidR="000669D7" w:rsidRPr="00345713">
        <w:t xml:space="preserve"> Assignment of claims for payments to third parties</w:t>
      </w:r>
      <w:bookmarkEnd w:id="61"/>
      <w:bookmarkEnd w:id="62"/>
    </w:p>
    <w:p w14:paraId="78AD0902" w14:textId="77777777" w:rsidR="006B5C25" w:rsidRPr="00345713" w:rsidRDefault="00CF2EF0" w:rsidP="000669D7">
      <w:pPr>
        <w:ind w:left="851" w:hanging="851"/>
      </w:pPr>
      <w:r w:rsidRPr="00345713">
        <w:rPr>
          <w:b/>
        </w:rPr>
        <w:t>II.</w:t>
      </w:r>
      <w:r w:rsidR="009B606A" w:rsidRPr="00345713">
        <w:rPr>
          <w:b/>
        </w:rPr>
        <w:t>1</w:t>
      </w:r>
      <w:r w:rsidR="00B229FC" w:rsidRPr="00345713">
        <w:rPr>
          <w:b/>
        </w:rPr>
        <w:t>4</w:t>
      </w:r>
      <w:r w:rsidRPr="00345713">
        <w:rPr>
          <w:b/>
        </w:rPr>
        <w:t>.1</w:t>
      </w:r>
      <w:r w:rsidRPr="00345713">
        <w:tab/>
      </w:r>
      <w:r w:rsidR="006B5C25" w:rsidRPr="00345713">
        <w:t>The beneficiaries may not assign any of their claims for payment against the Commission to any third party, except if approved by the Commission on the basis of a reasoned, written request by the coordinator made on behalf of the beneficiar</w:t>
      </w:r>
      <w:r w:rsidR="00AE5360" w:rsidRPr="00345713">
        <w:t>ies</w:t>
      </w:r>
      <w:r w:rsidR="006B5C25" w:rsidRPr="00345713">
        <w:t>.</w:t>
      </w:r>
    </w:p>
    <w:p w14:paraId="78AD0903" w14:textId="77777777" w:rsidR="006B5C25" w:rsidRPr="00345713" w:rsidRDefault="006B5C25" w:rsidP="000669D7">
      <w:pPr>
        <w:ind w:left="851"/>
      </w:pPr>
      <w:r w:rsidRPr="00345713">
        <w:t xml:space="preserve">If the Commission </w:t>
      </w:r>
      <w:r w:rsidR="004F2D4E">
        <w:t>does</w:t>
      </w:r>
      <w:r w:rsidR="004F2D4E" w:rsidRPr="00345713">
        <w:t xml:space="preserve"> </w:t>
      </w:r>
      <w:r w:rsidRPr="00345713">
        <w:t xml:space="preserve">not accept the assignment or the terms of it are not </w:t>
      </w:r>
      <w:r w:rsidR="004F2D4E">
        <w:t>complied with</w:t>
      </w:r>
      <w:r w:rsidRPr="00345713">
        <w:t>, the assignment ha</w:t>
      </w:r>
      <w:r w:rsidR="00AE5360" w:rsidRPr="00345713">
        <w:t>s</w:t>
      </w:r>
      <w:r w:rsidRPr="00345713">
        <w:t xml:space="preserve"> no effect on it.</w:t>
      </w:r>
    </w:p>
    <w:p w14:paraId="78AD0904" w14:textId="77777777" w:rsidR="00CF2EF0" w:rsidRPr="00345713" w:rsidRDefault="009B606A" w:rsidP="000669D7">
      <w:pPr>
        <w:ind w:left="851" w:hanging="851"/>
      </w:pPr>
      <w:r w:rsidRPr="00345713">
        <w:rPr>
          <w:b/>
        </w:rPr>
        <w:t>II.1</w:t>
      </w:r>
      <w:r w:rsidR="00B229FC" w:rsidRPr="00345713">
        <w:rPr>
          <w:b/>
        </w:rPr>
        <w:t>4</w:t>
      </w:r>
      <w:r w:rsidR="00CF2EF0" w:rsidRPr="00345713">
        <w:rPr>
          <w:b/>
        </w:rPr>
        <w:t>.2</w:t>
      </w:r>
      <w:r w:rsidR="00CF2EF0" w:rsidRPr="00345713">
        <w:tab/>
        <w:t xml:space="preserve">In no circumstances </w:t>
      </w:r>
      <w:r w:rsidR="00BE2E8B" w:rsidRPr="00345713">
        <w:t>may</w:t>
      </w:r>
      <w:r w:rsidR="00CF2EF0" w:rsidRPr="00345713">
        <w:t xml:space="preserve"> an assignment release the beneficiaries from their obligations to</w:t>
      </w:r>
      <w:r w:rsidR="0036238B" w:rsidRPr="00345713">
        <w:t>wards</w:t>
      </w:r>
      <w:r w:rsidR="00CF2EF0" w:rsidRPr="00345713">
        <w:t xml:space="preserve"> the Commission.</w:t>
      </w:r>
    </w:p>
    <w:p w14:paraId="78AD0905" w14:textId="77777777" w:rsidR="009E4F95" w:rsidRPr="00345713" w:rsidRDefault="000A4F91" w:rsidP="000669D7">
      <w:pPr>
        <w:pStyle w:val="Heading2"/>
      </w:pPr>
      <w:bookmarkStart w:id="63" w:name="_Toc97092422"/>
      <w:bookmarkStart w:id="64" w:name="_Toc441250845"/>
      <w:bookmarkStart w:id="65" w:name="_Toc530496939"/>
      <w:r w:rsidRPr="00345713">
        <w:t xml:space="preserve">Article </w:t>
      </w:r>
      <w:r w:rsidR="009E4F95" w:rsidRPr="00345713">
        <w:t>II.</w:t>
      </w:r>
      <w:r w:rsidR="009B606A" w:rsidRPr="00345713">
        <w:t>1</w:t>
      </w:r>
      <w:r w:rsidR="00B229FC" w:rsidRPr="00345713">
        <w:t>5</w:t>
      </w:r>
      <w:r w:rsidR="009E4F95" w:rsidRPr="00345713">
        <w:t xml:space="preserve"> </w:t>
      </w:r>
      <w:r w:rsidR="00345713">
        <w:rPr>
          <w:rFonts w:hint="eastAsia"/>
        </w:rPr>
        <w:t>—</w:t>
      </w:r>
      <w:r w:rsidR="009E4F95" w:rsidRPr="00345713">
        <w:t xml:space="preserve"> </w:t>
      </w:r>
      <w:r w:rsidR="009E4F95" w:rsidRPr="00A6537C">
        <w:rPr>
          <w:i/>
        </w:rPr>
        <w:t>F</w:t>
      </w:r>
      <w:r w:rsidR="000669D7" w:rsidRPr="00A6537C">
        <w:rPr>
          <w:i/>
        </w:rPr>
        <w:t>orce majeure</w:t>
      </w:r>
      <w:bookmarkEnd w:id="63"/>
      <w:bookmarkEnd w:id="64"/>
      <w:bookmarkEnd w:id="65"/>
    </w:p>
    <w:p w14:paraId="78AD0906" w14:textId="77777777" w:rsidR="009E4F95" w:rsidRPr="00345713" w:rsidRDefault="009E4F95" w:rsidP="000669D7">
      <w:pPr>
        <w:ind w:left="851" w:hanging="851"/>
        <w:rPr>
          <w:szCs w:val="24"/>
        </w:rPr>
      </w:pPr>
      <w:r w:rsidRPr="00345713">
        <w:rPr>
          <w:b/>
          <w:szCs w:val="24"/>
        </w:rPr>
        <w:t>II.</w:t>
      </w:r>
      <w:r w:rsidR="009B606A" w:rsidRPr="00345713">
        <w:rPr>
          <w:b/>
          <w:szCs w:val="24"/>
        </w:rPr>
        <w:t>1</w:t>
      </w:r>
      <w:r w:rsidR="00B229FC" w:rsidRPr="00345713">
        <w:rPr>
          <w:b/>
          <w:szCs w:val="24"/>
        </w:rPr>
        <w:t>5</w:t>
      </w:r>
      <w:r w:rsidRPr="00345713">
        <w:rPr>
          <w:b/>
          <w:szCs w:val="24"/>
        </w:rPr>
        <w:t>.</w:t>
      </w:r>
      <w:r w:rsidR="00801487" w:rsidRPr="00345713">
        <w:rPr>
          <w:b/>
          <w:szCs w:val="24"/>
        </w:rPr>
        <w:t>1</w:t>
      </w:r>
      <w:r w:rsidRPr="00345713">
        <w:rPr>
          <w:szCs w:val="24"/>
        </w:rPr>
        <w:tab/>
        <w:t xml:space="preserve">A party faced with </w:t>
      </w:r>
      <w:r w:rsidRPr="00345713">
        <w:rPr>
          <w:i/>
          <w:szCs w:val="24"/>
        </w:rPr>
        <w:t>force majeure</w:t>
      </w:r>
      <w:r w:rsidRPr="00345713">
        <w:rPr>
          <w:szCs w:val="24"/>
        </w:rPr>
        <w:t xml:space="preserve"> </w:t>
      </w:r>
      <w:r w:rsidR="002212A1" w:rsidRPr="00345713">
        <w:rPr>
          <w:szCs w:val="24"/>
        </w:rPr>
        <w:t>must</w:t>
      </w:r>
      <w:r w:rsidRPr="00345713">
        <w:rPr>
          <w:szCs w:val="24"/>
        </w:rPr>
        <w:t xml:space="preserve"> </w:t>
      </w:r>
      <w:r w:rsidR="00CD2788" w:rsidRPr="00345713">
        <w:rPr>
          <w:szCs w:val="24"/>
        </w:rPr>
        <w:t xml:space="preserve">send a </w:t>
      </w:r>
      <w:r w:rsidRPr="00345713">
        <w:rPr>
          <w:i/>
          <w:szCs w:val="24"/>
        </w:rPr>
        <w:t>formal notif</w:t>
      </w:r>
      <w:r w:rsidR="00CD2788" w:rsidRPr="00345713">
        <w:rPr>
          <w:i/>
          <w:szCs w:val="24"/>
        </w:rPr>
        <w:t>ication</w:t>
      </w:r>
      <w:r w:rsidR="00CD2788" w:rsidRPr="00345713">
        <w:rPr>
          <w:szCs w:val="24"/>
        </w:rPr>
        <w:t xml:space="preserve"> to </w:t>
      </w:r>
      <w:r w:rsidRPr="00345713">
        <w:rPr>
          <w:szCs w:val="24"/>
        </w:rPr>
        <w:t>the other party without delay, stating the nature</w:t>
      </w:r>
      <w:r w:rsidR="00D40AB3" w:rsidRPr="00345713">
        <w:rPr>
          <w:szCs w:val="24"/>
        </w:rPr>
        <w:t xml:space="preserve"> of the situation or of the event</w:t>
      </w:r>
      <w:r w:rsidRPr="00345713">
        <w:rPr>
          <w:szCs w:val="24"/>
        </w:rPr>
        <w:t xml:space="preserve">, </w:t>
      </w:r>
      <w:r w:rsidR="00D40AB3" w:rsidRPr="00345713">
        <w:rPr>
          <w:szCs w:val="24"/>
        </w:rPr>
        <w:t xml:space="preserve">its </w:t>
      </w:r>
      <w:r w:rsidRPr="00345713">
        <w:rPr>
          <w:szCs w:val="24"/>
        </w:rPr>
        <w:t>likely duration and foreseeable effects.</w:t>
      </w:r>
    </w:p>
    <w:p w14:paraId="78AD0907" w14:textId="77777777" w:rsidR="009E4F95" w:rsidRPr="00345713" w:rsidRDefault="009E4F95" w:rsidP="000669D7">
      <w:pPr>
        <w:ind w:left="851" w:hanging="851"/>
        <w:rPr>
          <w:szCs w:val="24"/>
        </w:rPr>
      </w:pPr>
      <w:r w:rsidRPr="00345713">
        <w:rPr>
          <w:b/>
          <w:szCs w:val="24"/>
        </w:rPr>
        <w:t>II.</w:t>
      </w:r>
      <w:r w:rsidR="009B606A" w:rsidRPr="00345713">
        <w:rPr>
          <w:b/>
          <w:szCs w:val="24"/>
        </w:rPr>
        <w:t>1</w:t>
      </w:r>
      <w:r w:rsidR="00B229FC" w:rsidRPr="00345713">
        <w:rPr>
          <w:b/>
          <w:szCs w:val="24"/>
        </w:rPr>
        <w:t>5</w:t>
      </w:r>
      <w:r w:rsidRPr="00345713">
        <w:rPr>
          <w:b/>
          <w:szCs w:val="24"/>
        </w:rPr>
        <w:t>.</w:t>
      </w:r>
      <w:r w:rsidR="00801487" w:rsidRPr="00345713">
        <w:rPr>
          <w:b/>
          <w:szCs w:val="24"/>
        </w:rPr>
        <w:t>2</w:t>
      </w:r>
      <w:r w:rsidR="002508A0" w:rsidRPr="00345713">
        <w:rPr>
          <w:szCs w:val="24"/>
        </w:rPr>
        <w:tab/>
      </w:r>
      <w:r w:rsidRPr="00345713">
        <w:rPr>
          <w:szCs w:val="24"/>
        </w:rPr>
        <w:t xml:space="preserve">The parties </w:t>
      </w:r>
      <w:r w:rsidR="002212A1" w:rsidRPr="00345713">
        <w:rPr>
          <w:szCs w:val="24"/>
        </w:rPr>
        <w:t>must</w:t>
      </w:r>
      <w:r w:rsidRPr="00345713">
        <w:rPr>
          <w:szCs w:val="24"/>
        </w:rPr>
        <w:t xml:space="preserve"> take the necessary measures to limit any damage due to </w:t>
      </w:r>
      <w:r w:rsidR="006B19E6" w:rsidRPr="00345713">
        <w:rPr>
          <w:i/>
          <w:szCs w:val="24"/>
        </w:rPr>
        <w:t>force majeure</w:t>
      </w:r>
      <w:r w:rsidRPr="00345713">
        <w:rPr>
          <w:szCs w:val="24"/>
        </w:rPr>
        <w:t xml:space="preserve">. They </w:t>
      </w:r>
      <w:r w:rsidR="002212A1" w:rsidRPr="00345713">
        <w:rPr>
          <w:szCs w:val="24"/>
        </w:rPr>
        <w:t>must</w:t>
      </w:r>
      <w:r w:rsidRPr="00345713">
        <w:rPr>
          <w:szCs w:val="24"/>
        </w:rPr>
        <w:t xml:space="preserve"> </w:t>
      </w:r>
      <w:r w:rsidR="0080664C" w:rsidRPr="00345713">
        <w:rPr>
          <w:szCs w:val="24"/>
        </w:rPr>
        <w:t xml:space="preserve">do </w:t>
      </w:r>
      <w:r w:rsidRPr="00345713">
        <w:rPr>
          <w:szCs w:val="24"/>
        </w:rPr>
        <w:t xml:space="preserve">their best to resume the implementation of the </w:t>
      </w:r>
      <w:r w:rsidR="00F648C4" w:rsidRPr="00345713">
        <w:rPr>
          <w:i/>
          <w:szCs w:val="24"/>
        </w:rPr>
        <w:t>action</w:t>
      </w:r>
      <w:r w:rsidRPr="00345713">
        <w:rPr>
          <w:szCs w:val="24"/>
        </w:rPr>
        <w:t xml:space="preserve"> as soon as possible.</w:t>
      </w:r>
    </w:p>
    <w:p w14:paraId="78AD0908" w14:textId="77777777" w:rsidR="00F0298C" w:rsidRPr="00345713" w:rsidRDefault="00F0298C" w:rsidP="000669D7">
      <w:pPr>
        <w:ind w:left="851" w:hanging="851"/>
        <w:rPr>
          <w:szCs w:val="24"/>
        </w:rPr>
      </w:pPr>
      <w:r w:rsidRPr="00345713">
        <w:rPr>
          <w:b/>
          <w:szCs w:val="24"/>
        </w:rPr>
        <w:t>II.1</w:t>
      </w:r>
      <w:r w:rsidR="00B229FC" w:rsidRPr="00345713">
        <w:rPr>
          <w:b/>
          <w:szCs w:val="24"/>
        </w:rPr>
        <w:t>5</w:t>
      </w:r>
      <w:r w:rsidRPr="00345713">
        <w:rPr>
          <w:b/>
          <w:szCs w:val="24"/>
        </w:rPr>
        <w:t>.</w:t>
      </w:r>
      <w:r w:rsidR="00801487" w:rsidRPr="00345713">
        <w:rPr>
          <w:b/>
          <w:szCs w:val="24"/>
        </w:rPr>
        <w:t>3</w:t>
      </w:r>
      <w:r w:rsidRPr="00345713">
        <w:rPr>
          <w:szCs w:val="24"/>
        </w:rPr>
        <w:tab/>
        <w:t xml:space="preserve">The party faced with </w:t>
      </w:r>
      <w:r w:rsidR="006B19E6" w:rsidRPr="00345713">
        <w:rPr>
          <w:i/>
          <w:szCs w:val="24"/>
        </w:rPr>
        <w:t>force majeure</w:t>
      </w:r>
      <w:r w:rsidR="006B19E6" w:rsidRPr="00345713">
        <w:rPr>
          <w:szCs w:val="24"/>
        </w:rPr>
        <w:t xml:space="preserve"> </w:t>
      </w:r>
      <w:r w:rsidR="00BE2E8B" w:rsidRPr="00345713">
        <w:rPr>
          <w:szCs w:val="24"/>
        </w:rPr>
        <w:t>may</w:t>
      </w:r>
      <w:r w:rsidRPr="00345713">
        <w:rPr>
          <w:szCs w:val="24"/>
        </w:rPr>
        <w:t xml:space="preserve"> not be</w:t>
      </w:r>
      <w:r w:rsidR="00505D4A" w:rsidRPr="00345713">
        <w:rPr>
          <w:szCs w:val="24"/>
        </w:rPr>
        <w:t xml:space="preserve"> considered in </w:t>
      </w:r>
      <w:r w:rsidRPr="00345713">
        <w:rPr>
          <w:szCs w:val="24"/>
        </w:rPr>
        <w:t xml:space="preserve">breach of its obligations under the Agreement if it has been prevented from fulfilling them by </w:t>
      </w:r>
      <w:r w:rsidR="006B19E6" w:rsidRPr="00345713">
        <w:rPr>
          <w:i/>
          <w:szCs w:val="24"/>
        </w:rPr>
        <w:t>force majeure</w:t>
      </w:r>
      <w:r w:rsidRPr="00345713">
        <w:rPr>
          <w:szCs w:val="24"/>
        </w:rPr>
        <w:t>.</w:t>
      </w:r>
    </w:p>
    <w:p w14:paraId="78AD0909" w14:textId="77777777" w:rsidR="0003387A" w:rsidRPr="00345713" w:rsidRDefault="000A4F91" w:rsidP="000669D7">
      <w:pPr>
        <w:pStyle w:val="Heading2"/>
      </w:pPr>
      <w:bookmarkStart w:id="66" w:name="_Toc97092421"/>
      <w:bookmarkStart w:id="67" w:name="_Toc441250846"/>
      <w:bookmarkStart w:id="68" w:name="_Toc530496940"/>
      <w:r w:rsidRPr="00345713">
        <w:t xml:space="preserve">Article </w:t>
      </w:r>
      <w:r w:rsidR="0003387A" w:rsidRPr="00345713">
        <w:t>II.</w:t>
      </w:r>
      <w:r w:rsidR="009B606A" w:rsidRPr="00345713">
        <w:t>1</w:t>
      </w:r>
      <w:r w:rsidR="00B229FC" w:rsidRPr="00345713">
        <w:t>6</w:t>
      </w:r>
      <w:r w:rsidR="0003387A" w:rsidRPr="00345713">
        <w:t xml:space="preserve"> </w:t>
      </w:r>
      <w:r w:rsidR="00345713">
        <w:rPr>
          <w:rFonts w:hint="eastAsia"/>
        </w:rPr>
        <w:t>—</w:t>
      </w:r>
      <w:r w:rsidR="0003387A" w:rsidRPr="00345713">
        <w:t xml:space="preserve"> S</w:t>
      </w:r>
      <w:r w:rsidR="000669D7" w:rsidRPr="00345713">
        <w:t>uspension of the implementation of the action</w:t>
      </w:r>
      <w:bookmarkEnd w:id="66"/>
      <w:bookmarkEnd w:id="67"/>
      <w:bookmarkEnd w:id="68"/>
    </w:p>
    <w:p w14:paraId="78AD090A" w14:textId="77777777" w:rsidR="0003387A" w:rsidRPr="00345713" w:rsidRDefault="0003387A" w:rsidP="000669D7">
      <w:pPr>
        <w:pStyle w:val="Heading3"/>
      </w:pPr>
      <w:bookmarkStart w:id="69" w:name="_Toc441250847"/>
      <w:bookmarkStart w:id="70" w:name="_Toc530496941"/>
      <w:r w:rsidRPr="00345713">
        <w:t>II.</w:t>
      </w:r>
      <w:r w:rsidR="009B606A" w:rsidRPr="00345713">
        <w:t>1</w:t>
      </w:r>
      <w:r w:rsidR="00B229FC" w:rsidRPr="00345713">
        <w:t>6</w:t>
      </w:r>
      <w:r w:rsidRPr="00345713">
        <w:t>.1</w:t>
      </w:r>
      <w:r w:rsidRPr="00345713">
        <w:tab/>
        <w:t>Suspension of implementation by the beneficiaries</w:t>
      </w:r>
      <w:bookmarkEnd w:id="69"/>
      <w:bookmarkEnd w:id="70"/>
    </w:p>
    <w:p w14:paraId="78AD090B" w14:textId="77777777" w:rsidR="000310B7" w:rsidRPr="00345713" w:rsidRDefault="0003387A" w:rsidP="000669D7">
      <w:r w:rsidRPr="00345713">
        <w:t xml:space="preserve">The </w:t>
      </w:r>
      <w:r w:rsidR="00FC44DC" w:rsidRPr="00345713">
        <w:t>coordinator</w:t>
      </w:r>
      <w:r w:rsidRPr="00345713">
        <w:t xml:space="preserve">, </w:t>
      </w:r>
      <w:r w:rsidR="00A7207C" w:rsidRPr="00345713">
        <w:t>on behalf of the beneficiaries</w:t>
      </w:r>
      <w:r w:rsidRPr="00345713">
        <w:t xml:space="preserve">, may suspend the implementation of the </w:t>
      </w:r>
      <w:r w:rsidR="00F648C4" w:rsidRPr="00345713">
        <w:rPr>
          <w:i/>
        </w:rPr>
        <w:t>action</w:t>
      </w:r>
      <w:r w:rsidRPr="00345713">
        <w:t xml:space="preserve"> or any part</w:t>
      </w:r>
      <w:r w:rsidR="000310B7" w:rsidRPr="00345713">
        <w:t xml:space="preserve"> of it,</w:t>
      </w:r>
      <w:r w:rsidRPr="00345713">
        <w:t xml:space="preserve"> if exceptional circumstances make such implementation impossible or excessively difficult, </w:t>
      </w:r>
      <w:r w:rsidR="00444201" w:rsidRPr="00345713">
        <w:t xml:space="preserve">in particular </w:t>
      </w:r>
      <w:r w:rsidRPr="00345713">
        <w:t xml:space="preserve">in the event of </w:t>
      </w:r>
      <w:r w:rsidR="006B19E6" w:rsidRPr="00345713">
        <w:rPr>
          <w:i/>
        </w:rPr>
        <w:t>force majeure</w:t>
      </w:r>
      <w:r w:rsidRPr="00345713">
        <w:t>.</w:t>
      </w:r>
    </w:p>
    <w:p w14:paraId="78AD090C" w14:textId="77777777" w:rsidR="000310B7" w:rsidRPr="00345713" w:rsidRDefault="0003387A" w:rsidP="000669D7">
      <w:r w:rsidRPr="00345713">
        <w:t xml:space="preserve">The </w:t>
      </w:r>
      <w:r w:rsidR="00FC44DC" w:rsidRPr="00345713">
        <w:t>coordinator</w:t>
      </w:r>
      <w:r w:rsidRPr="00345713">
        <w:t xml:space="preserve"> </w:t>
      </w:r>
      <w:r w:rsidR="002212A1" w:rsidRPr="00345713">
        <w:t>must</w:t>
      </w:r>
      <w:r w:rsidRPr="00345713">
        <w:t xml:space="preserve"> </w:t>
      </w:r>
      <w:r w:rsidR="000310B7" w:rsidRPr="00345713">
        <w:t xml:space="preserve">immediately </w:t>
      </w:r>
      <w:r w:rsidRPr="00345713">
        <w:t>inform the Commission</w:t>
      </w:r>
      <w:r w:rsidR="00450A34">
        <w:t>,</w:t>
      </w:r>
      <w:r w:rsidR="000310B7" w:rsidRPr="00345713">
        <w:t xml:space="preserve"> stating:</w:t>
      </w:r>
    </w:p>
    <w:p w14:paraId="78AD090D" w14:textId="77777777" w:rsidR="000310B7" w:rsidRPr="00345713" w:rsidRDefault="000310B7" w:rsidP="003A2A37">
      <w:pPr>
        <w:numPr>
          <w:ilvl w:val="0"/>
          <w:numId w:val="23"/>
        </w:numPr>
      </w:pPr>
      <w:r w:rsidRPr="00345713">
        <w:t xml:space="preserve">the </w:t>
      </w:r>
      <w:r w:rsidR="0003387A" w:rsidRPr="00345713">
        <w:t>reasons</w:t>
      </w:r>
      <w:r w:rsidRPr="00345713">
        <w:t xml:space="preserve"> for suspension</w:t>
      </w:r>
      <w:r w:rsidR="00676B70">
        <w:t>,</w:t>
      </w:r>
      <w:r w:rsidR="00970B74" w:rsidRPr="00345713">
        <w:t xml:space="preserve"> including details about the date or period when the exceptional circumstances </w:t>
      </w:r>
      <w:r w:rsidR="00612A95" w:rsidRPr="00345713">
        <w:t>occurred</w:t>
      </w:r>
      <w:r w:rsidR="00970B74" w:rsidRPr="00345713">
        <w:t>; and</w:t>
      </w:r>
    </w:p>
    <w:p w14:paraId="78AD090E" w14:textId="77777777" w:rsidR="0003387A" w:rsidRPr="00345713" w:rsidRDefault="000310B7" w:rsidP="003A2A37">
      <w:pPr>
        <w:numPr>
          <w:ilvl w:val="0"/>
          <w:numId w:val="23"/>
        </w:numPr>
      </w:pPr>
      <w:r w:rsidRPr="00345713">
        <w:t>the expected</w:t>
      </w:r>
      <w:r w:rsidR="0003387A" w:rsidRPr="00345713">
        <w:t xml:space="preserve"> date of resumption.</w:t>
      </w:r>
    </w:p>
    <w:p w14:paraId="78AD090F" w14:textId="77777777" w:rsidR="008E51C4" w:rsidRPr="00345713" w:rsidRDefault="00AA73F6" w:rsidP="000669D7">
      <w:r w:rsidRPr="00345713">
        <w:t xml:space="preserve">Once the circumstances allow </w:t>
      </w:r>
      <w:r w:rsidR="0004044C">
        <w:t xml:space="preserve">the beneficiaries to </w:t>
      </w:r>
      <w:r w:rsidR="0004044C" w:rsidRPr="00345713">
        <w:t>resum</w:t>
      </w:r>
      <w:r w:rsidR="0004044C">
        <w:t>e</w:t>
      </w:r>
      <w:r w:rsidR="0004044C" w:rsidRPr="00345713">
        <w:t xml:space="preserve"> </w:t>
      </w:r>
      <w:r w:rsidRPr="00345713">
        <w:t>implement</w:t>
      </w:r>
      <w:r w:rsidR="0004044C">
        <w:t>ing</w:t>
      </w:r>
      <w:r w:rsidRPr="00345713">
        <w:t xml:space="preserve"> the </w:t>
      </w:r>
      <w:r w:rsidR="00F648C4" w:rsidRPr="00345713">
        <w:rPr>
          <w:i/>
        </w:rPr>
        <w:t>action</w:t>
      </w:r>
      <w:r w:rsidR="001A4880">
        <w:t>,</w:t>
      </w:r>
      <w:r w:rsidRPr="00345713">
        <w:t xml:space="preserve"> </w:t>
      </w:r>
      <w:r w:rsidR="002751E6" w:rsidRPr="00345713">
        <w:t xml:space="preserve">the coordinator </w:t>
      </w:r>
      <w:r w:rsidR="002212A1" w:rsidRPr="00345713">
        <w:t>must</w:t>
      </w:r>
      <w:r w:rsidR="0003387A" w:rsidRPr="00345713">
        <w:t xml:space="preserve"> inform the Commission </w:t>
      </w:r>
      <w:r w:rsidR="0080664C" w:rsidRPr="00345713">
        <w:t xml:space="preserve">immediately </w:t>
      </w:r>
      <w:r w:rsidR="0003387A" w:rsidRPr="00345713">
        <w:t>and present a request for amendment</w:t>
      </w:r>
      <w:r w:rsidR="008E51C4" w:rsidRPr="00345713">
        <w:t xml:space="preserve"> of the </w:t>
      </w:r>
      <w:r w:rsidR="00952E98" w:rsidRPr="00345713">
        <w:t>Agreement</w:t>
      </w:r>
      <w:r w:rsidR="008E51C4" w:rsidRPr="00345713">
        <w:t xml:space="preserve"> as provided for in </w:t>
      </w:r>
      <w:r w:rsidR="00AE7D9D" w:rsidRPr="00345713">
        <w:t>Article II.1</w:t>
      </w:r>
      <w:r w:rsidR="00B229FC" w:rsidRPr="00345713">
        <w:t>6</w:t>
      </w:r>
      <w:r w:rsidR="00AE7D9D" w:rsidRPr="00345713">
        <w:t>.3</w:t>
      </w:r>
      <w:r w:rsidR="008E51C4" w:rsidRPr="00345713">
        <w:t>.</w:t>
      </w:r>
      <w:r w:rsidRPr="00345713">
        <w:t xml:space="preserve"> This obligation does not apply if the Agreement or the participation of a beneficiary</w:t>
      </w:r>
      <w:r w:rsidR="007407E6" w:rsidRPr="00345713">
        <w:t xml:space="preserve"> is</w:t>
      </w:r>
      <w:r w:rsidRPr="00345713">
        <w:t xml:space="preserve"> terminated in accordance with Articles II.1</w:t>
      </w:r>
      <w:r w:rsidR="004D15D3" w:rsidRPr="00345713">
        <w:t>7</w:t>
      </w:r>
      <w:r w:rsidRPr="00345713">
        <w:t>.1, II.1</w:t>
      </w:r>
      <w:r w:rsidR="004D15D3" w:rsidRPr="00345713">
        <w:t>7</w:t>
      </w:r>
      <w:r w:rsidRPr="00345713">
        <w:t>.2 or points (c) or (d) of Article II.1</w:t>
      </w:r>
      <w:r w:rsidR="004D15D3" w:rsidRPr="00345713">
        <w:t>7</w:t>
      </w:r>
      <w:r w:rsidRPr="00345713">
        <w:t xml:space="preserve">.3.1.  </w:t>
      </w:r>
    </w:p>
    <w:p w14:paraId="78AD0910" w14:textId="77777777" w:rsidR="0003387A" w:rsidRPr="00345713" w:rsidRDefault="0003387A" w:rsidP="000669D7">
      <w:pPr>
        <w:pStyle w:val="Heading3"/>
      </w:pPr>
      <w:bookmarkStart w:id="71" w:name="_Toc441250848"/>
      <w:bookmarkStart w:id="72" w:name="_Toc530496942"/>
      <w:r w:rsidRPr="00345713">
        <w:t>II.</w:t>
      </w:r>
      <w:r w:rsidR="009B606A" w:rsidRPr="00345713">
        <w:t>1</w:t>
      </w:r>
      <w:r w:rsidR="00B229FC" w:rsidRPr="00345713">
        <w:t>6</w:t>
      </w:r>
      <w:r w:rsidRPr="00345713">
        <w:t>.2</w:t>
      </w:r>
      <w:r w:rsidR="002508A0" w:rsidRPr="00345713">
        <w:tab/>
      </w:r>
      <w:r w:rsidRPr="00345713">
        <w:t>Suspension of implementation by the Commission</w:t>
      </w:r>
      <w:bookmarkEnd w:id="71"/>
      <w:bookmarkEnd w:id="72"/>
    </w:p>
    <w:p w14:paraId="78AD0911" w14:textId="77777777" w:rsidR="00043B7D" w:rsidRPr="00D047ED" w:rsidRDefault="007A7919" w:rsidP="000669D7">
      <w:pPr>
        <w:pStyle w:val="Heading4"/>
      </w:pPr>
      <w:r w:rsidRPr="00D047ED">
        <w:t>II.1</w:t>
      </w:r>
      <w:r w:rsidR="00B229FC" w:rsidRPr="00D047ED">
        <w:t>6</w:t>
      </w:r>
      <w:r w:rsidRPr="00D047ED">
        <w:t>.2.1</w:t>
      </w:r>
      <w:r w:rsidR="00CF6878" w:rsidRPr="00D047ED">
        <w:tab/>
      </w:r>
      <w:r w:rsidR="00043B7D" w:rsidRPr="00D047ED">
        <w:t>Grounds for suspension</w:t>
      </w:r>
    </w:p>
    <w:p w14:paraId="78AD0912" w14:textId="77777777" w:rsidR="0003387A" w:rsidRPr="00345713" w:rsidRDefault="0003387A" w:rsidP="001413A9">
      <w:pPr>
        <w:tabs>
          <w:tab w:val="left" w:pos="1134"/>
        </w:tabs>
        <w:spacing w:after="0"/>
        <w:ind w:left="1134" w:hanging="1134"/>
        <w:rPr>
          <w:szCs w:val="24"/>
        </w:rPr>
      </w:pPr>
      <w:r w:rsidRPr="00345713">
        <w:rPr>
          <w:szCs w:val="24"/>
        </w:rPr>
        <w:t xml:space="preserve">The Commission may suspend the implementation of the </w:t>
      </w:r>
      <w:r w:rsidR="00F648C4" w:rsidRPr="00345713">
        <w:rPr>
          <w:i/>
          <w:szCs w:val="24"/>
        </w:rPr>
        <w:t>action</w:t>
      </w:r>
      <w:r w:rsidRPr="00345713">
        <w:rPr>
          <w:szCs w:val="24"/>
        </w:rPr>
        <w:t xml:space="preserve"> or any part thereof:</w:t>
      </w:r>
    </w:p>
    <w:p w14:paraId="78AD0913" w14:textId="77777777" w:rsidR="00FC2A5F" w:rsidRPr="00345713" w:rsidRDefault="005F347D" w:rsidP="003A2A37">
      <w:pPr>
        <w:numPr>
          <w:ilvl w:val="0"/>
          <w:numId w:val="24"/>
        </w:numPr>
      </w:pPr>
      <w:r w:rsidRPr="00345713">
        <w:t xml:space="preserve">if the Commission has evidence that a beneficiary has committed </w:t>
      </w:r>
      <w:r w:rsidRPr="00345713">
        <w:rPr>
          <w:i/>
        </w:rPr>
        <w:t>irregularities</w:t>
      </w:r>
      <w:r w:rsidR="005A7619">
        <w:t>,</w:t>
      </w:r>
      <w:r w:rsidRPr="00345713">
        <w:t xml:space="preserve"> </w:t>
      </w:r>
      <w:r w:rsidR="00DD603E" w:rsidRPr="00345713">
        <w:rPr>
          <w:i/>
        </w:rPr>
        <w:t>fraud</w:t>
      </w:r>
      <w:r w:rsidRPr="00345713">
        <w:t xml:space="preserve"> </w:t>
      </w:r>
      <w:r w:rsidR="005A7619">
        <w:t>or</w:t>
      </w:r>
      <w:r w:rsidR="005A7619" w:rsidRPr="00A22CC0">
        <w:rPr>
          <w:i/>
        </w:rPr>
        <w:t xml:space="preserve"> breach of obligations </w:t>
      </w:r>
      <w:r w:rsidRPr="00345713">
        <w:t xml:space="preserve">in the award procedure or </w:t>
      </w:r>
      <w:r w:rsidR="009560F0">
        <w:t>while</w:t>
      </w:r>
      <w:r w:rsidR="009560F0" w:rsidRPr="00345713">
        <w:t xml:space="preserve"> </w:t>
      </w:r>
      <w:r w:rsidRPr="00345713">
        <w:t>implement</w:t>
      </w:r>
      <w:r w:rsidR="009560F0">
        <w:t>ing</w:t>
      </w:r>
      <w:r w:rsidRPr="00345713">
        <w:t xml:space="preserve"> the </w:t>
      </w:r>
      <w:r w:rsidR="00952E98" w:rsidRPr="00345713">
        <w:t>Agreement</w:t>
      </w:r>
      <w:r w:rsidR="00A7207C" w:rsidRPr="00345713">
        <w:t>;</w:t>
      </w:r>
    </w:p>
    <w:p w14:paraId="78AD0914" w14:textId="77777777" w:rsidR="0003387A" w:rsidRPr="00345713" w:rsidRDefault="00E260B1" w:rsidP="003A2A37">
      <w:pPr>
        <w:numPr>
          <w:ilvl w:val="0"/>
          <w:numId w:val="24"/>
        </w:numPr>
      </w:pPr>
      <w:r w:rsidRPr="00345713">
        <w:t xml:space="preserve">if the Commission has evidence that a beneficiary has committed </w:t>
      </w:r>
      <w:r w:rsidR="009560F0" w:rsidRPr="00345713">
        <w:t xml:space="preserve">systemic or recurrent </w:t>
      </w:r>
      <w:r w:rsidR="009560F0" w:rsidRPr="00345713">
        <w:rPr>
          <w:i/>
        </w:rPr>
        <w:t>irregularities, fraud</w:t>
      </w:r>
      <w:r w:rsidR="009560F0" w:rsidRPr="00345713">
        <w:t xml:space="preserve"> or serious </w:t>
      </w:r>
      <w:r w:rsidR="009560F0" w:rsidRPr="00A22CC0">
        <w:rPr>
          <w:i/>
        </w:rPr>
        <w:t>breach of obligations</w:t>
      </w:r>
      <w:r w:rsidR="009560F0" w:rsidRPr="00345713">
        <w:t xml:space="preserve"> </w:t>
      </w:r>
      <w:r w:rsidRPr="00345713">
        <w:t>in other grants funded by the Union or the European Atomic Energy Community (</w:t>
      </w:r>
      <w:r w:rsidR="008021C5" w:rsidRPr="00345713">
        <w:t>‘</w:t>
      </w:r>
      <w:r w:rsidRPr="00345713">
        <w:t>Euratom</w:t>
      </w:r>
      <w:r w:rsidR="008021C5" w:rsidRPr="00345713">
        <w:t>’</w:t>
      </w:r>
      <w:r w:rsidRPr="00345713">
        <w:t>) awarded to the beneficiary under similar conditions</w:t>
      </w:r>
      <w:r w:rsidR="00AE3E23">
        <w:t xml:space="preserve"> and</w:t>
      </w:r>
      <w:r w:rsidR="009560F0">
        <w:t xml:space="preserve"> the </w:t>
      </w:r>
      <w:r w:rsidR="009560F0" w:rsidRPr="00A6537C">
        <w:rPr>
          <w:i/>
        </w:rPr>
        <w:t>irregularities, fraud</w:t>
      </w:r>
      <w:r w:rsidR="009560F0">
        <w:t xml:space="preserve"> or </w:t>
      </w:r>
      <w:r w:rsidR="009560F0" w:rsidRPr="00A22CC0">
        <w:rPr>
          <w:i/>
        </w:rPr>
        <w:t>breach</w:t>
      </w:r>
      <w:r w:rsidRPr="00A22CC0">
        <w:rPr>
          <w:i/>
        </w:rPr>
        <w:t xml:space="preserve"> </w:t>
      </w:r>
      <w:r w:rsidR="008E7DA4" w:rsidRPr="00A22CC0">
        <w:rPr>
          <w:i/>
        </w:rPr>
        <w:t>of obligations</w:t>
      </w:r>
      <w:r w:rsidR="008E7DA4">
        <w:t xml:space="preserve"> </w:t>
      </w:r>
      <w:r w:rsidRPr="00345713">
        <w:t xml:space="preserve">have a material impact on this grant; </w:t>
      </w:r>
      <w:r w:rsidR="009E7A9C" w:rsidRPr="00345713">
        <w:t>or</w:t>
      </w:r>
    </w:p>
    <w:p w14:paraId="78AD0915" w14:textId="77777777" w:rsidR="0003387A" w:rsidRPr="00345713" w:rsidRDefault="007526B1" w:rsidP="003A2A37">
      <w:pPr>
        <w:numPr>
          <w:ilvl w:val="0"/>
          <w:numId w:val="24"/>
        </w:numPr>
      </w:pPr>
      <w:r w:rsidRPr="00345713">
        <w:t xml:space="preserve">if the Commission suspects </w:t>
      </w:r>
      <w:r w:rsidRPr="00345713">
        <w:rPr>
          <w:i/>
        </w:rPr>
        <w:t xml:space="preserve">irregularities, </w:t>
      </w:r>
      <w:r w:rsidR="00DD603E" w:rsidRPr="00345713">
        <w:rPr>
          <w:i/>
        </w:rPr>
        <w:t>fraud</w:t>
      </w:r>
      <w:r w:rsidRPr="00345713">
        <w:t xml:space="preserve"> or </w:t>
      </w:r>
      <w:r w:rsidRPr="00A22CC0">
        <w:rPr>
          <w:i/>
        </w:rPr>
        <w:t xml:space="preserve">breach of obligations </w:t>
      </w:r>
      <w:r w:rsidRPr="00345713">
        <w:t xml:space="preserve">committed by a beneficiary in the award procedure or </w:t>
      </w:r>
      <w:r w:rsidR="009E7CCF">
        <w:t>while</w:t>
      </w:r>
      <w:r w:rsidRPr="00345713">
        <w:t xml:space="preserve"> implement</w:t>
      </w:r>
      <w:r w:rsidR="009E7CCF">
        <w:t>ing</w:t>
      </w:r>
      <w:r w:rsidRPr="00345713">
        <w:t xml:space="preserve"> the </w:t>
      </w:r>
      <w:r w:rsidR="00952E98" w:rsidRPr="00345713">
        <w:t>Agreement</w:t>
      </w:r>
      <w:r w:rsidRPr="00345713">
        <w:t xml:space="preserve"> and needs to verify whether </w:t>
      </w:r>
      <w:r w:rsidR="0080664C" w:rsidRPr="00345713">
        <w:t xml:space="preserve">they </w:t>
      </w:r>
      <w:r w:rsidRPr="00345713">
        <w:t>have actually occurred</w:t>
      </w:r>
      <w:r w:rsidR="0003387A" w:rsidRPr="00345713">
        <w:t>.</w:t>
      </w:r>
    </w:p>
    <w:p w14:paraId="78AD0916" w14:textId="77777777" w:rsidR="00043B7D" w:rsidRPr="00D047ED" w:rsidRDefault="007A7919" w:rsidP="000669D7">
      <w:pPr>
        <w:pStyle w:val="Heading4"/>
      </w:pPr>
      <w:r w:rsidRPr="00D047ED">
        <w:t>II.1</w:t>
      </w:r>
      <w:r w:rsidR="00B229FC" w:rsidRPr="00D047ED">
        <w:t>6</w:t>
      </w:r>
      <w:r w:rsidRPr="00D047ED">
        <w:t>.2.2</w:t>
      </w:r>
      <w:r w:rsidR="00CF6878" w:rsidRPr="00D047ED">
        <w:tab/>
      </w:r>
      <w:r w:rsidR="00043B7D" w:rsidRPr="00D047ED">
        <w:t>Procedure for suspension</w:t>
      </w:r>
    </w:p>
    <w:p w14:paraId="78AD0917" w14:textId="77777777" w:rsidR="002B2C5A" w:rsidRPr="00345713" w:rsidRDefault="00043B7D" w:rsidP="000669D7">
      <w:r w:rsidRPr="00345713">
        <w:rPr>
          <w:b/>
        </w:rPr>
        <w:t>Step 1</w:t>
      </w:r>
      <w:r w:rsidRPr="00345713">
        <w:t xml:space="preserve"> </w:t>
      </w:r>
      <w:r w:rsidR="00345713">
        <w:t>—</w:t>
      </w:r>
      <w:r w:rsidRPr="00345713">
        <w:t xml:space="preserve"> </w:t>
      </w:r>
      <w:r w:rsidR="002B2C5A" w:rsidRPr="00345713">
        <w:t xml:space="preserve">Before suspending implementation of the </w:t>
      </w:r>
      <w:r w:rsidR="00F648C4" w:rsidRPr="00345713">
        <w:rPr>
          <w:i/>
        </w:rPr>
        <w:t>action</w:t>
      </w:r>
      <w:r w:rsidR="002B2C5A" w:rsidRPr="00345713">
        <w:t xml:space="preserve">, the Commission must </w:t>
      </w:r>
      <w:r w:rsidR="00CD2788" w:rsidRPr="00345713">
        <w:t xml:space="preserve">send a </w:t>
      </w:r>
      <w:r w:rsidR="002B2C5A" w:rsidRPr="00345713">
        <w:rPr>
          <w:i/>
        </w:rPr>
        <w:t>formal notif</w:t>
      </w:r>
      <w:r w:rsidR="00CD2788" w:rsidRPr="00345713">
        <w:rPr>
          <w:i/>
        </w:rPr>
        <w:t>ication</w:t>
      </w:r>
      <w:r w:rsidR="00CD2788" w:rsidRPr="00345713">
        <w:t xml:space="preserve"> to</w:t>
      </w:r>
      <w:r w:rsidR="002B2C5A" w:rsidRPr="00345713">
        <w:t xml:space="preserve"> the coordinator:</w:t>
      </w:r>
    </w:p>
    <w:p w14:paraId="78AD0918" w14:textId="77777777" w:rsidR="002B2C5A" w:rsidRPr="00345713" w:rsidRDefault="002B2C5A" w:rsidP="003A2A37">
      <w:pPr>
        <w:numPr>
          <w:ilvl w:val="0"/>
          <w:numId w:val="25"/>
        </w:numPr>
      </w:pPr>
      <w:r w:rsidRPr="00345713">
        <w:t>informing it of:</w:t>
      </w:r>
    </w:p>
    <w:p w14:paraId="78AD0919" w14:textId="77777777" w:rsidR="002B2C5A" w:rsidRPr="00345713" w:rsidRDefault="002B2C5A" w:rsidP="003A2A37">
      <w:pPr>
        <w:numPr>
          <w:ilvl w:val="0"/>
          <w:numId w:val="26"/>
        </w:numPr>
        <w:ind w:left="1134" w:hanging="425"/>
      </w:pPr>
      <w:r w:rsidRPr="00345713">
        <w:t>its intention to suspend the implementation;</w:t>
      </w:r>
    </w:p>
    <w:p w14:paraId="78AD091A" w14:textId="77777777" w:rsidR="002B2C5A" w:rsidRPr="00345713" w:rsidRDefault="002B2C5A" w:rsidP="003A2A37">
      <w:pPr>
        <w:numPr>
          <w:ilvl w:val="0"/>
          <w:numId w:val="26"/>
        </w:numPr>
        <w:ind w:left="1134" w:hanging="425"/>
      </w:pPr>
      <w:r w:rsidRPr="00345713">
        <w:t>the reasons for suspension;</w:t>
      </w:r>
    </w:p>
    <w:p w14:paraId="78AD091B" w14:textId="77777777" w:rsidR="002B2C5A" w:rsidRPr="00345713" w:rsidRDefault="009560F0" w:rsidP="003A2A37">
      <w:pPr>
        <w:numPr>
          <w:ilvl w:val="0"/>
          <w:numId w:val="26"/>
        </w:numPr>
        <w:ind w:left="1134" w:hanging="425"/>
      </w:pPr>
      <w:r w:rsidRPr="00345713">
        <w:t xml:space="preserve">the necessary conditions for resuming the implementation </w:t>
      </w:r>
      <w:r w:rsidR="002B2C5A" w:rsidRPr="00345713">
        <w:t>in the cases referred to in points (a) and (b) of Article II.1</w:t>
      </w:r>
      <w:r w:rsidR="00B229FC" w:rsidRPr="00345713">
        <w:t>6</w:t>
      </w:r>
      <w:r w:rsidR="002B2C5A" w:rsidRPr="00345713">
        <w:t>.2.1</w:t>
      </w:r>
      <w:r w:rsidR="00EC3036">
        <w:t>;</w:t>
      </w:r>
      <w:r w:rsidR="00043B7D" w:rsidRPr="00345713">
        <w:t xml:space="preserve"> and</w:t>
      </w:r>
    </w:p>
    <w:p w14:paraId="78AD091C" w14:textId="77777777" w:rsidR="002B2C5A" w:rsidRPr="00345713" w:rsidRDefault="002B2C5A" w:rsidP="003A2A37">
      <w:pPr>
        <w:numPr>
          <w:ilvl w:val="0"/>
          <w:numId w:val="25"/>
        </w:numPr>
      </w:pPr>
      <w:r w:rsidRPr="00345713">
        <w:t xml:space="preserve">inviting it to submit observations within 30 calendar days of receiving </w:t>
      </w:r>
      <w:r w:rsidR="00CD2788" w:rsidRPr="00345713">
        <w:t xml:space="preserve">the formal </w:t>
      </w:r>
      <w:r w:rsidRPr="00345713">
        <w:t>notification.</w:t>
      </w:r>
    </w:p>
    <w:p w14:paraId="78AD091D" w14:textId="77777777" w:rsidR="00427BF1" w:rsidRPr="00345713" w:rsidRDefault="00043B7D" w:rsidP="000669D7">
      <w:r w:rsidRPr="00345713">
        <w:rPr>
          <w:b/>
        </w:rPr>
        <w:t>Step 2</w:t>
      </w:r>
      <w:r w:rsidR="006A37E3" w:rsidRPr="00345713">
        <w:t xml:space="preserve"> </w:t>
      </w:r>
      <w:r w:rsidR="006A37E3">
        <w:t>—</w:t>
      </w:r>
      <w:r w:rsidR="006A37E3" w:rsidRPr="00345713">
        <w:t xml:space="preserve"> </w:t>
      </w:r>
      <w:r w:rsidR="002E3577" w:rsidRPr="00345713">
        <w:t xml:space="preserve">If the </w:t>
      </w:r>
      <w:r w:rsidR="00427BF1" w:rsidRPr="00345713">
        <w:t>Commission</w:t>
      </w:r>
      <w:r w:rsidR="002E3577" w:rsidRPr="00345713">
        <w:t xml:space="preserve"> does not receive observations or decides to pursue the procedure despite the observations it has received, it </w:t>
      </w:r>
      <w:r w:rsidR="00C12C53" w:rsidRPr="00345713">
        <w:t>must</w:t>
      </w:r>
      <w:r w:rsidR="002E3577" w:rsidRPr="00345713">
        <w:t xml:space="preserve"> </w:t>
      </w:r>
      <w:r w:rsidR="00CD2788" w:rsidRPr="00345713">
        <w:t xml:space="preserve">send a </w:t>
      </w:r>
      <w:r w:rsidR="002E3577" w:rsidRPr="00345713">
        <w:rPr>
          <w:i/>
        </w:rPr>
        <w:t>formal notif</w:t>
      </w:r>
      <w:r w:rsidR="00CD2788" w:rsidRPr="00345713">
        <w:rPr>
          <w:i/>
        </w:rPr>
        <w:t>ication</w:t>
      </w:r>
      <w:r w:rsidR="00CD2788" w:rsidRPr="00345713">
        <w:t xml:space="preserve"> to</w:t>
      </w:r>
      <w:r w:rsidR="002E3577" w:rsidRPr="00345713">
        <w:t xml:space="preserve"> </w:t>
      </w:r>
      <w:r w:rsidR="00427BF1" w:rsidRPr="00345713">
        <w:t>the coordinator informing it</w:t>
      </w:r>
      <w:r w:rsidR="00C12C53" w:rsidRPr="00345713">
        <w:t xml:space="preserve"> of</w:t>
      </w:r>
      <w:r w:rsidR="00427BF1" w:rsidRPr="00345713">
        <w:t>:</w:t>
      </w:r>
    </w:p>
    <w:p w14:paraId="78AD091E" w14:textId="77777777" w:rsidR="00C12C53" w:rsidRPr="00345713" w:rsidRDefault="00C12C53" w:rsidP="003A2A37">
      <w:pPr>
        <w:numPr>
          <w:ilvl w:val="0"/>
          <w:numId w:val="27"/>
        </w:numPr>
      </w:pPr>
      <w:r w:rsidRPr="00345713">
        <w:t>the suspension of the implementation</w:t>
      </w:r>
      <w:r w:rsidR="0098157A" w:rsidRPr="00345713">
        <w:t>;</w:t>
      </w:r>
    </w:p>
    <w:p w14:paraId="78AD091F" w14:textId="77777777" w:rsidR="00C12C53" w:rsidRPr="00345713" w:rsidRDefault="00C12C53" w:rsidP="003A2A37">
      <w:pPr>
        <w:numPr>
          <w:ilvl w:val="0"/>
          <w:numId w:val="27"/>
        </w:numPr>
      </w:pPr>
      <w:r w:rsidRPr="00345713">
        <w:t>the reasons for suspension; and</w:t>
      </w:r>
    </w:p>
    <w:p w14:paraId="78AD0920" w14:textId="77777777" w:rsidR="00C12C53" w:rsidRPr="00345713" w:rsidRDefault="00954DC7" w:rsidP="003A2A37">
      <w:pPr>
        <w:numPr>
          <w:ilvl w:val="0"/>
          <w:numId w:val="27"/>
        </w:numPr>
      </w:pPr>
      <w:r w:rsidRPr="00345713">
        <w:t xml:space="preserve">the final conditions for resuming the implementation </w:t>
      </w:r>
      <w:r w:rsidR="00C12C53" w:rsidRPr="00345713">
        <w:t>in the cases referred to in points (a) and (b) of Article II.1</w:t>
      </w:r>
      <w:r w:rsidR="00B229FC" w:rsidRPr="00345713">
        <w:t>6</w:t>
      </w:r>
      <w:r w:rsidR="00C12C53" w:rsidRPr="00345713">
        <w:t>.2.1,</w:t>
      </w:r>
      <w:r w:rsidR="0098157A" w:rsidRPr="00345713">
        <w:t>;</w:t>
      </w:r>
      <w:r w:rsidR="00C12C53" w:rsidRPr="00345713">
        <w:t xml:space="preserve"> or</w:t>
      </w:r>
    </w:p>
    <w:p w14:paraId="78AD0921" w14:textId="77777777" w:rsidR="00E260B1" w:rsidRPr="00345713" w:rsidRDefault="00954DC7" w:rsidP="003A2A37">
      <w:pPr>
        <w:numPr>
          <w:ilvl w:val="0"/>
          <w:numId w:val="27"/>
        </w:numPr>
      </w:pPr>
      <w:r w:rsidRPr="00345713">
        <w:t xml:space="preserve">the indicative date of completion of the necessary verification </w:t>
      </w:r>
      <w:r w:rsidR="00F2700A" w:rsidRPr="00345713">
        <w:t>in the case referred to in point (c) of Article II.16.2.1,.</w:t>
      </w:r>
    </w:p>
    <w:p w14:paraId="78AD0922" w14:textId="77777777" w:rsidR="002C49BD" w:rsidRPr="00345713" w:rsidRDefault="002C49BD" w:rsidP="000669D7">
      <w:pPr>
        <w:ind w:left="426"/>
      </w:pPr>
      <w:r w:rsidRPr="00345713">
        <w:t xml:space="preserve">The coordinator must immediately inform the other beneficiaries of the suspension. The suspension takes effect five calendar days after the </w:t>
      </w:r>
      <w:r w:rsidR="00CD2788" w:rsidRPr="00345713">
        <w:rPr>
          <w:i/>
        </w:rPr>
        <w:t xml:space="preserve">formal </w:t>
      </w:r>
      <w:r w:rsidRPr="00345713">
        <w:rPr>
          <w:i/>
        </w:rPr>
        <w:t>notification</w:t>
      </w:r>
      <w:r w:rsidRPr="00345713">
        <w:t xml:space="preserve"> is received by the coordinator or on a later date specified in the </w:t>
      </w:r>
      <w:r w:rsidR="00CD2788" w:rsidRPr="00345713">
        <w:rPr>
          <w:i/>
        </w:rPr>
        <w:t xml:space="preserve">formal </w:t>
      </w:r>
      <w:r w:rsidRPr="00345713">
        <w:rPr>
          <w:i/>
        </w:rPr>
        <w:t>notification</w:t>
      </w:r>
      <w:r w:rsidRPr="00345713">
        <w:t>.</w:t>
      </w:r>
    </w:p>
    <w:p w14:paraId="78AD0923" w14:textId="77777777" w:rsidR="000526D2" w:rsidRPr="00345713" w:rsidRDefault="000526D2" w:rsidP="00A6537C">
      <w:pPr>
        <w:ind w:left="426"/>
      </w:pPr>
      <w:r w:rsidRPr="00345713">
        <w:t xml:space="preserve">Otherwise, the Commission must send a </w:t>
      </w:r>
      <w:r w:rsidRPr="00345713">
        <w:rPr>
          <w:i/>
        </w:rPr>
        <w:t>formal notification</w:t>
      </w:r>
      <w:r w:rsidRPr="00345713">
        <w:t xml:space="preserve"> to the coordinator informing it that </w:t>
      </w:r>
      <w:r w:rsidR="00022560">
        <w:t>it is not continuing the</w:t>
      </w:r>
      <w:r w:rsidR="00022560" w:rsidRPr="00345713">
        <w:t xml:space="preserve"> </w:t>
      </w:r>
      <w:r w:rsidRPr="00345713">
        <w:t>suspension procedure.</w:t>
      </w:r>
    </w:p>
    <w:p w14:paraId="78AD0924" w14:textId="77777777" w:rsidR="00043B7D" w:rsidRPr="00D047ED" w:rsidRDefault="00043B7D" w:rsidP="000669D7">
      <w:pPr>
        <w:pStyle w:val="Heading4"/>
      </w:pPr>
      <w:r w:rsidRPr="00D047ED">
        <w:t xml:space="preserve">II.16.2.3 </w:t>
      </w:r>
      <w:r w:rsidR="00CF6878" w:rsidRPr="00D047ED">
        <w:tab/>
      </w:r>
      <w:r w:rsidRPr="00D047ED">
        <w:t>Resuming implementation</w:t>
      </w:r>
    </w:p>
    <w:p w14:paraId="78AD0925" w14:textId="77777777" w:rsidR="002E3577" w:rsidRPr="00345713" w:rsidRDefault="002C49BD" w:rsidP="000669D7">
      <w:r w:rsidRPr="00345713">
        <w:t>In order to resume the implementation, the beneficiaries must meet the notified conditions as soon as possible and must inform the Commission of any progress made.</w:t>
      </w:r>
    </w:p>
    <w:p w14:paraId="78AD0926" w14:textId="77777777" w:rsidR="002C49BD" w:rsidRPr="00345713" w:rsidRDefault="002C49BD" w:rsidP="000669D7">
      <w:r w:rsidRPr="00345713">
        <w:t>If the conditions for resuming the implementation are met or the necessary verifications are carried out, the Commission must</w:t>
      </w:r>
      <w:r w:rsidR="00CD2788" w:rsidRPr="00345713">
        <w:t xml:space="preserve"> send a </w:t>
      </w:r>
      <w:r w:rsidR="00CD2788" w:rsidRPr="00345713">
        <w:rPr>
          <w:i/>
        </w:rPr>
        <w:t>formal notification</w:t>
      </w:r>
      <w:r w:rsidR="00F207A5" w:rsidRPr="00345713">
        <w:t xml:space="preserve"> to the coordinator</w:t>
      </w:r>
      <w:r w:rsidRPr="00345713">
        <w:t>:</w:t>
      </w:r>
    </w:p>
    <w:p w14:paraId="78AD0927" w14:textId="77777777" w:rsidR="002C49BD" w:rsidRPr="00345713" w:rsidRDefault="00CD2788" w:rsidP="003A2A37">
      <w:pPr>
        <w:numPr>
          <w:ilvl w:val="0"/>
          <w:numId w:val="28"/>
        </w:numPr>
      </w:pPr>
      <w:r w:rsidRPr="00345713">
        <w:t xml:space="preserve">informing </w:t>
      </w:r>
      <w:r w:rsidR="00F207A5" w:rsidRPr="00345713">
        <w:t>it</w:t>
      </w:r>
      <w:r w:rsidR="002C49BD" w:rsidRPr="00345713">
        <w:t xml:space="preserve"> that the conditions for lifting the suspension are met</w:t>
      </w:r>
      <w:r w:rsidR="0056216F">
        <w:t>;</w:t>
      </w:r>
      <w:r w:rsidR="00BD3D18" w:rsidRPr="00345713">
        <w:t xml:space="preserve"> and</w:t>
      </w:r>
    </w:p>
    <w:p w14:paraId="78AD0928" w14:textId="77777777" w:rsidR="0098157A" w:rsidRPr="00345713" w:rsidRDefault="00244875" w:rsidP="003A2A37">
      <w:pPr>
        <w:numPr>
          <w:ilvl w:val="0"/>
          <w:numId w:val="28"/>
        </w:numPr>
      </w:pPr>
      <w:r>
        <w:t xml:space="preserve">requiring </w:t>
      </w:r>
      <w:r w:rsidR="00CD2788" w:rsidRPr="00345713">
        <w:t>it</w:t>
      </w:r>
      <w:r w:rsidR="002C49BD" w:rsidRPr="00345713">
        <w:t xml:space="preserve"> to present a request for amendment of the Agreement as provided for in Article II.1</w:t>
      </w:r>
      <w:r w:rsidR="00B229FC" w:rsidRPr="00345713">
        <w:t>6</w:t>
      </w:r>
      <w:r w:rsidR="002C49BD" w:rsidRPr="00345713">
        <w:t>.3.</w:t>
      </w:r>
      <w:r w:rsidR="00F207A5" w:rsidRPr="00345713">
        <w:t xml:space="preserve"> </w:t>
      </w:r>
      <w:r w:rsidR="002D4A82" w:rsidRPr="00345713">
        <w:t>This obligation does not apply if the Agreement or the participation of a beneficiary is terminated in accordance with Articles II.1</w:t>
      </w:r>
      <w:r w:rsidR="00B229FC" w:rsidRPr="00345713">
        <w:t>7</w:t>
      </w:r>
      <w:r w:rsidR="002D4A82" w:rsidRPr="00345713">
        <w:t>.1, II.1</w:t>
      </w:r>
      <w:r w:rsidR="00B229FC" w:rsidRPr="00345713">
        <w:t>7</w:t>
      </w:r>
      <w:r w:rsidR="002D4A82" w:rsidRPr="00345713">
        <w:t>.2 or points (c), (</w:t>
      </w:r>
      <w:r w:rsidR="000D585A" w:rsidRPr="00345713">
        <w:t>g</w:t>
      </w:r>
      <w:r w:rsidR="002D4A82" w:rsidRPr="00345713">
        <w:t>) or (</w:t>
      </w:r>
      <w:r w:rsidR="000D585A" w:rsidRPr="00345713">
        <w:t>h</w:t>
      </w:r>
      <w:r w:rsidR="002D4A82" w:rsidRPr="00345713">
        <w:t>) of Article II.1</w:t>
      </w:r>
      <w:r w:rsidR="00B229FC" w:rsidRPr="00345713">
        <w:t>7</w:t>
      </w:r>
      <w:r w:rsidR="002D4A82" w:rsidRPr="00345713">
        <w:t>.3.1</w:t>
      </w:r>
      <w:r w:rsidR="007407E6" w:rsidRPr="00345713">
        <w:t>.</w:t>
      </w:r>
    </w:p>
    <w:p w14:paraId="78AD0929" w14:textId="77777777" w:rsidR="0003387A" w:rsidRPr="00345713" w:rsidRDefault="0003387A" w:rsidP="000669D7">
      <w:pPr>
        <w:pStyle w:val="Heading3"/>
      </w:pPr>
      <w:bookmarkStart w:id="73" w:name="_Toc441250849"/>
      <w:bookmarkStart w:id="74" w:name="_Toc530496943"/>
      <w:r w:rsidRPr="00345713">
        <w:t>II.</w:t>
      </w:r>
      <w:r w:rsidR="009B606A" w:rsidRPr="00345713">
        <w:t>1</w:t>
      </w:r>
      <w:r w:rsidR="00B229FC" w:rsidRPr="00345713">
        <w:t>6</w:t>
      </w:r>
      <w:r w:rsidRPr="00345713">
        <w:t>.</w:t>
      </w:r>
      <w:r w:rsidR="00A908C2" w:rsidRPr="00345713">
        <w:t>3</w:t>
      </w:r>
      <w:r w:rsidR="00043B7D" w:rsidRPr="00345713">
        <w:t xml:space="preserve"> </w:t>
      </w:r>
      <w:r w:rsidR="002508A0" w:rsidRPr="00345713">
        <w:tab/>
      </w:r>
      <w:r w:rsidRPr="00345713">
        <w:t>Effects of the suspension</w:t>
      </w:r>
      <w:bookmarkEnd w:id="73"/>
      <w:bookmarkEnd w:id="74"/>
    </w:p>
    <w:p w14:paraId="78AD092A" w14:textId="77777777" w:rsidR="00F15295" w:rsidRPr="00345713" w:rsidRDefault="0003387A" w:rsidP="000669D7">
      <w:r w:rsidRPr="00345713">
        <w:t xml:space="preserve">If the implementation of the </w:t>
      </w:r>
      <w:r w:rsidR="00F648C4" w:rsidRPr="00345713">
        <w:rPr>
          <w:i/>
        </w:rPr>
        <w:t>action</w:t>
      </w:r>
      <w:r w:rsidRPr="00345713">
        <w:t xml:space="preserve"> can be resumed and the </w:t>
      </w:r>
      <w:r w:rsidR="00952E98" w:rsidRPr="00345713">
        <w:t>Agreement</w:t>
      </w:r>
      <w:r w:rsidR="00B96671" w:rsidRPr="00345713">
        <w:t xml:space="preserve"> </w:t>
      </w:r>
      <w:r w:rsidR="0056216F">
        <w:t>has</w:t>
      </w:r>
      <w:r w:rsidR="0056216F" w:rsidRPr="00345713">
        <w:t xml:space="preserve"> </w:t>
      </w:r>
      <w:r w:rsidR="00B96671" w:rsidRPr="00345713">
        <w:t xml:space="preserve">not </w:t>
      </w:r>
      <w:r w:rsidR="0056216F">
        <w:t>b</w:t>
      </w:r>
      <w:r w:rsidR="00F247C8">
        <w:t>ee</w:t>
      </w:r>
      <w:r w:rsidR="0056216F">
        <w:t xml:space="preserve">n </w:t>
      </w:r>
      <w:r w:rsidR="00B96671" w:rsidRPr="00345713">
        <w:t>terminated</w:t>
      </w:r>
      <w:r w:rsidR="00B42D7C" w:rsidRPr="00345713">
        <w:t>,</w:t>
      </w:r>
      <w:r w:rsidR="003F0A4C" w:rsidRPr="00345713">
        <w:t xml:space="preserve"> </w:t>
      </w:r>
      <w:r w:rsidRPr="00345713">
        <w:t>a</w:t>
      </w:r>
      <w:r w:rsidR="006E042B" w:rsidRPr="00345713">
        <w:t>n</w:t>
      </w:r>
      <w:r w:rsidRPr="00345713">
        <w:t xml:space="preserve"> amendment to the </w:t>
      </w:r>
      <w:r w:rsidR="00952E98" w:rsidRPr="00345713">
        <w:t>Agreement</w:t>
      </w:r>
      <w:r w:rsidRPr="00345713">
        <w:t xml:space="preserve"> </w:t>
      </w:r>
      <w:r w:rsidR="002212A1" w:rsidRPr="00345713">
        <w:t>must</w:t>
      </w:r>
      <w:r w:rsidRPr="00345713">
        <w:t xml:space="preserve"> be </w:t>
      </w:r>
      <w:r w:rsidR="005566F1" w:rsidRPr="00345713">
        <w:t xml:space="preserve">made </w:t>
      </w:r>
      <w:r w:rsidRPr="00345713">
        <w:t xml:space="preserve">in accordance with </w:t>
      </w:r>
      <w:r w:rsidR="008D55F2" w:rsidRPr="00345713">
        <w:t>Article II.</w:t>
      </w:r>
      <w:r w:rsidR="002508A0" w:rsidRPr="00345713">
        <w:t>1</w:t>
      </w:r>
      <w:r w:rsidR="00B229FC" w:rsidRPr="00345713">
        <w:t>3</w:t>
      </w:r>
      <w:r w:rsidR="00514610" w:rsidRPr="00345713">
        <w:t xml:space="preserve"> </w:t>
      </w:r>
      <w:r w:rsidRPr="00345713">
        <w:t>in order to</w:t>
      </w:r>
      <w:r w:rsidR="00F15295" w:rsidRPr="00345713">
        <w:t>:</w:t>
      </w:r>
    </w:p>
    <w:p w14:paraId="78AD092B" w14:textId="77777777" w:rsidR="00F15295" w:rsidRPr="00345713" w:rsidRDefault="0045097A" w:rsidP="003A2A37">
      <w:pPr>
        <w:numPr>
          <w:ilvl w:val="0"/>
          <w:numId w:val="29"/>
        </w:numPr>
      </w:pPr>
      <w:r w:rsidRPr="00345713">
        <w:t>set</w:t>
      </w:r>
      <w:r w:rsidR="005566F1" w:rsidRPr="00345713">
        <w:t xml:space="preserve"> </w:t>
      </w:r>
      <w:r w:rsidR="0003387A" w:rsidRPr="00345713">
        <w:t xml:space="preserve">the date on which the </w:t>
      </w:r>
      <w:r w:rsidR="00F648C4" w:rsidRPr="00345713">
        <w:rPr>
          <w:i/>
        </w:rPr>
        <w:t>action</w:t>
      </w:r>
      <w:r w:rsidR="0003387A" w:rsidRPr="00345713">
        <w:t xml:space="preserve"> </w:t>
      </w:r>
      <w:r w:rsidR="003D2252" w:rsidRPr="00345713">
        <w:t>is to</w:t>
      </w:r>
      <w:r w:rsidR="0003387A" w:rsidRPr="00345713">
        <w:t xml:space="preserve"> be resumed</w:t>
      </w:r>
      <w:r w:rsidRPr="00345713">
        <w:t>;</w:t>
      </w:r>
    </w:p>
    <w:p w14:paraId="78AD092C" w14:textId="77777777" w:rsidR="00F15295" w:rsidRPr="00345713" w:rsidRDefault="0003387A" w:rsidP="003A2A37">
      <w:pPr>
        <w:numPr>
          <w:ilvl w:val="0"/>
          <w:numId w:val="29"/>
        </w:numPr>
      </w:pPr>
      <w:r w:rsidRPr="00345713">
        <w:t xml:space="preserve">extend the duration of the </w:t>
      </w:r>
      <w:r w:rsidR="00F648C4" w:rsidRPr="00345713">
        <w:rPr>
          <w:i/>
        </w:rPr>
        <w:t>action</w:t>
      </w:r>
      <w:r w:rsidR="0045097A" w:rsidRPr="00345713">
        <w:t>;</w:t>
      </w:r>
      <w:r w:rsidRPr="00345713">
        <w:t xml:space="preserve"> and</w:t>
      </w:r>
    </w:p>
    <w:p w14:paraId="78AD092D" w14:textId="77777777" w:rsidR="0003387A" w:rsidRPr="00345713" w:rsidRDefault="0045097A" w:rsidP="003A2A37">
      <w:pPr>
        <w:numPr>
          <w:ilvl w:val="0"/>
          <w:numId w:val="29"/>
        </w:numPr>
      </w:pPr>
      <w:r w:rsidRPr="00345713">
        <w:t>make other changes necessary to adapt t</w:t>
      </w:r>
      <w:r w:rsidR="00737FEC" w:rsidRPr="00345713">
        <w:t xml:space="preserve">he </w:t>
      </w:r>
      <w:r w:rsidR="00F648C4" w:rsidRPr="00345713">
        <w:rPr>
          <w:i/>
        </w:rPr>
        <w:t>action</w:t>
      </w:r>
      <w:r w:rsidR="00737FEC" w:rsidRPr="00345713">
        <w:t xml:space="preserve"> to the new situation.</w:t>
      </w:r>
    </w:p>
    <w:p w14:paraId="78AD092E" w14:textId="77777777" w:rsidR="00562965" w:rsidRPr="00345713" w:rsidRDefault="00562965" w:rsidP="000669D7">
      <w:r w:rsidRPr="00345713">
        <w:t>The suspension is lifted with effect from the resumption date set out in the amendment. This date may be before the date on which the amendment enters into force.</w:t>
      </w:r>
    </w:p>
    <w:p w14:paraId="78AD092F" w14:textId="77777777" w:rsidR="0003387A" w:rsidRPr="00345713" w:rsidRDefault="00562965" w:rsidP="000669D7">
      <w:r w:rsidRPr="00345713">
        <w:t>C</w:t>
      </w:r>
      <w:r w:rsidR="00120E5D" w:rsidRPr="00345713">
        <w:t>osts incurred d</w:t>
      </w:r>
      <w:r w:rsidR="0003387A" w:rsidRPr="00345713">
        <w:t>uring the period of suspension</w:t>
      </w:r>
      <w:r w:rsidR="00DB1F0A" w:rsidRPr="00345713">
        <w:t xml:space="preserve"> </w:t>
      </w:r>
      <w:r w:rsidR="00EA3EF9">
        <w:t>that relate to</w:t>
      </w:r>
      <w:r w:rsidR="00EA3EF9" w:rsidRPr="00345713">
        <w:t xml:space="preserve"> </w:t>
      </w:r>
      <w:r w:rsidR="009E526D" w:rsidRPr="00345713">
        <w:t xml:space="preserve">the </w:t>
      </w:r>
      <w:r w:rsidR="0011535C" w:rsidRPr="00345713">
        <w:t xml:space="preserve">implementation of </w:t>
      </w:r>
      <w:r w:rsidR="00DB1F0A" w:rsidRPr="00345713">
        <w:t xml:space="preserve">the suspended </w:t>
      </w:r>
      <w:r w:rsidR="00F648C4" w:rsidRPr="00345713">
        <w:rPr>
          <w:i/>
        </w:rPr>
        <w:t>action</w:t>
      </w:r>
      <w:r w:rsidR="00DB1F0A" w:rsidRPr="00345713">
        <w:t xml:space="preserve"> or the suspended part</w:t>
      </w:r>
      <w:r w:rsidRPr="00345713">
        <w:t xml:space="preserve"> of it</w:t>
      </w:r>
      <w:r w:rsidR="00DB1F0A" w:rsidRPr="00345713">
        <w:t xml:space="preserve"> </w:t>
      </w:r>
      <w:r w:rsidR="003D2252" w:rsidRPr="00345713">
        <w:t>may</w:t>
      </w:r>
      <w:r w:rsidR="0003387A" w:rsidRPr="00345713">
        <w:t xml:space="preserve"> </w:t>
      </w:r>
      <w:r w:rsidR="00F0298C" w:rsidRPr="00345713">
        <w:t xml:space="preserve">not </w:t>
      </w:r>
      <w:r w:rsidR="00DB1F0A" w:rsidRPr="00345713">
        <w:t xml:space="preserve">be </w:t>
      </w:r>
      <w:r w:rsidR="00F0298C" w:rsidRPr="00345713">
        <w:t>reimbursed or covered by the grant</w:t>
      </w:r>
      <w:r w:rsidR="00DB1F0A" w:rsidRPr="00345713">
        <w:t xml:space="preserve">. </w:t>
      </w:r>
      <w:r w:rsidR="0003387A" w:rsidRPr="00345713">
        <w:t xml:space="preserve"> </w:t>
      </w:r>
    </w:p>
    <w:p w14:paraId="78AD0930" w14:textId="77777777" w:rsidR="002429E2" w:rsidRPr="00345713" w:rsidRDefault="00F15295" w:rsidP="000669D7">
      <w:r w:rsidRPr="00345713">
        <w:t>Suspen</w:t>
      </w:r>
      <w:r w:rsidR="00EA3EF9">
        <w:t xml:space="preserve">ding </w:t>
      </w:r>
      <w:r w:rsidR="00EA3EF9" w:rsidRPr="00345713">
        <w:t>implementation</w:t>
      </w:r>
      <w:r w:rsidR="00EA3EF9">
        <w:t xml:space="preserve"> of</w:t>
      </w:r>
      <w:r w:rsidRPr="00345713">
        <w:t xml:space="preserve"> the </w:t>
      </w:r>
      <w:r w:rsidR="00F648C4" w:rsidRPr="00345713">
        <w:rPr>
          <w:i/>
        </w:rPr>
        <w:t>action</w:t>
      </w:r>
      <w:r w:rsidRPr="00345713">
        <w:t xml:space="preserve"> does not affect the </w:t>
      </w:r>
      <w:r w:rsidR="00562965" w:rsidRPr="00345713">
        <w:t>Commission</w:t>
      </w:r>
      <w:r w:rsidR="008021C5" w:rsidRPr="00345713">
        <w:t>’</w:t>
      </w:r>
      <w:r w:rsidRPr="00345713">
        <w:t xml:space="preserve">s right to terminate the Agreement or </w:t>
      </w:r>
      <w:r w:rsidR="00EA3EF9">
        <w:t xml:space="preserve">to terminate the </w:t>
      </w:r>
      <w:r w:rsidRPr="00345713">
        <w:t>participation of a beneficiary</w:t>
      </w:r>
      <w:r w:rsidR="00562965" w:rsidRPr="00345713">
        <w:t xml:space="preserve"> in accordance with Article II.1</w:t>
      </w:r>
      <w:r w:rsidR="00B229FC" w:rsidRPr="00345713">
        <w:t>7</w:t>
      </w:r>
      <w:r w:rsidR="00562965" w:rsidRPr="00345713">
        <w:t>.3</w:t>
      </w:r>
      <w:r w:rsidRPr="00345713">
        <w:t>, reduce the grant or recover amounts unduly paid</w:t>
      </w:r>
      <w:r w:rsidR="002429E2" w:rsidRPr="00345713">
        <w:t xml:space="preserve"> in accordance with Articles II.25.4 and II.26.</w:t>
      </w:r>
    </w:p>
    <w:p w14:paraId="78AD0931" w14:textId="77777777" w:rsidR="000E32F0" w:rsidRPr="00345713" w:rsidRDefault="000E32F0" w:rsidP="000669D7">
      <w:r w:rsidRPr="00345713">
        <w:t>Neither party may claim damages due to suspension by the other party.</w:t>
      </w:r>
    </w:p>
    <w:p w14:paraId="78AD0932" w14:textId="77777777" w:rsidR="00C75428" w:rsidRPr="00345713" w:rsidRDefault="000A4F91" w:rsidP="000669D7">
      <w:pPr>
        <w:pStyle w:val="Heading2"/>
      </w:pPr>
      <w:bookmarkStart w:id="75" w:name="_Toc441250850"/>
      <w:bookmarkStart w:id="76" w:name="_Toc530496944"/>
      <w:r w:rsidRPr="00345713">
        <w:t xml:space="preserve">Article </w:t>
      </w:r>
      <w:r w:rsidR="00C75428" w:rsidRPr="00345713">
        <w:t>II.</w:t>
      </w:r>
      <w:r w:rsidR="009B606A" w:rsidRPr="00345713">
        <w:t>1</w:t>
      </w:r>
      <w:r w:rsidR="00B229FC" w:rsidRPr="00345713">
        <w:t>7</w:t>
      </w:r>
      <w:r w:rsidR="00C75428" w:rsidRPr="00345713">
        <w:t xml:space="preserve"> </w:t>
      </w:r>
      <w:r w:rsidR="00345713">
        <w:rPr>
          <w:rFonts w:hint="eastAsia"/>
        </w:rPr>
        <w:t>—</w:t>
      </w:r>
      <w:r w:rsidR="00C75428" w:rsidRPr="00345713">
        <w:t xml:space="preserve"> T</w:t>
      </w:r>
      <w:r w:rsidR="000669D7" w:rsidRPr="00345713">
        <w:t>ermination of the ageement</w:t>
      </w:r>
      <w:bookmarkEnd w:id="75"/>
      <w:bookmarkEnd w:id="76"/>
    </w:p>
    <w:p w14:paraId="78AD0933" w14:textId="77777777" w:rsidR="00C75428" w:rsidRPr="00345713" w:rsidRDefault="009B606A" w:rsidP="00D047ED">
      <w:pPr>
        <w:pStyle w:val="Heading3"/>
        <w:ind w:left="851" w:hanging="851"/>
      </w:pPr>
      <w:bookmarkStart w:id="77" w:name="_Toc441250851"/>
      <w:bookmarkStart w:id="78" w:name="_Toc530496945"/>
      <w:r w:rsidRPr="00345713">
        <w:t>II.1</w:t>
      </w:r>
      <w:r w:rsidR="00B229FC" w:rsidRPr="00345713">
        <w:t>7</w:t>
      </w:r>
      <w:r w:rsidR="00C75428" w:rsidRPr="00345713">
        <w:t>.1</w:t>
      </w:r>
      <w:r w:rsidR="002508A0" w:rsidRPr="00345713">
        <w:tab/>
      </w:r>
      <w:r w:rsidR="00C75428" w:rsidRPr="00345713">
        <w:t xml:space="preserve">Termination of the </w:t>
      </w:r>
      <w:r w:rsidR="00952E98" w:rsidRPr="00345713">
        <w:t>Agreement</w:t>
      </w:r>
      <w:r w:rsidR="00C75428" w:rsidRPr="00345713">
        <w:t xml:space="preserve"> by the </w:t>
      </w:r>
      <w:r w:rsidR="00FC44DC" w:rsidRPr="00345713">
        <w:t>coordinator</w:t>
      </w:r>
      <w:bookmarkEnd w:id="77"/>
      <w:bookmarkEnd w:id="78"/>
    </w:p>
    <w:p w14:paraId="78AD0934" w14:textId="77777777" w:rsidR="00BD3D18" w:rsidRPr="00345713" w:rsidRDefault="00BD3D18" w:rsidP="001A2CAB">
      <w:r w:rsidRPr="00345713">
        <w:t>The beneficiaries may terminate the Agreement.</w:t>
      </w:r>
    </w:p>
    <w:p w14:paraId="78AD0935" w14:textId="77777777" w:rsidR="00BD3D18" w:rsidRPr="00345713" w:rsidRDefault="00BD3D18" w:rsidP="001A2CAB">
      <w:r w:rsidRPr="00345713">
        <w:t xml:space="preserve">The coordinator must </w:t>
      </w:r>
      <w:r w:rsidR="00CD2788" w:rsidRPr="00345713">
        <w:t xml:space="preserve">send a </w:t>
      </w:r>
      <w:r w:rsidRPr="00345713">
        <w:rPr>
          <w:i/>
        </w:rPr>
        <w:t>formal notif</w:t>
      </w:r>
      <w:r w:rsidR="00CD2788" w:rsidRPr="00345713">
        <w:rPr>
          <w:i/>
        </w:rPr>
        <w:t>ication</w:t>
      </w:r>
      <w:r w:rsidR="00CD2788" w:rsidRPr="00345713">
        <w:t xml:space="preserve"> of</w:t>
      </w:r>
      <w:r w:rsidRPr="00345713">
        <w:t xml:space="preserve"> termination to the Commission, stating:</w:t>
      </w:r>
    </w:p>
    <w:p w14:paraId="78AD0936" w14:textId="77777777" w:rsidR="00BD3D18" w:rsidRPr="00345713" w:rsidRDefault="00BD3D18" w:rsidP="003A2A37">
      <w:pPr>
        <w:numPr>
          <w:ilvl w:val="0"/>
          <w:numId w:val="30"/>
        </w:numPr>
      </w:pPr>
      <w:r w:rsidRPr="00345713">
        <w:t>the reasons for termination</w:t>
      </w:r>
      <w:r w:rsidR="00241019">
        <w:t>;</w:t>
      </w:r>
      <w:r w:rsidRPr="00345713">
        <w:t xml:space="preserve"> and</w:t>
      </w:r>
    </w:p>
    <w:p w14:paraId="78AD0937" w14:textId="77777777" w:rsidR="00BD3D18" w:rsidRPr="00345713" w:rsidRDefault="00BD3D18" w:rsidP="003A2A37">
      <w:pPr>
        <w:numPr>
          <w:ilvl w:val="0"/>
          <w:numId w:val="30"/>
        </w:numPr>
      </w:pPr>
      <w:r w:rsidRPr="00345713">
        <w:t>the date on which the termination takes effect.</w:t>
      </w:r>
      <w:r w:rsidRPr="00345713" w:rsidDel="006D727F">
        <w:t xml:space="preserve"> </w:t>
      </w:r>
      <w:r w:rsidRPr="00345713">
        <w:t xml:space="preserve">This date must be </w:t>
      </w:r>
      <w:r w:rsidR="00737FEC" w:rsidRPr="00345713">
        <w:t xml:space="preserve">set </w:t>
      </w:r>
      <w:r w:rsidRPr="00345713">
        <w:t xml:space="preserve">after the </w:t>
      </w:r>
      <w:r w:rsidR="00CD2788" w:rsidRPr="00345713">
        <w:rPr>
          <w:i/>
        </w:rPr>
        <w:t xml:space="preserve">formal </w:t>
      </w:r>
      <w:r w:rsidRPr="00345713">
        <w:rPr>
          <w:i/>
        </w:rPr>
        <w:t>notification</w:t>
      </w:r>
      <w:r w:rsidR="00A55371" w:rsidRPr="00345713">
        <w:rPr>
          <w:i/>
        </w:rPr>
        <w:t>.</w:t>
      </w:r>
    </w:p>
    <w:p w14:paraId="78AD0938" w14:textId="77777777" w:rsidR="00BD3D18" w:rsidRPr="00345713" w:rsidRDefault="00BD3D18" w:rsidP="001A2CAB">
      <w:r w:rsidRPr="00345713">
        <w:t xml:space="preserve">If </w:t>
      </w:r>
      <w:r w:rsidR="00241019">
        <w:t xml:space="preserve">the coordinator does not state the </w:t>
      </w:r>
      <w:r w:rsidRPr="00345713">
        <w:t xml:space="preserve">reasons </w:t>
      </w:r>
      <w:r w:rsidR="00241019">
        <w:t>for the termination</w:t>
      </w:r>
      <w:r w:rsidRPr="00345713">
        <w:t xml:space="preserve"> or if the Commission considers </w:t>
      </w:r>
      <w:r w:rsidR="006F35E5">
        <w:t xml:space="preserve">that </w:t>
      </w:r>
      <w:r w:rsidRPr="00345713">
        <w:t>the reasons do not justify termination, the Agreement</w:t>
      </w:r>
      <w:r w:rsidR="0005750B" w:rsidRPr="00345713">
        <w:t xml:space="preserve"> is </w:t>
      </w:r>
      <w:r w:rsidRPr="00345713">
        <w:t>considered to have been terminated improperly.</w:t>
      </w:r>
    </w:p>
    <w:p w14:paraId="78AD0939" w14:textId="77777777" w:rsidR="00BD3D18" w:rsidRPr="00345713" w:rsidRDefault="00BD3D18" w:rsidP="001A2CAB">
      <w:r w:rsidRPr="00345713">
        <w:t>The termination take</w:t>
      </w:r>
      <w:r w:rsidR="0005750B" w:rsidRPr="00345713">
        <w:t>s</w:t>
      </w:r>
      <w:r w:rsidRPr="00345713">
        <w:t xml:space="preserve"> effect on the day specified in the </w:t>
      </w:r>
      <w:r w:rsidR="009048FB" w:rsidRPr="00345713">
        <w:rPr>
          <w:i/>
        </w:rPr>
        <w:t xml:space="preserve">formal </w:t>
      </w:r>
      <w:r w:rsidRPr="00345713">
        <w:rPr>
          <w:i/>
        </w:rPr>
        <w:t>notification</w:t>
      </w:r>
      <w:r w:rsidRPr="00345713">
        <w:t>.</w:t>
      </w:r>
    </w:p>
    <w:p w14:paraId="78AD093A" w14:textId="77777777" w:rsidR="00C75428" w:rsidRPr="00345713" w:rsidRDefault="009B606A" w:rsidP="00D047ED">
      <w:pPr>
        <w:pStyle w:val="Heading3"/>
        <w:ind w:left="851" w:hanging="851"/>
        <w:jc w:val="both"/>
      </w:pPr>
      <w:bookmarkStart w:id="79" w:name="_Toc441250852"/>
      <w:bookmarkStart w:id="80" w:name="_Toc530496946"/>
      <w:r w:rsidRPr="00345713">
        <w:t>II.1</w:t>
      </w:r>
      <w:r w:rsidR="00B229FC" w:rsidRPr="00345713">
        <w:t>7</w:t>
      </w:r>
      <w:r w:rsidR="00C75428" w:rsidRPr="00345713">
        <w:t>.2</w:t>
      </w:r>
      <w:r w:rsidR="002508A0" w:rsidRPr="00345713">
        <w:tab/>
      </w:r>
      <w:r w:rsidR="00C75428" w:rsidRPr="00345713">
        <w:t xml:space="preserve">Termination of the participation of </w:t>
      </w:r>
      <w:r w:rsidR="00F101AE" w:rsidRPr="00345713">
        <w:t xml:space="preserve">one or more beneficiaries </w:t>
      </w:r>
      <w:r w:rsidR="00B215CF" w:rsidRPr="00345713">
        <w:t>by the coordinator</w:t>
      </w:r>
      <w:bookmarkEnd w:id="79"/>
      <w:bookmarkEnd w:id="80"/>
    </w:p>
    <w:p w14:paraId="78AD093B" w14:textId="77777777" w:rsidR="00BD3D18" w:rsidRPr="00345713" w:rsidRDefault="00BD3D18" w:rsidP="001A2CAB">
      <w:r w:rsidRPr="00345713">
        <w:t xml:space="preserve">The participation of one or more beneficiaries may be terminated by the coordinator </w:t>
      </w:r>
      <w:r w:rsidR="006F35E5">
        <w:t>at the</w:t>
      </w:r>
      <w:r w:rsidR="006F35E5" w:rsidRPr="00345713">
        <w:t xml:space="preserve"> </w:t>
      </w:r>
      <w:r w:rsidRPr="00345713">
        <w:t>request of the beneficiary concerned or on behalf of the other beneficiaries.</w:t>
      </w:r>
    </w:p>
    <w:p w14:paraId="78AD093C" w14:textId="77777777" w:rsidR="00BD3D18" w:rsidRPr="00345713" w:rsidRDefault="00BD3D18" w:rsidP="001A2CAB">
      <w:r w:rsidRPr="00345713">
        <w:t xml:space="preserve">The coordinator must </w:t>
      </w:r>
      <w:r w:rsidR="00A55371" w:rsidRPr="00345713">
        <w:t xml:space="preserve">send a </w:t>
      </w:r>
      <w:r w:rsidRPr="00345713">
        <w:rPr>
          <w:i/>
        </w:rPr>
        <w:t>formal notif</w:t>
      </w:r>
      <w:r w:rsidR="009048FB" w:rsidRPr="00345713">
        <w:rPr>
          <w:i/>
        </w:rPr>
        <w:t>ication</w:t>
      </w:r>
      <w:r w:rsidR="009048FB" w:rsidRPr="00345713">
        <w:t xml:space="preserve"> of</w:t>
      </w:r>
      <w:r w:rsidRPr="00345713">
        <w:t xml:space="preserve"> termination to the Commission and inform the beneficiary concerned</w:t>
      </w:r>
      <w:r w:rsidR="00050C07" w:rsidRPr="00345713">
        <w:t xml:space="preserve"> by termination</w:t>
      </w:r>
      <w:r w:rsidRPr="00345713">
        <w:t>.</w:t>
      </w:r>
    </w:p>
    <w:p w14:paraId="78AD093D" w14:textId="77777777" w:rsidR="00BD3D18" w:rsidRPr="00345713" w:rsidRDefault="00BD3D18" w:rsidP="001A2CAB">
      <w:r w:rsidRPr="00345713">
        <w:t xml:space="preserve">If the coordinator’s participation is terminated without its agreement, the </w:t>
      </w:r>
      <w:r w:rsidRPr="00345713">
        <w:rPr>
          <w:i/>
        </w:rPr>
        <w:t>formal notification</w:t>
      </w:r>
      <w:r w:rsidRPr="00345713">
        <w:t xml:space="preserve"> must be </w:t>
      </w:r>
      <w:r w:rsidR="00C46273" w:rsidRPr="00345713">
        <w:t>submitted</w:t>
      </w:r>
      <w:r w:rsidRPr="00345713">
        <w:t xml:space="preserve"> by another beneficiary (acting on behalf of the other beneficiaries).</w:t>
      </w:r>
    </w:p>
    <w:p w14:paraId="78AD093E" w14:textId="77777777" w:rsidR="00BD3D18" w:rsidRPr="00345713" w:rsidRDefault="00BD3D18" w:rsidP="001A2CAB">
      <w:r w:rsidRPr="00345713">
        <w:t xml:space="preserve">The </w:t>
      </w:r>
      <w:r w:rsidR="009048FB" w:rsidRPr="00345713">
        <w:rPr>
          <w:i/>
        </w:rPr>
        <w:t xml:space="preserve">formal </w:t>
      </w:r>
      <w:r w:rsidRPr="00345713">
        <w:rPr>
          <w:i/>
        </w:rPr>
        <w:t>notification</w:t>
      </w:r>
      <w:r w:rsidRPr="00345713">
        <w:t xml:space="preserve"> must include:</w:t>
      </w:r>
    </w:p>
    <w:p w14:paraId="78AD093F" w14:textId="77777777" w:rsidR="00BD3D18" w:rsidRPr="00345713" w:rsidRDefault="00BD3D18" w:rsidP="003A2A37">
      <w:pPr>
        <w:numPr>
          <w:ilvl w:val="0"/>
          <w:numId w:val="31"/>
        </w:numPr>
      </w:pPr>
      <w:r w:rsidRPr="00345713">
        <w:t xml:space="preserve">the reasons </w:t>
      </w:r>
      <w:r w:rsidR="000B6829" w:rsidRPr="00345713">
        <w:t>for termination</w:t>
      </w:r>
      <w:r w:rsidRPr="00345713">
        <w:t>;</w:t>
      </w:r>
    </w:p>
    <w:p w14:paraId="78AD0940" w14:textId="77777777" w:rsidR="00BD3D18" w:rsidRPr="00345713" w:rsidRDefault="00BD3D18" w:rsidP="003A2A37">
      <w:pPr>
        <w:numPr>
          <w:ilvl w:val="0"/>
          <w:numId w:val="31"/>
        </w:numPr>
      </w:pPr>
      <w:r w:rsidRPr="00345713">
        <w:t xml:space="preserve">the opinion of the beneficiary concerned </w:t>
      </w:r>
      <w:r w:rsidR="000E6094" w:rsidRPr="00345713">
        <w:t xml:space="preserve">by termination </w:t>
      </w:r>
      <w:r w:rsidRPr="00345713">
        <w:t>(or proof that this opinion has been requested in writing);</w:t>
      </w:r>
    </w:p>
    <w:p w14:paraId="78AD0941" w14:textId="77777777" w:rsidR="00BD3D18" w:rsidRPr="00345713" w:rsidRDefault="00BD3D18" w:rsidP="003A2A37">
      <w:pPr>
        <w:numPr>
          <w:ilvl w:val="0"/>
          <w:numId w:val="31"/>
        </w:numPr>
      </w:pPr>
      <w:r w:rsidRPr="00345713">
        <w:t>the date</w:t>
      </w:r>
      <w:r w:rsidR="000B6829" w:rsidRPr="00345713">
        <w:t xml:space="preserve"> on which</w:t>
      </w:r>
      <w:r w:rsidRPr="00345713">
        <w:t xml:space="preserve"> the termination takes effect. This date must be</w:t>
      </w:r>
      <w:r w:rsidR="00737FEC" w:rsidRPr="00345713">
        <w:t xml:space="preserve"> set</w:t>
      </w:r>
      <w:r w:rsidRPr="00345713">
        <w:t xml:space="preserve"> after the </w:t>
      </w:r>
      <w:r w:rsidR="009048FB" w:rsidRPr="00345713">
        <w:rPr>
          <w:i/>
        </w:rPr>
        <w:t xml:space="preserve">formal </w:t>
      </w:r>
      <w:r w:rsidRPr="00345713">
        <w:rPr>
          <w:i/>
        </w:rPr>
        <w:t>notification</w:t>
      </w:r>
      <w:r w:rsidR="00241019">
        <w:t>;</w:t>
      </w:r>
      <w:r w:rsidR="00241019" w:rsidRPr="00345713">
        <w:t xml:space="preserve"> </w:t>
      </w:r>
      <w:r w:rsidRPr="00345713">
        <w:t>and</w:t>
      </w:r>
    </w:p>
    <w:p w14:paraId="78AD0942" w14:textId="77777777" w:rsidR="00D83AD3" w:rsidRPr="00345713" w:rsidRDefault="00D83AD3" w:rsidP="003A2A37">
      <w:pPr>
        <w:numPr>
          <w:ilvl w:val="0"/>
          <w:numId w:val="31"/>
        </w:numPr>
      </w:pPr>
      <w:r w:rsidRPr="00345713">
        <w:t xml:space="preserve">a request for </w:t>
      </w:r>
      <w:r w:rsidRPr="00ED518C">
        <w:t>amendment</w:t>
      </w:r>
      <w:r w:rsidR="00F21EC7" w:rsidRPr="00ED518C">
        <w:t xml:space="preserve"> </w:t>
      </w:r>
      <w:r w:rsidR="00ED518C">
        <w:t xml:space="preserve">as provided for in </w:t>
      </w:r>
      <w:r w:rsidR="00912068" w:rsidRPr="00345713">
        <w:t>Article II.17</w:t>
      </w:r>
      <w:r w:rsidR="00F21EC7" w:rsidRPr="00345713">
        <w:t>.4.2(a)</w:t>
      </w:r>
      <w:r w:rsidR="00FB0DE2" w:rsidRPr="00345713">
        <w:t>.</w:t>
      </w:r>
    </w:p>
    <w:p w14:paraId="78AD0943" w14:textId="77777777" w:rsidR="00BD3D18" w:rsidRPr="00345713" w:rsidRDefault="00BD3D18" w:rsidP="001A2CAB">
      <w:r w:rsidRPr="00345713">
        <w:t xml:space="preserve">If </w:t>
      </w:r>
      <w:r w:rsidR="00241019" w:rsidRPr="00241019">
        <w:t xml:space="preserve">the coordinator </w:t>
      </w:r>
      <w:r w:rsidR="00241019">
        <w:t xml:space="preserve">or beneficiary </w:t>
      </w:r>
      <w:r w:rsidR="00241019" w:rsidRPr="00241019">
        <w:t xml:space="preserve">does not state the </w:t>
      </w:r>
      <w:r w:rsidR="0005750B" w:rsidRPr="00345713">
        <w:t xml:space="preserve">reasons </w:t>
      </w:r>
      <w:r w:rsidR="00241019">
        <w:t>for the termination</w:t>
      </w:r>
      <w:r w:rsidRPr="00345713">
        <w:t xml:space="preserve"> or if the </w:t>
      </w:r>
      <w:r w:rsidR="0005750B" w:rsidRPr="00345713">
        <w:t>Commission</w:t>
      </w:r>
      <w:r w:rsidRPr="00345713">
        <w:t xml:space="preserve"> considers that the reasons do not justify termination, the participation will be considered to have been terminated improperly.</w:t>
      </w:r>
    </w:p>
    <w:p w14:paraId="78AD0944" w14:textId="77777777" w:rsidR="006E0116" w:rsidRPr="00345713" w:rsidRDefault="00BD3D18" w:rsidP="001A2CAB">
      <w:r w:rsidRPr="00345713">
        <w:t>The termination take</w:t>
      </w:r>
      <w:r w:rsidR="006E0116" w:rsidRPr="00345713">
        <w:t>s</w:t>
      </w:r>
      <w:r w:rsidRPr="00345713">
        <w:t xml:space="preserve"> effect on the day specified in the </w:t>
      </w:r>
      <w:r w:rsidR="009048FB" w:rsidRPr="00345713">
        <w:rPr>
          <w:i/>
        </w:rPr>
        <w:t xml:space="preserve">formal </w:t>
      </w:r>
      <w:r w:rsidRPr="00345713">
        <w:rPr>
          <w:i/>
        </w:rPr>
        <w:t>notification</w:t>
      </w:r>
      <w:r w:rsidR="00A55371" w:rsidRPr="00345713">
        <w:rPr>
          <w:i/>
        </w:rPr>
        <w:t>.</w:t>
      </w:r>
    </w:p>
    <w:p w14:paraId="78AD0945" w14:textId="77777777" w:rsidR="00C75428" w:rsidRPr="00345713" w:rsidRDefault="00C75428" w:rsidP="00D047ED">
      <w:pPr>
        <w:pStyle w:val="Heading3"/>
        <w:ind w:left="851" w:hanging="851"/>
        <w:jc w:val="both"/>
      </w:pPr>
      <w:bookmarkStart w:id="81" w:name="_Toc441250853"/>
      <w:bookmarkStart w:id="82" w:name="_Toc530496947"/>
      <w:r w:rsidRPr="00345713">
        <w:t>II.</w:t>
      </w:r>
      <w:r w:rsidR="009B606A" w:rsidRPr="00345713">
        <w:t>1</w:t>
      </w:r>
      <w:r w:rsidR="00B229FC" w:rsidRPr="00345713">
        <w:t>7</w:t>
      </w:r>
      <w:r w:rsidRPr="00345713">
        <w:t>.3</w:t>
      </w:r>
      <w:r w:rsidR="000F6F09" w:rsidRPr="00345713">
        <w:tab/>
      </w:r>
      <w:r w:rsidR="00AF13B5" w:rsidRPr="00345713">
        <w:t>T</w:t>
      </w:r>
      <w:r w:rsidRPr="00345713">
        <w:t xml:space="preserve">ermination </w:t>
      </w:r>
      <w:r w:rsidR="0023214F" w:rsidRPr="00345713">
        <w:t xml:space="preserve">of the </w:t>
      </w:r>
      <w:r w:rsidR="00952E98" w:rsidRPr="00345713">
        <w:t>Agreement</w:t>
      </w:r>
      <w:r w:rsidR="0023214F" w:rsidRPr="00345713">
        <w:t xml:space="preserve"> or the participation of </w:t>
      </w:r>
      <w:r w:rsidR="00263D16" w:rsidRPr="00345713">
        <w:t>one or more</w:t>
      </w:r>
      <w:r w:rsidR="0023214F" w:rsidRPr="00345713">
        <w:t xml:space="preserve"> beneficiar</w:t>
      </w:r>
      <w:r w:rsidR="00263D16" w:rsidRPr="00345713">
        <w:t>ies</w:t>
      </w:r>
      <w:r w:rsidR="0023214F" w:rsidRPr="00345713">
        <w:t xml:space="preserve"> </w:t>
      </w:r>
      <w:r w:rsidRPr="00345713">
        <w:t>by the Commission</w:t>
      </w:r>
      <w:bookmarkEnd w:id="81"/>
      <w:bookmarkEnd w:id="82"/>
    </w:p>
    <w:p w14:paraId="78AD0946" w14:textId="77777777" w:rsidR="00F2700A" w:rsidRPr="00D047ED" w:rsidRDefault="005C3A15" w:rsidP="001A2CAB">
      <w:pPr>
        <w:pStyle w:val="Heading4"/>
      </w:pPr>
      <w:r w:rsidRPr="00D047ED">
        <w:t>II.1</w:t>
      </w:r>
      <w:r w:rsidR="00B229FC" w:rsidRPr="00D047ED">
        <w:t>7</w:t>
      </w:r>
      <w:r w:rsidRPr="00D047ED">
        <w:t>.3.1</w:t>
      </w:r>
      <w:r w:rsidR="005E2F10" w:rsidRPr="00D047ED">
        <w:tab/>
      </w:r>
      <w:r w:rsidR="00F2700A" w:rsidRPr="00D047ED">
        <w:t>Grounds for termination</w:t>
      </w:r>
    </w:p>
    <w:p w14:paraId="78AD0947" w14:textId="77777777" w:rsidR="00C75428" w:rsidRPr="00345713" w:rsidRDefault="00C75428" w:rsidP="001A2CAB">
      <w:r w:rsidRPr="00345713">
        <w:t xml:space="preserve">The Commission may terminate the </w:t>
      </w:r>
      <w:r w:rsidR="00952E98" w:rsidRPr="00345713">
        <w:t>Agreement</w:t>
      </w:r>
      <w:r w:rsidRPr="00345713">
        <w:t xml:space="preserve"> or the participation of any one or several beneficiaries</w:t>
      </w:r>
      <w:r w:rsidR="00644BB7" w:rsidRPr="00345713">
        <w:t>, if</w:t>
      </w:r>
      <w:r w:rsidRPr="00345713">
        <w:t>:</w:t>
      </w:r>
    </w:p>
    <w:p w14:paraId="78AD0948" w14:textId="70153E84" w:rsidR="00C75428" w:rsidRPr="00345713" w:rsidRDefault="00C75428" w:rsidP="00402D09">
      <w:pPr>
        <w:numPr>
          <w:ilvl w:val="0"/>
          <w:numId w:val="32"/>
        </w:numPr>
        <w:spacing w:after="240" w:afterAutospacing="0"/>
        <w:ind w:left="714" w:hanging="357"/>
      </w:pPr>
      <w:r w:rsidRPr="00345713">
        <w:t xml:space="preserve">a change to the beneficiary’s legal, financial, technical, organisational or ownership situation is likely to affect the implementation of the </w:t>
      </w:r>
      <w:r w:rsidR="00952E98" w:rsidRPr="00345713">
        <w:t>Agreement</w:t>
      </w:r>
      <w:r w:rsidRPr="00345713">
        <w:t xml:space="preserve"> substantially or call</w:t>
      </w:r>
      <w:r w:rsidR="00290C39" w:rsidRPr="00345713">
        <w:t>s</w:t>
      </w:r>
      <w:r w:rsidRPr="00345713">
        <w:t xml:space="preserve"> into question the decision to award the grant</w:t>
      </w:r>
      <w:r w:rsidR="000F7FBA">
        <w:t>, or a</w:t>
      </w:r>
      <w:r w:rsidR="000F7FBA" w:rsidRPr="000F7FBA">
        <w:t xml:space="preserve"> change regarding the exclusion situations listed in Article 136 of Regulation (EU) 2018/1046, </w:t>
      </w:r>
      <w:r w:rsidR="000F7FBA">
        <w:t xml:space="preserve">that calls </w:t>
      </w:r>
      <w:r w:rsidR="000F7FBA" w:rsidRPr="000F7FBA">
        <w:t>into question the decision to award the grant</w:t>
      </w:r>
      <w:r w:rsidRPr="00345713">
        <w:t>;</w:t>
      </w:r>
    </w:p>
    <w:p w14:paraId="78AD0949" w14:textId="77777777" w:rsidR="00C75428" w:rsidRPr="00345713" w:rsidRDefault="00290C39" w:rsidP="00402D09">
      <w:pPr>
        <w:numPr>
          <w:ilvl w:val="0"/>
          <w:numId w:val="32"/>
        </w:numPr>
        <w:spacing w:after="240" w:afterAutospacing="0"/>
        <w:ind w:left="714" w:hanging="357"/>
      </w:pPr>
      <w:r w:rsidRPr="00345713">
        <w:t>following the</w:t>
      </w:r>
      <w:r w:rsidR="00C75428" w:rsidRPr="00345713">
        <w:t xml:space="preserve"> termination of the participation of </w:t>
      </w:r>
      <w:r w:rsidR="00DF35DF" w:rsidRPr="00345713">
        <w:t>any one or several</w:t>
      </w:r>
      <w:r w:rsidR="00C75428" w:rsidRPr="00345713">
        <w:t xml:space="preserve"> beneficiaries, the </w:t>
      </w:r>
      <w:r w:rsidR="0067521A" w:rsidRPr="00345713">
        <w:t xml:space="preserve">necessary </w:t>
      </w:r>
      <w:r w:rsidR="00C75428" w:rsidRPr="00345713">
        <w:t xml:space="preserve">modifications to the </w:t>
      </w:r>
      <w:r w:rsidR="00952E98" w:rsidRPr="00345713">
        <w:t>Agreement</w:t>
      </w:r>
      <w:r w:rsidR="0067521A" w:rsidRPr="00345713">
        <w:t xml:space="preserve"> </w:t>
      </w:r>
      <w:r w:rsidR="00CC3483" w:rsidRPr="00345713">
        <w:t xml:space="preserve">would </w:t>
      </w:r>
      <w:r w:rsidR="00C75428" w:rsidRPr="00345713">
        <w:t xml:space="preserve">call into question the decision awarding the grant or </w:t>
      </w:r>
      <w:r w:rsidR="00CC3483" w:rsidRPr="00345713">
        <w:t xml:space="preserve">would </w:t>
      </w:r>
      <w:r w:rsidR="00C75428" w:rsidRPr="00345713">
        <w:t>result in</w:t>
      </w:r>
      <w:r w:rsidR="0067521A" w:rsidRPr="00345713">
        <w:t xml:space="preserve"> </w:t>
      </w:r>
      <w:r w:rsidR="00C75428" w:rsidRPr="00345713">
        <w:t>unequal treatment of applicants;</w:t>
      </w:r>
    </w:p>
    <w:p w14:paraId="78AD094A" w14:textId="77777777" w:rsidR="00C75428" w:rsidRPr="00345713" w:rsidRDefault="00C75428" w:rsidP="00402D09">
      <w:pPr>
        <w:numPr>
          <w:ilvl w:val="0"/>
          <w:numId w:val="32"/>
        </w:numPr>
        <w:spacing w:after="240" w:afterAutospacing="0"/>
        <w:ind w:left="714" w:hanging="357"/>
      </w:pPr>
      <w:r w:rsidRPr="00345713">
        <w:t>the beneficiaries</w:t>
      </w:r>
      <w:r w:rsidR="001561AF">
        <w:t xml:space="preserve">, any </w:t>
      </w:r>
      <w:r w:rsidR="001561AF" w:rsidRPr="00EB2E6A">
        <w:rPr>
          <w:i/>
        </w:rPr>
        <w:t>related person</w:t>
      </w:r>
      <w:r w:rsidR="00644CD8">
        <w:t xml:space="preserve"> or any natural </w:t>
      </w:r>
      <w:r w:rsidR="00644CD8" w:rsidRPr="00644CD8">
        <w:t>person who is essential for the award or for the imp</w:t>
      </w:r>
      <w:r w:rsidR="00644CD8">
        <w:t>lementation of the Agreement have</w:t>
      </w:r>
      <w:r w:rsidR="00644CD8" w:rsidRPr="00644CD8">
        <w:t xml:space="preserve"> committed</w:t>
      </w:r>
      <w:r w:rsidR="00644CD8">
        <w:t xml:space="preserve"> serious </w:t>
      </w:r>
      <w:r w:rsidR="00644CD8" w:rsidRPr="00EB2E6A">
        <w:rPr>
          <w:i/>
        </w:rPr>
        <w:t>breach of obligations</w:t>
      </w:r>
      <w:r w:rsidR="00644CD8">
        <w:t xml:space="preserve">, including improper implementation of </w:t>
      </w:r>
      <w:r w:rsidRPr="00345713">
        <w:t xml:space="preserve">the </w:t>
      </w:r>
      <w:r w:rsidR="00F648C4" w:rsidRPr="00345713">
        <w:rPr>
          <w:i/>
        </w:rPr>
        <w:t>action</w:t>
      </w:r>
      <w:r w:rsidRPr="00345713">
        <w:t xml:space="preserve"> as </w:t>
      </w:r>
      <w:r w:rsidR="00EB7716">
        <w:t>described</w:t>
      </w:r>
      <w:r w:rsidR="002161C9">
        <w:t xml:space="preserve"> </w:t>
      </w:r>
      <w:r w:rsidRPr="00345713">
        <w:t>in Annex I;</w:t>
      </w:r>
    </w:p>
    <w:p w14:paraId="78AD094B" w14:textId="77777777" w:rsidR="00915330" w:rsidRPr="00345713" w:rsidRDefault="00652E94" w:rsidP="003A2A37">
      <w:pPr>
        <w:numPr>
          <w:ilvl w:val="0"/>
          <w:numId w:val="32"/>
        </w:numPr>
      </w:pPr>
      <w:r w:rsidRPr="00345713">
        <w:t xml:space="preserve">the implementation of the </w:t>
      </w:r>
      <w:r w:rsidR="00F648C4" w:rsidRPr="00345713">
        <w:rPr>
          <w:i/>
        </w:rPr>
        <w:t>action</w:t>
      </w:r>
      <w:r w:rsidRPr="00345713">
        <w:t xml:space="preserve"> is prevented or suspended due to</w:t>
      </w:r>
      <w:r w:rsidR="006B19E6" w:rsidRPr="00345713">
        <w:rPr>
          <w:i/>
        </w:rPr>
        <w:t xml:space="preserve"> force majeure</w:t>
      </w:r>
      <w:r w:rsidR="001C1907" w:rsidRPr="00345713">
        <w:t xml:space="preserve"> </w:t>
      </w:r>
      <w:r w:rsidRPr="00345713">
        <w:t xml:space="preserve">or exceptional circumstances </w:t>
      </w:r>
      <w:r w:rsidR="00915330" w:rsidRPr="00345713">
        <w:t>and either:</w:t>
      </w:r>
    </w:p>
    <w:p w14:paraId="78AD094C" w14:textId="77777777" w:rsidR="00915330" w:rsidRPr="00345713" w:rsidRDefault="00915330" w:rsidP="003A2A37">
      <w:pPr>
        <w:numPr>
          <w:ilvl w:val="0"/>
          <w:numId w:val="33"/>
        </w:numPr>
        <w:ind w:left="1418" w:hanging="425"/>
      </w:pPr>
      <w:r w:rsidRPr="00345713">
        <w:t>resumption is impossible</w:t>
      </w:r>
      <w:r w:rsidR="009E427A">
        <w:t>;</w:t>
      </w:r>
      <w:r w:rsidRPr="00345713">
        <w:t xml:space="preserve"> or</w:t>
      </w:r>
    </w:p>
    <w:p w14:paraId="78AD094D" w14:textId="77777777" w:rsidR="00915330" w:rsidRPr="00345713" w:rsidRDefault="00915330" w:rsidP="003A2A37">
      <w:pPr>
        <w:numPr>
          <w:ilvl w:val="0"/>
          <w:numId w:val="33"/>
        </w:numPr>
        <w:ind w:left="1418" w:hanging="425"/>
      </w:pPr>
      <w:r w:rsidRPr="00345713">
        <w:t>the necessary changes to the Agreement would call into question the decision awarding the grant or</w:t>
      </w:r>
      <w:r w:rsidR="00070321">
        <w:t xml:space="preserve"> be contrary to the</w:t>
      </w:r>
      <w:r w:rsidRPr="00345713">
        <w:t xml:space="preserve"> equal treatment of applicants;</w:t>
      </w:r>
    </w:p>
    <w:p w14:paraId="78AD094E" w14:textId="77777777" w:rsidR="00510B04" w:rsidRDefault="00586E86" w:rsidP="003A2A37">
      <w:pPr>
        <w:numPr>
          <w:ilvl w:val="0"/>
          <w:numId w:val="32"/>
        </w:numPr>
      </w:pPr>
      <w:r w:rsidRPr="00345713">
        <w:t xml:space="preserve">a </w:t>
      </w:r>
      <w:r w:rsidR="00C75428" w:rsidRPr="00345713">
        <w:t xml:space="preserve">beneficiary </w:t>
      </w:r>
      <w:r w:rsidR="00052BDA" w:rsidRPr="00345713">
        <w:t xml:space="preserve">or </w:t>
      </w:r>
      <w:r w:rsidR="00452DF2" w:rsidRPr="00345713">
        <w:t xml:space="preserve">a </w:t>
      </w:r>
      <w:r w:rsidR="006E61C8">
        <w:t xml:space="preserve">natural or legal </w:t>
      </w:r>
      <w:r w:rsidR="00052BDA" w:rsidRPr="00345713">
        <w:t>person that assumes unlimited liability for the debts of that beneficiary</w:t>
      </w:r>
      <w:r w:rsidR="00510B04">
        <w:t>:</w:t>
      </w:r>
    </w:p>
    <w:p w14:paraId="78AD094F" w14:textId="77777777" w:rsidR="006E61C8" w:rsidRDefault="006E61C8" w:rsidP="003A2A37">
      <w:pPr>
        <w:numPr>
          <w:ilvl w:val="0"/>
          <w:numId w:val="79"/>
        </w:numPr>
        <w:ind w:left="1418" w:hanging="425"/>
      </w:pPr>
      <w:r>
        <w:t xml:space="preserve">is declared bankrupt, </w:t>
      </w:r>
      <w:r w:rsidR="006F5BE1">
        <w:t xml:space="preserve">is </w:t>
      </w:r>
      <w:r>
        <w:t>subject to insolvency or winding up procedures, its assets are being administered by a liquidator or by a Court, has entered into an agreement with creditors, has suspended business activities or is in any analogous situation arising from a similar procedure provided for under the Union or national law;</w:t>
      </w:r>
    </w:p>
    <w:p w14:paraId="78AD0950" w14:textId="77777777" w:rsidR="00510B04" w:rsidRDefault="00510B04" w:rsidP="003A2A37">
      <w:pPr>
        <w:numPr>
          <w:ilvl w:val="0"/>
          <w:numId w:val="79"/>
        </w:numPr>
        <w:ind w:left="1418" w:hanging="425"/>
      </w:pPr>
      <w:r>
        <w:t>is in breach of its obligations relating to the payment of taxes or social security contributions in accordance with the applicable law;</w:t>
      </w:r>
    </w:p>
    <w:p w14:paraId="78AD0951" w14:textId="77777777" w:rsidR="00F51457" w:rsidRDefault="00586E86" w:rsidP="003A2A37">
      <w:pPr>
        <w:numPr>
          <w:ilvl w:val="0"/>
          <w:numId w:val="32"/>
        </w:numPr>
      </w:pPr>
      <w:r w:rsidRPr="00345713">
        <w:t xml:space="preserve">a </w:t>
      </w:r>
      <w:r w:rsidR="00C75428" w:rsidRPr="00345713">
        <w:t>beneficiary</w:t>
      </w:r>
      <w:r w:rsidR="00452DF2" w:rsidRPr="00345713">
        <w:t xml:space="preserve"> or any </w:t>
      </w:r>
      <w:r w:rsidR="00452DF2" w:rsidRPr="00345713">
        <w:rPr>
          <w:i/>
        </w:rPr>
        <w:t>related person</w:t>
      </w:r>
      <w:r w:rsidR="00C75428" w:rsidRPr="00345713">
        <w:t xml:space="preserve"> </w:t>
      </w:r>
      <w:r w:rsidR="00F51457">
        <w:t>or a</w:t>
      </w:r>
      <w:r w:rsidR="00745D05">
        <w:t>ny</w:t>
      </w:r>
      <w:r w:rsidR="00F51457">
        <w:t xml:space="preserve"> natural person who is essential for the award or for the </w:t>
      </w:r>
      <w:r w:rsidR="009444F3">
        <w:t>implementation of the Agreement has committed:</w:t>
      </w:r>
    </w:p>
    <w:p w14:paraId="78AD0952" w14:textId="77777777" w:rsidR="009444F3" w:rsidRDefault="009444F3" w:rsidP="003A2A37">
      <w:pPr>
        <w:numPr>
          <w:ilvl w:val="0"/>
          <w:numId w:val="80"/>
        </w:numPr>
        <w:ind w:left="1418" w:hanging="425"/>
      </w:pPr>
      <w:r w:rsidRPr="00A22CC0">
        <w:rPr>
          <w:i/>
        </w:rPr>
        <w:t>grave professional misconduct</w:t>
      </w:r>
      <w:r>
        <w:t xml:space="preserve"> proven by any means;</w:t>
      </w:r>
    </w:p>
    <w:p w14:paraId="78AD0953" w14:textId="77777777" w:rsidR="009444F3" w:rsidRDefault="009444F3" w:rsidP="003A2A37">
      <w:pPr>
        <w:numPr>
          <w:ilvl w:val="0"/>
          <w:numId w:val="80"/>
        </w:numPr>
        <w:ind w:left="1418" w:hanging="425"/>
      </w:pPr>
      <w:r>
        <w:t>fraud;</w:t>
      </w:r>
    </w:p>
    <w:p w14:paraId="78AD0954" w14:textId="77777777" w:rsidR="009444F3" w:rsidRDefault="009444F3" w:rsidP="003A2A37">
      <w:pPr>
        <w:numPr>
          <w:ilvl w:val="0"/>
          <w:numId w:val="80"/>
        </w:numPr>
        <w:ind w:left="1418" w:hanging="425"/>
      </w:pPr>
      <w:r>
        <w:t>corruption;</w:t>
      </w:r>
    </w:p>
    <w:p w14:paraId="78AD0955" w14:textId="77777777" w:rsidR="009444F3" w:rsidRDefault="009444F3" w:rsidP="003A2A37">
      <w:pPr>
        <w:numPr>
          <w:ilvl w:val="0"/>
          <w:numId w:val="80"/>
        </w:numPr>
        <w:ind w:left="1418" w:hanging="425"/>
      </w:pPr>
      <w:r>
        <w:t>conduct related to criminal organisations;</w:t>
      </w:r>
    </w:p>
    <w:p w14:paraId="78AD0956" w14:textId="77777777" w:rsidR="009444F3" w:rsidRDefault="009444F3" w:rsidP="003A2A37">
      <w:pPr>
        <w:numPr>
          <w:ilvl w:val="0"/>
          <w:numId w:val="80"/>
        </w:numPr>
        <w:ind w:left="1418" w:hanging="425"/>
      </w:pPr>
      <w:r>
        <w:t>money laundering;</w:t>
      </w:r>
    </w:p>
    <w:p w14:paraId="78AD0957" w14:textId="77777777" w:rsidR="009444F3" w:rsidRDefault="009444F3" w:rsidP="003A2A37">
      <w:pPr>
        <w:numPr>
          <w:ilvl w:val="0"/>
          <w:numId w:val="80"/>
        </w:numPr>
        <w:ind w:left="1418" w:hanging="425"/>
      </w:pPr>
      <w:r>
        <w:t>terrorism-related crimes (including terrorism financing);</w:t>
      </w:r>
    </w:p>
    <w:p w14:paraId="78AD0958" w14:textId="77777777" w:rsidR="009444F3" w:rsidRDefault="001C5D13" w:rsidP="003A2A37">
      <w:pPr>
        <w:numPr>
          <w:ilvl w:val="0"/>
          <w:numId w:val="80"/>
        </w:numPr>
        <w:ind w:left="1418" w:hanging="425"/>
      </w:pPr>
      <w:r>
        <w:t>child labour or other offenc</w:t>
      </w:r>
      <w:r w:rsidR="009444F3">
        <w:t>es concerning trafficking of human beings;</w:t>
      </w:r>
    </w:p>
    <w:p w14:paraId="78AD0959" w14:textId="77777777" w:rsidR="00C75428" w:rsidRPr="00345713" w:rsidRDefault="00C75428" w:rsidP="005D2C4C">
      <w:pPr>
        <w:numPr>
          <w:ilvl w:val="0"/>
          <w:numId w:val="32"/>
        </w:numPr>
        <w:spacing w:after="240" w:afterAutospacing="0"/>
        <w:ind w:left="714" w:hanging="357"/>
      </w:pPr>
      <w:r w:rsidRPr="00345713">
        <w:t xml:space="preserve">the Commission has evidence that </w:t>
      </w:r>
      <w:r w:rsidR="00D12AA8" w:rsidRPr="00345713">
        <w:t xml:space="preserve">a </w:t>
      </w:r>
      <w:r w:rsidRPr="00345713">
        <w:t>beneficiary</w:t>
      </w:r>
      <w:r w:rsidR="00B33858" w:rsidRPr="00345713">
        <w:t xml:space="preserve"> </w:t>
      </w:r>
      <w:r w:rsidRPr="00345713">
        <w:t xml:space="preserve">or any </w:t>
      </w:r>
      <w:r w:rsidRPr="00345713">
        <w:rPr>
          <w:i/>
        </w:rPr>
        <w:t>related person</w:t>
      </w:r>
      <w:r w:rsidRPr="00345713">
        <w:t xml:space="preserve"> </w:t>
      </w:r>
      <w:r w:rsidR="00365E3B">
        <w:t xml:space="preserve">or any natural person who is essential for the award or for the implementation of the Agreement </w:t>
      </w:r>
      <w:r w:rsidR="00755F5B" w:rsidRPr="00345713">
        <w:t>ha</w:t>
      </w:r>
      <w:r w:rsidR="00755F5B">
        <w:t>s</w:t>
      </w:r>
      <w:r w:rsidR="00755F5B" w:rsidRPr="00345713">
        <w:t xml:space="preserve"> </w:t>
      </w:r>
      <w:r w:rsidRPr="00345713">
        <w:t xml:space="preserve">committed </w:t>
      </w:r>
      <w:r w:rsidR="00DD603E" w:rsidRPr="00345713">
        <w:rPr>
          <w:i/>
        </w:rPr>
        <w:t>irregularities</w:t>
      </w:r>
      <w:r w:rsidR="00430680">
        <w:rPr>
          <w:i/>
        </w:rPr>
        <w:t>,</w:t>
      </w:r>
      <w:r w:rsidR="00870446">
        <w:rPr>
          <w:i/>
        </w:rPr>
        <w:t xml:space="preserve"> </w:t>
      </w:r>
      <w:r w:rsidR="00DD603E" w:rsidRPr="00345713">
        <w:rPr>
          <w:i/>
        </w:rPr>
        <w:t>fraud</w:t>
      </w:r>
      <w:r w:rsidRPr="00345713">
        <w:t xml:space="preserve"> </w:t>
      </w:r>
      <w:r w:rsidR="00430680">
        <w:t xml:space="preserve">or </w:t>
      </w:r>
      <w:r w:rsidR="00430680" w:rsidRPr="00A22CC0">
        <w:rPr>
          <w:i/>
        </w:rPr>
        <w:t xml:space="preserve">breach of obligations </w:t>
      </w:r>
      <w:r w:rsidRPr="00345713">
        <w:t xml:space="preserve">in the award procedure or </w:t>
      </w:r>
      <w:r w:rsidR="00755F5B">
        <w:t>while</w:t>
      </w:r>
      <w:r w:rsidRPr="00345713">
        <w:t xml:space="preserve"> implement</w:t>
      </w:r>
      <w:r w:rsidR="00755F5B">
        <w:t>ing</w:t>
      </w:r>
      <w:r w:rsidRPr="00345713">
        <w:t xml:space="preserve"> the </w:t>
      </w:r>
      <w:r w:rsidR="00952E98" w:rsidRPr="00345713">
        <w:t>Agreement</w:t>
      </w:r>
      <w:r w:rsidRPr="00345713">
        <w:t xml:space="preserve">, including </w:t>
      </w:r>
      <w:r w:rsidR="00755F5B">
        <w:t>if that beneficiary</w:t>
      </w:r>
      <w:r w:rsidR="00365E3B">
        <w:t>,</w:t>
      </w:r>
      <w:r w:rsidR="00755F5B">
        <w:t xml:space="preserve"> </w:t>
      </w:r>
      <w:r w:rsidR="00755F5B" w:rsidRPr="00A6537C">
        <w:rPr>
          <w:i/>
        </w:rPr>
        <w:t>related person</w:t>
      </w:r>
      <w:r w:rsidR="00755F5B">
        <w:t xml:space="preserve"> </w:t>
      </w:r>
      <w:r w:rsidR="00365E3B">
        <w:t xml:space="preserve">or natural person </w:t>
      </w:r>
      <w:r w:rsidR="00755F5B">
        <w:t xml:space="preserve">has </w:t>
      </w:r>
      <w:r w:rsidRPr="00345713">
        <w:t>submi</w:t>
      </w:r>
      <w:r w:rsidR="00755F5B">
        <w:t>tted</w:t>
      </w:r>
      <w:r w:rsidRPr="00345713">
        <w:t xml:space="preserve"> false information or </w:t>
      </w:r>
      <w:r w:rsidR="00755F5B" w:rsidRPr="00345713">
        <w:t>fail</w:t>
      </w:r>
      <w:r w:rsidR="00755F5B">
        <w:t>ed</w:t>
      </w:r>
      <w:r w:rsidR="00755F5B" w:rsidRPr="00345713">
        <w:t xml:space="preserve"> </w:t>
      </w:r>
      <w:r w:rsidRPr="00345713">
        <w:t xml:space="preserve">to </w:t>
      </w:r>
      <w:r w:rsidR="00F439D9" w:rsidRPr="00345713">
        <w:t>provide</w:t>
      </w:r>
      <w:r w:rsidRPr="00345713">
        <w:t xml:space="preserve"> required information</w:t>
      </w:r>
      <w:r w:rsidR="00F101AE" w:rsidRPr="00345713">
        <w:t>;</w:t>
      </w:r>
    </w:p>
    <w:p w14:paraId="78AD095A" w14:textId="77777777" w:rsidR="002433CF" w:rsidRDefault="00C75428" w:rsidP="005D2C4C">
      <w:pPr>
        <w:numPr>
          <w:ilvl w:val="0"/>
          <w:numId w:val="32"/>
        </w:numPr>
        <w:spacing w:after="240" w:afterAutospacing="0"/>
        <w:ind w:left="714" w:hanging="357"/>
      </w:pPr>
      <w:r w:rsidRPr="00345713">
        <w:t xml:space="preserve">the Commission has evidence that </w:t>
      </w:r>
      <w:r w:rsidR="00D12AA8" w:rsidRPr="00345713">
        <w:t xml:space="preserve">a </w:t>
      </w:r>
      <w:r w:rsidRPr="00345713">
        <w:t xml:space="preserve">beneficiary </w:t>
      </w:r>
      <w:r w:rsidR="00337840" w:rsidRPr="00345713">
        <w:t xml:space="preserve">has committed systemic or recurrent </w:t>
      </w:r>
      <w:r w:rsidR="00DD603E" w:rsidRPr="00345713">
        <w:rPr>
          <w:i/>
        </w:rPr>
        <w:t>irregularities</w:t>
      </w:r>
      <w:r w:rsidR="00337840" w:rsidRPr="00345713">
        <w:t xml:space="preserve">, </w:t>
      </w:r>
      <w:r w:rsidR="00DD603E" w:rsidRPr="00345713">
        <w:rPr>
          <w:i/>
        </w:rPr>
        <w:t>fraud</w:t>
      </w:r>
      <w:r w:rsidR="00337840" w:rsidRPr="00345713">
        <w:t xml:space="preserve"> or serious </w:t>
      </w:r>
      <w:r w:rsidR="00337840" w:rsidRPr="00A22CC0">
        <w:rPr>
          <w:i/>
        </w:rPr>
        <w:t>breach of obligations</w:t>
      </w:r>
      <w:r w:rsidR="002970D7" w:rsidRPr="00345713">
        <w:t xml:space="preserve"> in other Union or Euratom grants awarded to it under similar conditions</w:t>
      </w:r>
      <w:r w:rsidR="002970D7">
        <w:t xml:space="preserve"> and such </w:t>
      </w:r>
      <w:r w:rsidR="002970D7" w:rsidRPr="00A6537C">
        <w:rPr>
          <w:i/>
        </w:rPr>
        <w:t>irregularities, fraud</w:t>
      </w:r>
      <w:r w:rsidR="002970D7">
        <w:t xml:space="preserve"> or </w:t>
      </w:r>
      <w:r w:rsidR="002970D7" w:rsidRPr="00A22CC0">
        <w:rPr>
          <w:i/>
        </w:rPr>
        <w:t>breach</w:t>
      </w:r>
      <w:r w:rsidR="0002763E" w:rsidRPr="00A22CC0">
        <w:rPr>
          <w:i/>
        </w:rPr>
        <w:t xml:space="preserve"> of obligations</w:t>
      </w:r>
      <w:r w:rsidR="002970D7">
        <w:t xml:space="preserve"> </w:t>
      </w:r>
      <w:r w:rsidR="00337840" w:rsidRPr="00345713">
        <w:t>have a material impact on this grant</w:t>
      </w:r>
      <w:r w:rsidR="002970D7">
        <w:t>;</w:t>
      </w:r>
    </w:p>
    <w:p w14:paraId="78AD095B" w14:textId="77777777" w:rsidR="002433CF" w:rsidRDefault="002433CF" w:rsidP="005D2C4C">
      <w:pPr>
        <w:numPr>
          <w:ilvl w:val="0"/>
          <w:numId w:val="32"/>
        </w:numPr>
        <w:spacing w:after="240" w:afterAutospacing="0"/>
        <w:ind w:left="714" w:hanging="357"/>
      </w:pPr>
      <w:r w:rsidRPr="00345713">
        <w:t xml:space="preserve">a beneficiary or any </w:t>
      </w:r>
      <w:r w:rsidRPr="00345713">
        <w:rPr>
          <w:i/>
        </w:rPr>
        <w:t>related person</w:t>
      </w:r>
      <w:r w:rsidRPr="00345713">
        <w:t xml:space="preserve"> </w:t>
      </w:r>
      <w:r>
        <w:t>or a</w:t>
      </w:r>
      <w:r w:rsidR="00870446">
        <w:t>ny</w:t>
      </w:r>
      <w:r>
        <w:t xml:space="preserve"> natural person who is essential for the award or for the implementation of the Agreement has created an entity under a different jurisdiction with the intend to circumvent fiscal, social or any other legal obligations in the jurisdiction of its registered office, central administration or principal place of business</w:t>
      </w:r>
      <w:r w:rsidR="00870446">
        <w:t>;</w:t>
      </w:r>
    </w:p>
    <w:p w14:paraId="78AD095C" w14:textId="77777777" w:rsidR="00C75428" w:rsidRPr="00345713" w:rsidRDefault="002433CF" w:rsidP="005D2C4C">
      <w:pPr>
        <w:numPr>
          <w:ilvl w:val="0"/>
          <w:numId w:val="32"/>
        </w:numPr>
        <w:spacing w:after="240" w:afterAutospacing="0"/>
        <w:ind w:left="714" w:hanging="357"/>
      </w:pPr>
      <w:r w:rsidRPr="00345713">
        <w:t xml:space="preserve">a beneficiary or any </w:t>
      </w:r>
      <w:r w:rsidRPr="00345713">
        <w:rPr>
          <w:i/>
        </w:rPr>
        <w:t>related person</w:t>
      </w:r>
      <w:r w:rsidRPr="00345713">
        <w:t xml:space="preserve"> </w:t>
      </w:r>
      <w:r>
        <w:t>or a</w:t>
      </w:r>
      <w:r w:rsidR="00870446">
        <w:t>ny</w:t>
      </w:r>
      <w:r>
        <w:t xml:space="preserve"> natural person who is essential for the award or for the implementation of the Agreement has been created with the intend referred to in point (i) </w:t>
      </w:r>
      <w:r w:rsidR="00890947" w:rsidRPr="00345713">
        <w:t>or</w:t>
      </w:r>
    </w:p>
    <w:p w14:paraId="78AD095D" w14:textId="5FBA3DA8" w:rsidR="00D07585" w:rsidRDefault="00D803CC" w:rsidP="003A2A37">
      <w:pPr>
        <w:numPr>
          <w:ilvl w:val="0"/>
          <w:numId w:val="32"/>
        </w:numPr>
      </w:pPr>
      <w:r w:rsidRPr="00D803CC">
        <w:t>the Commission has sent a beneficiary</w:t>
      </w:r>
      <w:r w:rsidR="00B544B9">
        <w:t>,</w:t>
      </w:r>
      <w:r w:rsidRPr="00D803CC">
        <w:t xml:space="preserve"> </w:t>
      </w:r>
      <w:r w:rsidR="00B544B9">
        <w:t xml:space="preserve">through the coordinator, a </w:t>
      </w:r>
      <w:r w:rsidRPr="00A6537C">
        <w:rPr>
          <w:i/>
        </w:rPr>
        <w:t>formal notification</w:t>
      </w:r>
      <w:r w:rsidRPr="00D803CC">
        <w:t xml:space="preserve"> asking it to </w:t>
      </w:r>
      <w:r w:rsidR="00D07585">
        <w:t>end the</w:t>
      </w:r>
      <w:r w:rsidRPr="00D803CC">
        <w:t xml:space="preserve"> participation of its affiliated entity because that entity is in a si</w:t>
      </w:r>
      <w:r w:rsidR="00FF0330">
        <w:t xml:space="preserve">tuation provided for in </w:t>
      </w:r>
      <w:r w:rsidR="0079568F">
        <w:t>points</w:t>
      </w:r>
      <w:r w:rsidRPr="00D803CC">
        <w:t xml:space="preserve"> (</w:t>
      </w:r>
      <w:r w:rsidR="008F14C6">
        <w:t>e</w:t>
      </w:r>
      <w:r w:rsidRPr="00D803CC">
        <w:t xml:space="preserve">) </w:t>
      </w:r>
      <w:r w:rsidR="0079568F">
        <w:t>to</w:t>
      </w:r>
      <w:r w:rsidRPr="00D803CC">
        <w:t xml:space="preserve"> (</w:t>
      </w:r>
      <w:r w:rsidR="0079568F">
        <w:t>j</w:t>
      </w:r>
      <w:r w:rsidRPr="00D803CC">
        <w:t>) and that beneficiary has failed to request an amendment</w:t>
      </w:r>
      <w:r w:rsidR="00D07585">
        <w:t xml:space="preserve"> ending</w:t>
      </w:r>
      <w:r w:rsidRPr="00D803CC">
        <w:t xml:space="preserve"> the participation</w:t>
      </w:r>
      <w:r w:rsidR="00B544B9">
        <w:t xml:space="preserve"> of the entity and reallocating its tasks</w:t>
      </w:r>
      <w:r w:rsidR="00DE5AF4" w:rsidRPr="00345713">
        <w:t>.</w:t>
      </w:r>
    </w:p>
    <w:p w14:paraId="78AD095E" w14:textId="77777777" w:rsidR="00F2700A" w:rsidRPr="00D047ED" w:rsidRDefault="005C3A15" w:rsidP="001A2CAB">
      <w:pPr>
        <w:pStyle w:val="Heading4"/>
      </w:pPr>
      <w:r w:rsidRPr="00D047ED">
        <w:t>II.1</w:t>
      </w:r>
      <w:r w:rsidR="00B229FC" w:rsidRPr="00D047ED">
        <w:t>7</w:t>
      </w:r>
      <w:r w:rsidRPr="00D047ED">
        <w:t xml:space="preserve">.3.2 </w:t>
      </w:r>
      <w:r w:rsidR="00A11734" w:rsidRPr="00D047ED">
        <w:tab/>
      </w:r>
      <w:r w:rsidR="00F2700A" w:rsidRPr="00D047ED">
        <w:t>Procedure for termination</w:t>
      </w:r>
    </w:p>
    <w:p w14:paraId="78AD095F" w14:textId="77777777" w:rsidR="00EA277E" w:rsidRPr="00345713" w:rsidRDefault="00F2700A" w:rsidP="000265E9">
      <w:r w:rsidRPr="00345713">
        <w:rPr>
          <w:b/>
        </w:rPr>
        <w:t>Step 1-</w:t>
      </w:r>
      <w:r w:rsidRPr="00345713">
        <w:t xml:space="preserve"> </w:t>
      </w:r>
      <w:r w:rsidR="00EA277E" w:rsidRPr="00345713">
        <w:t xml:space="preserve">Before terminating the Agreement or participation of one or more beneficiaries, the Commission must </w:t>
      </w:r>
      <w:r w:rsidR="009048FB" w:rsidRPr="00345713">
        <w:t xml:space="preserve">send a </w:t>
      </w:r>
      <w:r w:rsidR="00EA277E" w:rsidRPr="00345713">
        <w:rPr>
          <w:i/>
        </w:rPr>
        <w:t>formal notif</w:t>
      </w:r>
      <w:r w:rsidR="009048FB" w:rsidRPr="00345713">
        <w:rPr>
          <w:i/>
        </w:rPr>
        <w:t>ication</w:t>
      </w:r>
      <w:r w:rsidR="009048FB" w:rsidRPr="00345713">
        <w:t xml:space="preserve"> to </w:t>
      </w:r>
      <w:r w:rsidR="00EA277E" w:rsidRPr="00345713">
        <w:t>the coordinator:</w:t>
      </w:r>
    </w:p>
    <w:p w14:paraId="78AD0960" w14:textId="77777777" w:rsidR="00EA277E" w:rsidRPr="00345713" w:rsidRDefault="00EA277E" w:rsidP="00F81053">
      <w:pPr>
        <w:numPr>
          <w:ilvl w:val="1"/>
          <w:numId w:val="7"/>
        </w:numPr>
      </w:pPr>
      <w:r w:rsidRPr="00345713">
        <w:t>informing it of:</w:t>
      </w:r>
    </w:p>
    <w:p w14:paraId="78AD0961" w14:textId="77777777" w:rsidR="00EA277E" w:rsidRPr="00345713" w:rsidRDefault="00EA277E" w:rsidP="003A2A37">
      <w:pPr>
        <w:numPr>
          <w:ilvl w:val="0"/>
          <w:numId w:val="34"/>
        </w:numPr>
        <w:ind w:firstLine="840"/>
      </w:pPr>
      <w:r w:rsidRPr="00345713">
        <w:t>its intention to terminate</w:t>
      </w:r>
      <w:r w:rsidR="004F1A38" w:rsidRPr="00345713">
        <w:t>;</w:t>
      </w:r>
    </w:p>
    <w:p w14:paraId="78AD0962" w14:textId="77777777" w:rsidR="00EA277E" w:rsidRPr="00345713" w:rsidRDefault="00EA277E" w:rsidP="003A2A37">
      <w:pPr>
        <w:numPr>
          <w:ilvl w:val="0"/>
          <w:numId w:val="34"/>
        </w:numPr>
        <w:ind w:firstLine="840"/>
      </w:pPr>
      <w:r w:rsidRPr="00345713">
        <w:t>the reasons for termination</w:t>
      </w:r>
      <w:r w:rsidR="00D643D3" w:rsidRPr="00345713">
        <w:t>;</w:t>
      </w:r>
      <w:r w:rsidRPr="00345713">
        <w:t xml:space="preserve"> and</w:t>
      </w:r>
    </w:p>
    <w:p w14:paraId="78AD0963" w14:textId="77777777" w:rsidR="0022355E" w:rsidRPr="00345713" w:rsidRDefault="00892F5A" w:rsidP="00F81053">
      <w:pPr>
        <w:numPr>
          <w:ilvl w:val="1"/>
          <w:numId w:val="7"/>
        </w:numPr>
      </w:pPr>
      <w:r>
        <w:t xml:space="preserve">requiring </w:t>
      </w:r>
      <w:r w:rsidR="00EA277E" w:rsidRPr="00FF0330">
        <w:t xml:space="preserve">it, within </w:t>
      </w:r>
      <w:r w:rsidR="00744746" w:rsidRPr="00FF0330">
        <w:t>45</w:t>
      </w:r>
      <w:r w:rsidR="00744746" w:rsidRPr="00345713">
        <w:t xml:space="preserve"> calendar</w:t>
      </w:r>
      <w:r w:rsidR="00EA277E" w:rsidRPr="00345713">
        <w:t xml:space="preserve"> days of receiving </w:t>
      </w:r>
      <w:r w:rsidR="009048FB" w:rsidRPr="00345713">
        <w:t xml:space="preserve">the formal </w:t>
      </w:r>
      <w:r w:rsidR="00EA277E" w:rsidRPr="00345713">
        <w:t>notification,</w:t>
      </w:r>
      <w:r w:rsidR="00591D96" w:rsidRPr="00345713">
        <w:t>:</w:t>
      </w:r>
    </w:p>
    <w:p w14:paraId="78AD0964" w14:textId="77777777" w:rsidR="0022355E" w:rsidRPr="00345713" w:rsidRDefault="00EA277E" w:rsidP="003A2A37">
      <w:pPr>
        <w:numPr>
          <w:ilvl w:val="0"/>
          <w:numId w:val="35"/>
        </w:numPr>
        <w:ind w:left="2127" w:hanging="567"/>
      </w:pPr>
      <w:r w:rsidRPr="00345713">
        <w:t xml:space="preserve">to submit observations </w:t>
      </w:r>
      <w:r w:rsidR="0022355E" w:rsidRPr="00345713">
        <w:t>on behalf of all beneficiaries</w:t>
      </w:r>
      <w:r w:rsidR="00123C16">
        <w:t>;</w:t>
      </w:r>
      <w:r w:rsidR="0022355E" w:rsidRPr="00345713">
        <w:t xml:space="preserve"> </w:t>
      </w:r>
      <w:r w:rsidRPr="00345713">
        <w:t>and</w:t>
      </w:r>
    </w:p>
    <w:p w14:paraId="78AD0965" w14:textId="77777777" w:rsidR="00EA277E" w:rsidRPr="00345713" w:rsidRDefault="00EA277E" w:rsidP="003A2A37">
      <w:pPr>
        <w:numPr>
          <w:ilvl w:val="0"/>
          <w:numId w:val="35"/>
        </w:numPr>
        <w:ind w:left="2127" w:hanging="567"/>
      </w:pPr>
      <w:r w:rsidRPr="00345713">
        <w:t xml:space="preserve">in </w:t>
      </w:r>
      <w:r w:rsidR="00123C16">
        <w:t xml:space="preserve">the </w:t>
      </w:r>
      <w:r w:rsidRPr="00345713">
        <w:t xml:space="preserve">case of </w:t>
      </w:r>
      <w:r w:rsidR="00744746" w:rsidRPr="00345713">
        <w:t>point (c) of Article II.1</w:t>
      </w:r>
      <w:r w:rsidR="00912068" w:rsidRPr="00345713">
        <w:t>7</w:t>
      </w:r>
      <w:r w:rsidR="00744746" w:rsidRPr="00345713">
        <w:t>.3.1</w:t>
      </w:r>
      <w:r w:rsidRPr="00345713">
        <w:t>, to inform the Commission of the measures to ensure compliance with the obligations under the Agreement.</w:t>
      </w:r>
    </w:p>
    <w:p w14:paraId="78AD0966" w14:textId="77777777" w:rsidR="003C1452" w:rsidRPr="00345713" w:rsidRDefault="00F2700A" w:rsidP="000265E9">
      <w:r w:rsidRPr="00345713">
        <w:rPr>
          <w:b/>
        </w:rPr>
        <w:t xml:space="preserve">Step 2 </w:t>
      </w:r>
      <w:r w:rsidR="00345713">
        <w:rPr>
          <w:b/>
        </w:rPr>
        <w:t>—</w:t>
      </w:r>
      <w:r w:rsidRPr="00345713">
        <w:t xml:space="preserve"> </w:t>
      </w:r>
      <w:r w:rsidR="00EA277E" w:rsidRPr="00345713">
        <w:t xml:space="preserve">If the </w:t>
      </w:r>
      <w:r w:rsidR="0022355E" w:rsidRPr="00345713">
        <w:t>Commission</w:t>
      </w:r>
      <w:r w:rsidR="00EA277E" w:rsidRPr="00345713">
        <w:t xml:space="preserve"> does not receive observations or decides to pursue the procedure despite the observations it has received, it will </w:t>
      </w:r>
      <w:r w:rsidR="009048FB" w:rsidRPr="00345713">
        <w:t xml:space="preserve">send a </w:t>
      </w:r>
      <w:r w:rsidR="00EA277E" w:rsidRPr="00345713">
        <w:rPr>
          <w:i/>
        </w:rPr>
        <w:t>formal notif</w:t>
      </w:r>
      <w:r w:rsidR="009048FB" w:rsidRPr="00345713">
        <w:rPr>
          <w:i/>
        </w:rPr>
        <w:t>ication</w:t>
      </w:r>
      <w:r w:rsidR="009048FB" w:rsidRPr="00345713">
        <w:t xml:space="preserve"> to</w:t>
      </w:r>
      <w:r w:rsidR="00EA277E" w:rsidRPr="00345713">
        <w:t xml:space="preserve"> the coordinator </w:t>
      </w:r>
      <w:r w:rsidR="0022355E" w:rsidRPr="00345713">
        <w:t xml:space="preserve">informing it of </w:t>
      </w:r>
      <w:r w:rsidR="00EA277E" w:rsidRPr="00345713">
        <w:t>the termination</w:t>
      </w:r>
      <w:r w:rsidR="0022355E" w:rsidRPr="00345713">
        <w:t xml:space="preserve"> </w:t>
      </w:r>
      <w:r w:rsidR="00EA277E" w:rsidRPr="00345713">
        <w:t xml:space="preserve">and the date </w:t>
      </w:r>
      <w:r w:rsidR="00A33EEC" w:rsidRPr="00345713">
        <w:t xml:space="preserve">on which </w:t>
      </w:r>
      <w:r w:rsidR="00EA277E" w:rsidRPr="00345713">
        <w:t>it take</w:t>
      </w:r>
      <w:r w:rsidR="0022355E" w:rsidRPr="00345713">
        <w:t>s</w:t>
      </w:r>
      <w:r w:rsidR="00EA277E" w:rsidRPr="00345713">
        <w:t xml:space="preserve"> effect. </w:t>
      </w:r>
      <w:r w:rsidR="003C1452" w:rsidRPr="00345713">
        <w:t>The coordinator must immediately inform the other beneficiaries of the termination.</w:t>
      </w:r>
    </w:p>
    <w:p w14:paraId="78AD0967" w14:textId="77777777" w:rsidR="00EA277E" w:rsidRPr="00345713" w:rsidRDefault="00EA277E" w:rsidP="000265E9">
      <w:r w:rsidRPr="00345713">
        <w:t xml:space="preserve">Otherwise, </w:t>
      </w:r>
      <w:r w:rsidR="003C1452" w:rsidRPr="00345713">
        <w:t>the Commission</w:t>
      </w:r>
      <w:r w:rsidRPr="00345713">
        <w:t xml:space="preserve"> </w:t>
      </w:r>
      <w:r w:rsidR="0022355E" w:rsidRPr="00345713">
        <w:t>must</w:t>
      </w:r>
      <w:r w:rsidRPr="00345713">
        <w:t xml:space="preserve"> </w:t>
      </w:r>
      <w:r w:rsidR="009048FB" w:rsidRPr="00345713">
        <w:t xml:space="preserve">send a </w:t>
      </w:r>
      <w:r w:rsidRPr="00345713">
        <w:rPr>
          <w:i/>
        </w:rPr>
        <w:t>formal notif</w:t>
      </w:r>
      <w:r w:rsidR="009048FB" w:rsidRPr="00345713">
        <w:rPr>
          <w:i/>
        </w:rPr>
        <w:t>ication</w:t>
      </w:r>
      <w:r w:rsidR="009048FB" w:rsidRPr="00345713">
        <w:t xml:space="preserve"> to</w:t>
      </w:r>
      <w:r w:rsidRPr="00345713">
        <w:t xml:space="preserve"> </w:t>
      </w:r>
      <w:r w:rsidR="0022355E" w:rsidRPr="00345713">
        <w:t>the coordinator</w:t>
      </w:r>
      <w:r w:rsidR="00221F8E" w:rsidRPr="00345713">
        <w:t xml:space="preserve"> informing it</w:t>
      </w:r>
      <w:r w:rsidR="0022355E" w:rsidRPr="00345713">
        <w:t xml:space="preserve"> </w:t>
      </w:r>
      <w:r w:rsidRPr="00345713">
        <w:t xml:space="preserve">that the </w:t>
      </w:r>
      <w:r w:rsidR="0022355E" w:rsidRPr="00345713">
        <w:t xml:space="preserve">termination </w:t>
      </w:r>
      <w:r w:rsidRPr="00345713">
        <w:t>procedure is not continued.</w:t>
      </w:r>
    </w:p>
    <w:p w14:paraId="78AD0968" w14:textId="77777777" w:rsidR="00EA277E" w:rsidRPr="00345713" w:rsidRDefault="00EA277E" w:rsidP="000265E9">
      <w:r w:rsidRPr="00345713">
        <w:t>The termination take</w:t>
      </w:r>
      <w:r w:rsidR="0022355E" w:rsidRPr="00345713">
        <w:t>s</w:t>
      </w:r>
      <w:r w:rsidRPr="00345713">
        <w:t xml:space="preserve"> effect:</w:t>
      </w:r>
    </w:p>
    <w:p w14:paraId="78AD0969" w14:textId="77777777" w:rsidR="00EA277E" w:rsidRPr="00345713" w:rsidRDefault="00EA277E" w:rsidP="003A2A37">
      <w:pPr>
        <w:numPr>
          <w:ilvl w:val="0"/>
          <w:numId w:val="36"/>
        </w:numPr>
      </w:pPr>
      <w:r w:rsidRPr="00345713">
        <w:t>for terminations under</w:t>
      </w:r>
      <w:r w:rsidR="004F1A38" w:rsidRPr="00345713">
        <w:t xml:space="preserve"> points (a), (b), (c) and (</w:t>
      </w:r>
      <w:r w:rsidR="00784217" w:rsidRPr="00345713">
        <w:t>e</w:t>
      </w:r>
      <w:r w:rsidR="004F1A38" w:rsidRPr="00345713">
        <w:t>) of Article II.1</w:t>
      </w:r>
      <w:r w:rsidR="00912068" w:rsidRPr="00345713">
        <w:t>7</w:t>
      </w:r>
      <w:r w:rsidR="004F1A38" w:rsidRPr="00345713">
        <w:t>.3.1</w:t>
      </w:r>
      <w:r w:rsidRPr="00345713">
        <w:t xml:space="preserve">: on the day specified in the </w:t>
      </w:r>
      <w:r w:rsidR="009048FB" w:rsidRPr="00345713">
        <w:rPr>
          <w:i/>
        </w:rPr>
        <w:t xml:space="preserve">formal </w:t>
      </w:r>
      <w:r w:rsidRPr="00345713">
        <w:rPr>
          <w:i/>
        </w:rPr>
        <w:t>notification</w:t>
      </w:r>
      <w:r w:rsidR="004F1A38" w:rsidRPr="00345713">
        <w:t xml:space="preserve"> of termination</w:t>
      </w:r>
      <w:r w:rsidRPr="00345713">
        <w:t xml:space="preserve"> </w:t>
      </w:r>
      <w:r w:rsidR="00131015" w:rsidRPr="00345713">
        <w:t>referred to in the second sub</w:t>
      </w:r>
      <w:r w:rsidR="002C6D29">
        <w:t>paragraph</w:t>
      </w:r>
      <w:r w:rsidR="009048FB" w:rsidRPr="00345713">
        <w:t xml:space="preserve"> (</w:t>
      </w:r>
      <w:r w:rsidR="00715520">
        <w:t xml:space="preserve">i.e. in </w:t>
      </w:r>
      <w:r w:rsidR="009048FB" w:rsidRPr="00345713">
        <w:t>Step 2</w:t>
      </w:r>
      <w:r w:rsidR="00715520">
        <w:t xml:space="preserve"> above</w:t>
      </w:r>
      <w:r w:rsidR="009048FB" w:rsidRPr="00345713">
        <w:t>)</w:t>
      </w:r>
      <w:r w:rsidRPr="00345713">
        <w:t>;</w:t>
      </w:r>
    </w:p>
    <w:p w14:paraId="78AD096A" w14:textId="77777777" w:rsidR="00EA277E" w:rsidRPr="00345713" w:rsidRDefault="00EA277E" w:rsidP="003A2A37">
      <w:pPr>
        <w:numPr>
          <w:ilvl w:val="0"/>
          <w:numId w:val="36"/>
        </w:numPr>
      </w:pPr>
      <w:r w:rsidRPr="00345713">
        <w:t xml:space="preserve">for terminations under </w:t>
      </w:r>
      <w:r w:rsidR="00131015" w:rsidRPr="00345713">
        <w:t xml:space="preserve">points (d), (f) </w:t>
      </w:r>
      <w:r w:rsidR="00517203">
        <w:t>and points</w:t>
      </w:r>
      <w:r w:rsidR="00517203" w:rsidRPr="00D803CC">
        <w:t xml:space="preserve"> (g) </w:t>
      </w:r>
      <w:r w:rsidR="00517203">
        <w:t>to</w:t>
      </w:r>
      <w:r w:rsidR="00517203" w:rsidRPr="00D803CC">
        <w:t xml:space="preserve"> (</w:t>
      </w:r>
      <w:r w:rsidR="00517203">
        <w:t>j</w:t>
      </w:r>
      <w:r w:rsidR="00517203" w:rsidRPr="00D803CC">
        <w:t xml:space="preserve">) </w:t>
      </w:r>
      <w:r w:rsidR="00131015" w:rsidRPr="00345713">
        <w:t>of Article II.1</w:t>
      </w:r>
      <w:r w:rsidR="00912068" w:rsidRPr="00345713">
        <w:t>7</w:t>
      </w:r>
      <w:r w:rsidR="00131015" w:rsidRPr="00345713">
        <w:t>.3.1</w:t>
      </w:r>
      <w:r w:rsidRPr="00345713">
        <w:t>: on the d</w:t>
      </w:r>
      <w:r w:rsidR="00131015" w:rsidRPr="00345713">
        <w:t xml:space="preserve">ay after </w:t>
      </w:r>
      <w:r w:rsidR="00123C16">
        <w:t xml:space="preserve">the coordinator receives </w:t>
      </w:r>
      <w:r w:rsidR="00131015" w:rsidRPr="00345713">
        <w:t xml:space="preserve">the </w:t>
      </w:r>
      <w:r w:rsidR="009048FB" w:rsidRPr="00345713">
        <w:rPr>
          <w:i/>
        </w:rPr>
        <w:t xml:space="preserve">formal </w:t>
      </w:r>
      <w:r w:rsidR="00131015" w:rsidRPr="00345713">
        <w:rPr>
          <w:i/>
        </w:rPr>
        <w:t>notification</w:t>
      </w:r>
      <w:r w:rsidR="00131015" w:rsidRPr="00345713">
        <w:t xml:space="preserve"> of termination referred to in the second sub</w:t>
      </w:r>
      <w:r w:rsidR="002C6D29">
        <w:t>paragraph</w:t>
      </w:r>
      <w:r w:rsidR="009048FB" w:rsidRPr="00345713">
        <w:t xml:space="preserve"> (</w:t>
      </w:r>
      <w:r w:rsidR="00715520">
        <w:t xml:space="preserve">i.e. in </w:t>
      </w:r>
      <w:r w:rsidR="009048FB" w:rsidRPr="00345713">
        <w:t>Step 2</w:t>
      </w:r>
      <w:r w:rsidR="00715520">
        <w:t xml:space="preserve"> above</w:t>
      </w:r>
      <w:r w:rsidR="009048FB" w:rsidRPr="00345713">
        <w:t>)</w:t>
      </w:r>
      <w:r w:rsidRPr="00345713">
        <w:t>.</w:t>
      </w:r>
    </w:p>
    <w:p w14:paraId="78AD096B" w14:textId="77777777" w:rsidR="00C75428" w:rsidRPr="00345713" w:rsidRDefault="009B606A" w:rsidP="000265E9">
      <w:pPr>
        <w:pStyle w:val="Heading3"/>
      </w:pPr>
      <w:bookmarkStart w:id="83" w:name="_Toc441250854"/>
      <w:bookmarkStart w:id="84" w:name="_Toc530496948"/>
      <w:r w:rsidRPr="00345713">
        <w:t>II.1</w:t>
      </w:r>
      <w:r w:rsidR="00B229FC" w:rsidRPr="00345713">
        <w:t>7</w:t>
      </w:r>
      <w:r w:rsidR="00C75428" w:rsidRPr="00345713">
        <w:t>.</w:t>
      </w:r>
      <w:r w:rsidR="005C3A15" w:rsidRPr="00345713">
        <w:t>4</w:t>
      </w:r>
      <w:r w:rsidR="00DD0AC6" w:rsidRPr="00345713">
        <w:tab/>
      </w:r>
      <w:r w:rsidR="00C75428" w:rsidRPr="00345713">
        <w:t>Effects of termination</w:t>
      </w:r>
      <w:bookmarkEnd w:id="83"/>
      <w:bookmarkEnd w:id="84"/>
    </w:p>
    <w:p w14:paraId="78AD096C" w14:textId="77777777" w:rsidR="00DB22DC" w:rsidRPr="00D047ED" w:rsidRDefault="00ED49D1" w:rsidP="000265E9">
      <w:pPr>
        <w:pStyle w:val="Heading4"/>
      </w:pPr>
      <w:r w:rsidRPr="00D047ED">
        <w:t>II.1</w:t>
      </w:r>
      <w:r w:rsidR="00B229FC" w:rsidRPr="00D047ED">
        <w:t>7</w:t>
      </w:r>
      <w:r w:rsidRPr="00D047ED">
        <w:t xml:space="preserve">.4.1 </w:t>
      </w:r>
      <w:r w:rsidR="00447664" w:rsidRPr="00D047ED">
        <w:t xml:space="preserve">Effects of </w:t>
      </w:r>
      <w:r w:rsidR="005D4D62" w:rsidRPr="00D047ED">
        <w:t>t</w:t>
      </w:r>
      <w:r w:rsidR="00DB22DC" w:rsidRPr="00D047ED">
        <w:t>erminati</w:t>
      </w:r>
      <w:r w:rsidR="00447664" w:rsidRPr="00D047ED">
        <w:t>ng</w:t>
      </w:r>
      <w:r w:rsidR="00DB22DC" w:rsidRPr="00D047ED">
        <w:t xml:space="preserve"> the Agreement:</w:t>
      </w:r>
    </w:p>
    <w:p w14:paraId="78AD096D" w14:textId="77777777" w:rsidR="00371C5A" w:rsidRPr="00345713" w:rsidRDefault="00DB22DC" w:rsidP="000265E9">
      <w:r w:rsidRPr="00345713">
        <w:t xml:space="preserve">Within 60 </w:t>
      </w:r>
      <w:r w:rsidR="00EA0760" w:rsidRPr="00345713">
        <w:t xml:space="preserve">calendar </w:t>
      </w:r>
      <w:r w:rsidRPr="00345713">
        <w:t>days from the day on which the termination takes effect, the coordinator must submit</w:t>
      </w:r>
      <w:r w:rsidR="00371C5A" w:rsidRPr="00345713">
        <w:t xml:space="preserve"> a request for payment of the </w:t>
      </w:r>
      <w:r w:rsidR="00371C5A" w:rsidRPr="00CE362D">
        <w:t>balance</w:t>
      </w:r>
      <w:r w:rsidR="00B65F90" w:rsidRPr="00CE362D">
        <w:t xml:space="preserve"> </w:t>
      </w:r>
      <w:r w:rsidR="00CE362D">
        <w:t>as provided for in</w:t>
      </w:r>
      <w:r w:rsidR="00B65F90" w:rsidRPr="00345713">
        <w:t xml:space="preserve"> Article I</w:t>
      </w:r>
      <w:r w:rsidR="00B92DC1" w:rsidRPr="00345713">
        <w:t>.4.4</w:t>
      </w:r>
      <w:r w:rsidR="00371C5A" w:rsidRPr="00345713">
        <w:t>.</w:t>
      </w:r>
    </w:p>
    <w:p w14:paraId="78AD096E" w14:textId="77777777" w:rsidR="00652E94" w:rsidRPr="00345713" w:rsidRDefault="00652E94" w:rsidP="000265E9">
      <w:r w:rsidRPr="00345713">
        <w:t xml:space="preserve">If the Commission does not receive the request for payment of the balance </w:t>
      </w:r>
      <w:r w:rsidR="00E43B9A">
        <w:t>by</w:t>
      </w:r>
      <w:r w:rsidR="00E43B9A" w:rsidRPr="00345713">
        <w:t xml:space="preserve"> </w:t>
      </w:r>
      <w:r w:rsidRPr="00345713">
        <w:t xml:space="preserve">the above deadline, only costs </w:t>
      </w:r>
      <w:r w:rsidR="00C80C63">
        <w:t xml:space="preserve">or contributions </w:t>
      </w:r>
      <w:r w:rsidRPr="00345713">
        <w:t>which are included in an approved technical report and, where relevant, in an approved financial statement, are reimbursed or covered by the grant.</w:t>
      </w:r>
    </w:p>
    <w:p w14:paraId="78AD096F" w14:textId="77777777" w:rsidR="00DB22DC" w:rsidRPr="00345713" w:rsidRDefault="00371C5A" w:rsidP="000265E9">
      <w:r w:rsidRPr="00345713">
        <w:t>If the Agreement is terminated</w:t>
      </w:r>
      <w:r w:rsidR="008924C0" w:rsidRPr="00345713">
        <w:t xml:space="preserve"> by the Commission</w:t>
      </w:r>
      <w:r w:rsidRPr="00345713">
        <w:t xml:space="preserve"> </w:t>
      </w:r>
      <w:r w:rsidR="0061564A">
        <w:t>because</w:t>
      </w:r>
      <w:r w:rsidRPr="00345713">
        <w:t xml:space="preserve"> the </w:t>
      </w:r>
      <w:r w:rsidR="00171FFB">
        <w:t xml:space="preserve">coordinator has breached its </w:t>
      </w:r>
      <w:r w:rsidRPr="00345713">
        <w:t>obligation to submit the request for payment, the coordinator may not submit any request for payment after termination.</w:t>
      </w:r>
      <w:r w:rsidR="00652E94" w:rsidRPr="00345713">
        <w:t xml:space="preserve"> In that case the second subparagraph applies</w:t>
      </w:r>
      <w:r w:rsidR="0061564A">
        <w:t>.</w:t>
      </w:r>
    </w:p>
    <w:p w14:paraId="78AD0970" w14:textId="63E74F43" w:rsidR="00DB22DC" w:rsidRPr="00345713" w:rsidRDefault="00DB22DC" w:rsidP="000265E9">
      <w:r w:rsidRPr="00345713">
        <w:t xml:space="preserve">The </w:t>
      </w:r>
      <w:r w:rsidR="00E259C4" w:rsidRPr="00345713">
        <w:t>Commission</w:t>
      </w:r>
      <w:r w:rsidRPr="00345713">
        <w:t xml:space="preserve"> calculate</w:t>
      </w:r>
      <w:r w:rsidR="00E259C4" w:rsidRPr="00345713">
        <w:t>s</w:t>
      </w:r>
      <w:r w:rsidRPr="00345713">
        <w:t xml:space="preserve"> the final grant amount </w:t>
      </w:r>
      <w:r w:rsidR="00E259C4" w:rsidRPr="00345713">
        <w:t>as referred to in Article II.25</w:t>
      </w:r>
      <w:r w:rsidRPr="00345713">
        <w:t xml:space="preserve"> and the balance </w:t>
      </w:r>
      <w:r w:rsidR="00E259C4" w:rsidRPr="00345713">
        <w:t xml:space="preserve">as referred to in Article </w:t>
      </w:r>
      <w:r w:rsidR="00B3524D">
        <w:t xml:space="preserve"> I.4.5</w:t>
      </w:r>
      <w:r w:rsidRPr="00345713">
        <w:t xml:space="preserve"> on the basis of the reports submitted. </w:t>
      </w:r>
      <w:r w:rsidR="00BF6F5D">
        <w:t xml:space="preserve">Only activities undertaken </w:t>
      </w:r>
      <w:r w:rsidR="00453CDD">
        <w:t xml:space="preserve">before the </w:t>
      </w:r>
      <w:r w:rsidR="00BF6F5D">
        <w:t>date when the termination takes effect</w:t>
      </w:r>
      <w:r w:rsidR="00453CDD">
        <w:t xml:space="preserve"> or the end date of the </w:t>
      </w:r>
      <w:r w:rsidR="00453CDD" w:rsidRPr="00453CDD">
        <w:rPr>
          <w:i/>
        </w:rPr>
        <w:t>implementation period</w:t>
      </w:r>
      <w:r w:rsidR="00453CDD">
        <w:t xml:space="preserve"> </w:t>
      </w:r>
      <w:r w:rsidR="00453CDD" w:rsidRPr="00453CDD">
        <w:t>as specified in Article I.2.2</w:t>
      </w:r>
      <w:r w:rsidR="00453CDD">
        <w:t>, whichever is the earliest,</w:t>
      </w:r>
      <w:r w:rsidR="00BF6F5D">
        <w:t xml:space="preserve"> must be taken into account. </w:t>
      </w:r>
      <w:r w:rsidR="0095290E">
        <w:t>Where the grant takes the form of reimbursement of costs actually incurred as provided for in Article I.3.2(a)</w:t>
      </w:r>
      <w:r w:rsidR="00BF6F5D">
        <w:t>(i)</w:t>
      </w:r>
      <w:r w:rsidR="0095290E">
        <w:t>, o</w:t>
      </w:r>
      <w:r w:rsidRPr="00345713">
        <w:t xml:space="preserve">nly costs incurred </w:t>
      </w:r>
      <w:r w:rsidR="00912337">
        <w:t xml:space="preserve">before </w:t>
      </w:r>
      <w:r w:rsidRPr="00345713">
        <w:t>termination takes effect are</w:t>
      </w:r>
      <w:r w:rsidR="002928A3" w:rsidRPr="00345713">
        <w:t xml:space="preserve"> reimbursed or covered by the grant</w:t>
      </w:r>
      <w:r w:rsidR="007E47F0" w:rsidRPr="00345713">
        <w:t>.</w:t>
      </w:r>
      <w:r w:rsidRPr="00345713">
        <w:t xml:space="preserve"> Costs relating to contracts due for execution only after termination are not </w:t>
      </w:r>
      <w:r w:rsidR="002928A3" w:rsidRPr="00345713">
        <w:t>taken into account</w:t>
      </w:r>
      <w:r w:rsidR="0095290E">
        <w:t xml:space="preserve"> and</w:t>
      </w:r>
      <w:r w:rsidR="00912337">
        <w:t xml:space="preserve"> </w:t>
      </w:r>
      <w:r w:rsidR="00A9258E">
        <w:t xml:space="preserve">are not </w:t>
      </w:r>
      <w:r w:rsidR="00A9258E" w:rsidRPr="00345713">
        <w:t xml:space="preserve">reimbursed </w:t>
      </w:r>
      <w:r w:rsidR="00DC57E7" w:rsidRPr="00345713">
        <w:t xml:space="preserve">or covered </w:t>
      </w:r>
      <w:r w:rsidR="00A9258E" w:rsidRPr="00345713">
        <w:t>by the grant</w:t>
      </w:r>
      <w:r w:rsidR="00A9258E">
        <w:t>.</w:t>
      </w:r>
      <w:r w:rsidR="00BF6F5D">
        <w:t xml:space="preserve"> </w:t>
      </w:r>
    </w:p>
    <w:p w14:paraId="78AD0971" w14:textId="77777777" w:rsidR="00197AFA" w:rsidRPr="00345713" w:rsidRDefault="00197AFA" w:rsidP="000265E9">
      <w:r w:rsidRPr="00345713">
        <w:t xml:space="preserve">The Commission may reduce the grant in accordance with Article II.25.4 in case of: </w:t>
      </w:r>
    </w:p>
    <w:p w14:paraId="78AD0972" w14:textId="77777777" w:rsidR="00197AFA" w:rsidRPr="00345713" w:rsidRDefault="00197AFA" w:rsidP="003A2A37">
      <w:pPr>
        <w:numPr>
          <w:ilvl w:val="0"/>
          <w:numId w:val="37"/>
        </w:numPr>
      </w:pPr>
      <w:r w:rsidRPr="00345713">
        <w:t>improper termination of the Agreement by the coordinator within the meaning of Article II.1</w:t>
      </w:r>
      <w:r w:rsidR="00912068" w:rsidRPr="00345713">
        <w:t>7</w:t>
      </w:r>
      <w:r w:rsidRPr="00345713">
        <w:t>.1; or</w:t>
      </w:r>
    </w:p>
    <w:p w14:paraId="78AD0973" w14:textId="77777777" w:rsidR="00197AFA" w:rsidRPr="00345713" w:rsidRDefault="00197AFA" w:rsidP="003A2A37">
      <w:pPr>
        <w:numPr>
          <w:ilvl w:val="0"/>
          <w:numId w:val="37"/>
        </w:numPr>
      </w:pPr>
      <w:r w:rsidRPr="00345713">
        <w:t xml:space="preserve">termination of the Agreement by the Commission on </w:t>
      </w:r>
      <w:r w:rsidR="003E22E5">
        <w:t>any</w:t>
      </w:r>
      <w:r w:rsidR="00447664">
        <w:t xml:space="preserve"> of </w:t>
      </w:r>
      <w:r w:rsidRPr="00345713">
        <w:t xml:space="preserve">the grounds set out in points (c), (f) </w:t>
      </w:r>
      <w:r w:rsidR="0068529C">
        <w:t>and points</w:t>
      </w:r>
      <w:r w:rsidR="0068529C" w:rsidRPr="00D803CC">
        <w:t xml:space="preserve"> (g) </w:t>
      </w:r>
      <w:r w:rsidR="0068529C">
        <w:t>to</w:t>
      </w:r>
      <w:r w:rsidR="0068529C" w:rsidRPr="00D803CC">
        <w:t xml:space="preserve"> (</w:t>
      </w:r>
      <w:r w:rsidR="0068529C">
        <w:t>j</w:t>
      </w:r>
      <w:r w:rsidR="0068529C" w:rsidRPr="00D803CC">
        <w:t>)</w:t>
      </w:r>
      <w:r w:rsidRPr="00345713">
        <w:t xml:space="preserve"> of Article II.1</w:t>
      </w:r>
      <w:r w:rsidR="00912068" w:rsidRPr="00345713">
        <w:t>7</w:t>
      </w:r>
      <w:r w:rsidRPr="00345713">
        <w:t>.3.1.</w:t>
      </w:r>
    </w:p>
    <w:p w14:paraId="78AD0974" w14:textId="77777777" w:rsidR="00DB22DC" w:rsidRPr="00345713" w:rsidRDefault="00F76A47" w:rsidP="000265E9">
      <w:pPr>
        <w:rPr>
          <w:szCs w:val="24"/>
        </w:rPr>
      </w:pPr>
      <w:r w:rsidRPr="00345713">
        <w:rPr>
          <w:szCs w:val="24"/>
        </w:rPr>
        <w:t xml:space="preserve">Neither party </w:t>
      </w:r>
      <w:r w:rsidR="00DB22DC" w:rsidRPr="00345713">
        <w:rPr>
          <w:szCs w:val="24"/>
        </w:rPr>
        <w:t xml:space="preserve">may claim damages </w:t>
      </w:r>
      <w:r w:rsidR="000A0867">
        <w:rPr>
          <w:szCs w:val="24"/>
        </w:rPr>
        <w:t>on the grounds that</w:t>
      </w:r>
      <w:r w:rsidR="000A0867" w:rsidRPr="00345713">
        <w:rPr>
          <w:szCs w:val="24"/>
        </w:rPr>
        <w:t xml:space="preserve"> the other party </w:t>
      </w:r>
      <w:r w:rsidR="00DB22DC" w:rsidRPr="00345713">
        <w:rPr>
          <w:szCs w:val="24"/>
        </w:rPr>
        <w:t>terminat</w:t>
      </w:r>
      <w:r w:rsidR="000A0867">
        <w:rPr>
          <w:szCs w:val="24"/>
        </w:rPr>
        <w:t>ed</w:t>
      </w:r>
      <w:r w:rsidRPr="00345713">
        <w:rPr>
          <w:szCs w:val="24"/>
        </w:rPr>
        <w:t xml:space="preserve"> the Agreement</w:t>
      </w:r>
      <w:r w:rsidR="00DB22DC" w:rsidRPr="00345713">
        <w:rPr>
          <w:szCs w:val="24"/>
        </w:rPr>
        <w:t>.</w:t>
      </w:r>
    </w:p>
    <w:p w14:paraId="78AD0975" w14:textId="77777777" w:rsidR="00595F23" w:rsidRPr="00345713" w:rsidRDefault="00595F23" w:rsidP="000265E9">
      <w:pPr>
        <w:rPr>
          <w:szCs w:val="24"/>
        </w:rPr>
      </w:pPr>
      <w:r w:rsidRPr="00345713">
        <w:rPr>
          <w:szCs w:val="24"/>
        </w:rPr>
        <w:t>After termination, the beneficiaries’ obligations</w:t>
      </w:r>
      <w:r w:rsidR="000A0867" w:rsidRPr="000A0867">
        <w:rPr>
          <w:szCs w:val="24"/>
        </w:rPr>
        <w:t xml:space="preserve"> </w:t>
      </w:r>
      <w:r w:rsidR="000A0867" w:rsidRPr="00345713">
        <w:rPr>
          <w:szCs w:val="24"/>
        </w:rPr>
        <w:t>continue to apply</w:t>
      </w:r>
      <w:r w:rsidR="00364A72" w:rsidRPr="00345713">
        <w:rPr>
          <w:szCs w:val="24"/>
        </w:rPr>
        <w:t>, in particular those</w:t>
      </w:r>
      <w:r w:rsidRPr="00345713">
        <w:rPr>
          <w:szCs w:val="24"/>
        </w:rPr>
        <w:t xml:space="preserve"> under Articles </w:t>
      </w:r>
      <w:r w:rsidR="006F15D5" w:rsidRPr="00345713">
        <w:rPr>
          <w:szCs w:val="24"/>
        </w:rPr>
        <w:t xml:space="preserve">I.4, </w:t>
      </w:r>
      <w:r w:rsidRPr="00345713">
        <w:rPr>
          <w:szCs w:val="24"/>
        </w:rPr>
        <w:t>II.</w:t>
      </w:r>
      <w:r w:rsidR="00EA0C01" w:rsidRPr="00345713">
        <w:rPr>
          <w:szCs w:val="24"/>
        </w:rPr>
        <w:t>6</w:t>
      </w:r>
      <w:r w:rsidRPr="00345713">
        <w:rPr>
          <w:szCs w:val="24"/>
        </w:rPr>
        <w:t>, II.</w:t>
      </w:r>
      <w:r w:rsidR="00EA0C01" w:rsidRPr="00345713">
        <w:rPr>
          <w:szCs w:val="24"/>
        </w:rPr>
        <w:t>8</w:t>
      </w:r>
      <w:r w:rsidRPr="00345713">
        <w:rPr>
          <w:szCs w:val="24"/>
        </w:rPr>
        <w:t xml:space="preserve">, </w:t>
      </w:r>
      <w:r w:rsidR="001C5590" w:rsidRPr="00345713">
        <w:rPr>
          <w:szCs w:val="24"/>
        </w:rPr>
        <w:t xml:space="preserve">II.9, </w:t>
      </w:r>
      <w:r w:rsidRPr="00345713">
        <w:rPr>
          <w:szCs w:val="24"/>
        </w:rPr>
        <w:t>II.1</w:t>
      </w:r>
      <w:r w:rsidR="00EA0C01" w:rsidRPr="00345713">
        <w:rPr>
          <w:szCs w:val="24"/>
        </w:rPr>
        <w:t>4</w:t>
      </w:r>
      <w:r w:rsidR="004E2A9C" w:rsidRPr="00345713">
        <w:rPr>
          <w:szCs w:val="24"/>
        </w:rPr>
        <w:t>,</w:t>
      </w:r>
      <w:r w:rsidRPr="00345713">
        <w:rPr>
          <w:szCs w:val="24"/>
        </w:rPr>
        <w:t xml:space="preserve"> II.27</w:t>
      </w:r>
      <w:r w:rsidR="001C5590" w:rsidRPr="00345713">
        <w:rPr>
          <w:szCs w:val="24"/>
        </w:rPr>
        <w:t xml:space="preserve"> and any additional provisions on </w:t>
      </w:r>
      <w:r w:rsidR="004E2A9C" w:rsidRPr="00345713">
        <w:rPr>
          <w:szCs w:val="24"/>
        </w:rPr>
        <w:t xml:space="preserve">the </w:t>
      </w:r>
      <w:r w:rsidR="001C5590" w:rsidRPr="00345713">
        <w:rPr>
          <w:szCs w:val="24"/>
        </w:rPr>
        <w:t>use of the results</w:t>
      </w:r>
      <w:r w:rsidR="000A0867">
        <w:rPr>
          <w:szCs w:val="24"/>
        </w:rPr>
        <w:t>,</w:t>
      </w:r>
      <w:r w:rsidR="001C5590" w:rsidRPr="00345713">
        <w:rPr>
          <w:szCs w:val="24"/>
        </w:rPr>
        <w:t xml:space="preserve"> as set out in the Special Conditions</w:t>
      </w:r>
      <w:r w:rsidRPr="00345713">
        <w:rPr>
          <w:szCs w:val="24"/>
        </w:rPr>
        <w:t>.</w:t>
      </w:r>
    </w:p>
    <w:p w14:paraId="78AD0976" w14:textId="77777777" w:rsidR="00DB22DC" w:rsidRPr="00345713" w:rsidRDefault="00DA3568" w:rsidP="000265E9">
      <w:pPr>
        <w:pStyle w:val="Heading4"/>
      </w:pPr>
      <w:r w:rsidRPr="00345713">
        <w:t>II.1</w:t>
      </w:r>
      <w:r w:rsidR="00B229FC" w:rsidRPr="00345713">
        <w:t>7</w:t>
      </w:r>
      <w:r w:rsidRPr="00345713">
        <w:t>.4.2</w:t>
      </w:r>
      <w:r w:rsidR="00DB22DC" w:rsidRPr="00345713">
        <w:t xml:space="preserve"> </w:t>
      </w:r>
      <w:r w:rsidR="00447664">
        <w:t>Effects of</w:t>
      </w:r>
      <w:r w:rsidR="00447664" w:rsidRPr="00345713">
        <w:t xml:space="preserve"> </w:t>
      </w:r>
      <w:r w:rsidR="005D4D62" w:rsidRPr="00345713">
        <w:t>t</w:t>
      </w:r>
      <w:r w:rsidR="00DB22DC" w:rsidRPr="00345713">
        <w:t>erminati</w:t>
      </w:r>
      <w:r w:rsidR="00447664">
        <w:t>ng</w:t>
      </w:r>
      <w:r w:rsidR="00DB22DC" w:rsidRPr="00345713">
        <w:t xml:space="preserve"> the participation of one or more beneficiaries:</w:t>
      </w:r>
    </w:p>
    <w:p w14:paraId="78AD0977" w14:textId="77777777" w:rsidR="00CD1EF4" w:rsidRPr="00345713" w:rsidRDefault="00D047ED" w:rsidP="00D047ED">
      <w:pPr>
        <w:rPr>
          <w:szCs w:val="24"/>
        </w:rPr>
      </w:pPr>
      <w:r>
        <w:rPr>
          <w:szCs w:val="24"/>
        </w:rPr>
        <w:t>(</w:t>
      </w:r>
      <w:r w:rsidR="0048654C" w:rsidRPr="00A6537C">
        <w:rPr>
          <w:szCs w:val="24"/>
        </w:rPr>
        <w:t>a</w:t>
      </w:r>
      <w:r w:rsidR="00D15289" w:rsidRPr="00A6537C">
        <w:rPr>
          <w:szCs w:val="24"/>
        </w:rPr>
        <w:t>)</w:t>
      </w:r>
      <w:r w:rsidR="00D15289" w:rsidRPr="00345713">
        <w:rPr>
          <w:b/>
          <w:szCs w:val="24"/>
        </w:rPr>
        <w:t xml:space="preserve"> </w:t>
      </w:r>
      <w:r w:rsidR="00D15289" w:rsidRPr="00345713">
        <w:rPr>
          <w:szCs w:val="24"/>
        </w:rPr>
        <w:t xml:space="preserve">The coordinator must submit a request for amendment </w:t>
      </w:r>
      <w:r w:rsidR="00CD1EF4" w:rsidRPr="00345713">
        <w:rPr>
          <w:szCs w:val="24"/>
        </w:rPr>
        <w:t>including:</w:t>
      </w:r>
    </w:p>
    <w:p w14:paraId="78AD0978" w14:textId="77777777" w:rsidR="00CD1EF4" w:rsidRPr="00345713" w:rsidRDefault="00CD1EF4" w:rsidP="003A2A37">
      <w:pPr>
        <w:numPr>
          <w:ilvl w:val="0"/>
          <w:numId w:val="38"/>
        </w:numPr>
        <w:ind w:left="993" w:hanging="426"/>
      </w:pPr>
      <w:r w:rsidRPr="00345713">
        <w:t xml:space="preserve">a proposal </w:t>
      </w:r>
      <w:r w:rsidR="000612E1">
        <w:t>to</w:t>
      </w:r>
      <w:r w:rsidR="000612E1" w:rsidRPr="00345713">
        <w:t xml:space="preserve"> </w:t>
      </w:r>
      <w:r w:rsidRPr="00345713">
        <w:t>reallocat</w:t>
      </w:r>
      <w:r w:rsidR="000612E1">
        <w:t>e</w:t>
      </w:r>
      <w:r w:rsidRPr="00345713">
        <w:t xml:space="preserve"> the tasks of the beneficiary or beneficiaries concerned by </w:t>
      </w:r>
      <w:r w:rsidR="000612E1">
        <w:t xml:space="preserve">the </w:t>
      </w:r>
      <w:r w:rsidRPr="00345713">
        <w:t>termination</w:t>
      </w:r>
      <w:r w:rsidR="000612E1">
        <w:t>;</w:t>
      </w:r>
      <w:r w:rsidRPr="00345713">
        <w:t xml:space="preserve"> and</w:t>
      </w:r>
    </w:p>
    <w:p w14:paraId="78AD0979" w14:textId="77777777" w:rsidR="003D58FD" w:rsidRPr="00345713" w:rsidRDefault="00CD1EF4" w:rsidP="003A2A37">
      <w:pPr>
        <w:numPr>
          <w:ilvl w:val="0"/>
          <w:numId w:val="38"/>
        </w:numPr>
        <w:ind w:left="993" w:hanging="426"/>
      </w:pPr>
      <w:r w:rsidRPr="00345713">
        <w:t xml:space="preserve">if necessary, the addition of one or more new beneficiaries </w:t>
      </w:r>
      <w:r w:rsidR="00053163" w:rsidRPr="00345713">
        <w:t>to</w:t>
      </w:r>
      <w:r w:rsidRPr="00345713">
        <w:t xml:space="preserve"> succeed the beneficiary or beneficiaries concerned in all their rights and obligations under the Agreement</w:t>
      </w:r>
      <w:r w:rsidR="003D58FD" w:rsidRPr="00345713">
        <w:t>.</w:t>
      </w:r>
    </w:p>
    <w:p w14:paraId="78AD097A" w14:textId="77777777" w:rsidR="0094122A" w:rsidRPr="00345713" w:rsidRDefault="000612E1" w:rsidP="000265E9">
      <w:pPr>
        <w:rPr>
          <w:szCs w:val="24"/>
        </w:rPr>
      </w:pPr>
      <w:r w:rsidRPr="00345713">
        <w:rPr>
          <w:szCs w:val="24"/>
        </w:rPr>
        <w:t>I</w:t>
      </w:r>
      <w:r>
        <w:rPr>
          <w:szCs w:val="24"/>
        </w:rPr>
        <w:t xml:space="preserve">f </w:t>
      </w:r>
      <w:r w:rsidRPr="00345713">
        <w:rPr>
          <w:szCs w:val="24"/>
        </w:rPr>
        <w:t xml:space="preserve">the Commission </w:t>
      </w:r>
      <w:r w:rsidR="0094122A" w:rsidRPr="00345713">
        <w:rPr>
          <w:szCs w:val="24"/>
        </w:rPr>
        <w:t>terminat</w:t>
      </w:r>
      <w:r w:rsidR="00D65B7A">
        <w:rPr>
          <w:szCs w:val="24"/>
        </w:rPr>
        <w:t>es the participation of a beneficiary</w:t>
      </w:r>
      <w:r w:rsidR="0094122A" w:rsidRPr="00345713">
        <w:rPr>
          <w:szCs w:val="24"/>
        </w:rPr>
        <w:t xml:space="preserve">, </w:t>
      </w:r>
      <w:r w:rsidR="00D65B7A">
        <w:rPr>
          <w:szCs w:val="24"/>
        </w:rPr>
        <w:t>the coordinator</w:t>
      </w:r>
      <w:r>
        <w:rPr>
          <w:szCs w:val="24"/>
        </w:rPr>
        <w:t xml:space="preserve"> must</w:t>
      </w:r>
      <w:r w:rsidRPr="00345713">
        <w:rPr>
          <w:szCs w:val="24"/>
        </w:rPr>
        <w:t xml:space="preserve"> submit</w:t>
      </w:r>
      <w:r>
        <w:rPr>
          <w:szCs w:val="24"/>
        </w:rPr>
        <w:t xml:space="preserve"> </w:t>
      </w:r>
      <w:r w:rsidR="00D65B7A">
        <w:rPr>
          <w:szCs w:val="24"/>
        </w:rPr>
        <w:t>the</w:t>
      </w:r>
      <w:r w:rsidRPr="00345713">
        <w:rPr>
          <w:szCs w:val="24"/>
        </w:rPr>
        <w:t xml:space="preserve"> </w:t>
      </w:r>
      <w:r w:rsidR="0094122A" w:rsidRPr="00345713">
        <w:rPr>
          <w:szCs w:val="24"/>
        </w:rPr>
        <w:t>request</w:t>
      </w:r>
      <w:r w:rsidR="00D65B7A">
        <w:rPr>
          <w:szCs w:val="24"/>
        </w:rPr>
        <w:t xml:space="preserve"> for amendment</w:t>
      </w:r>
      <w:r w:rsidR="0094122A" w:rsidRPr="00345713">
        <w:rPr>
          <w:szCs w:val="24"/>
        </w:rPr>
        <w:t xml:space="preserve"> within 60 </w:t>
      </w:r>
      <w:r w:rsidR="00EA0760" w:rsidRPr="00345713">
        <w:rPr>
          <w:szCs w:val="24"/>
        </w:rPr>
        <w:t xml:space="preserve">calendar </w:t>
      </w:r>
      <w:r w:rsidR="0094122A" w:rsidRPr="00FB32D4">
        <w:rPr>
          <w:szCs w:val="24"/>
        </w:rPr>
        <w:t>days from the day on which the termination takes effect</w:t>
      </w:r>
      <w:r w:rsidR="0094122A" w:rsidRPr="00345713">
        <w:rPr>
          <w:szCs w:val="24"/>
        </w:rPr>
        <w:t>.</w:t>
      </w:r>
    </w:p>
    <w:p w14:paraId="78AD097B" w14:textId="77777777" w:rsidR="0094122A" w:rsidRPr="00345713" w:rsidRDefault="000612E1" w:rsidP="000265E9">
      <w:pPr>
        <w:rPr>
          <w:szCs w:val="24"/>
        </w:rPr>
      </w:pPr>
      <w:r w:rsidRPr="00345713">
        <w:rPr>
          <w:szCs w:val="24"/>
        </w:rPr>
        <w:t>I</w:t>
      </w:r>
      <w:r>
        <w:rPr>
          <w:szCs w:val="24"/>
        </w:rPr>
        <w:t>f</w:t>
      </w:r>
      <w:r w:rsidRPr="00345713">
        <w:rPr>
          <w:szCs w:val="24"/>
        </w:rPr>
        <w:t xml:space="preserve"> the coordinator </w:t>
      </w:r>
      <w:r w:rsidR="00D65B7A">
        <w:rPr>
          <w:szCs w:val="24"/>
        </w:rPr>
        <w:t>terminates the participation of a beneficiary</w:t>
      </w:r>
      <w:r w:rsidR="0094122A" w:rsidRPr="00345713">
        <w:rPr>
          <w:szCs w:val="24"/>
        </w:rPr>
        <w:t xml:space="preserve">, </w:t>
      </w:r>
      <w:r w:rsidR="00D65B7A">
        <w:rPr>
          <w:szCs w:val="24"/>
        </w:rPr>
        <w:t xml:space="preserve">the request for amendment </w:t>
      </w:r>
      <w:r>
        <w:rPr>
          <w:szCs w:val="24"/>
        </w:rPr>
        <w:t xml:space="preserve">must </w:t>
      </w:r>
      <w:r w:rsidR="00D65B7A">
        <w:rPr>
          <w:szCs w:val="24"/>
        </w:rPr>
        <w:t xml:space="preserve">be </w:t>
      </w:r>
      <w:r>
        <w:rPr>
          <w:szCs w:val="24"/>
        </w:rPr>
        <w:t>include</w:t>
      </w:r>
      <w:r w:rsidR="00D65B7A">
        <w:rPr>
          <w:szCs w:val="24"/>
        </w:rPr>
        <w:t>d</w:t>
      </w:r>
      <w:r w:rsidR="0094122A" w:rsidRPr="00345713">
        <w:rPr>
          <w:szCs w:val="24"/>
        </w:rPr>
        <w:t xml:space="preserve"> in the </w:t>
      </w:r>
      <w:r w:rsidR="0094122A" w:rsidRPr="00345713">
        <w:rPr>
          <w:i/>
          <w:szCs w:val="24"/>
        </w:rPr>
        <w:t>formal notification</w:t>
      </w:r>
      <w:r w:rsidR="0094122A" w:rsidRPr="00345713">
        <w:rPr>
          <w:szCs w:val="24"/>
        </w:rPr>
        <w:t xml:space="preserve"> </w:t>
      </w:r>
      <w:r w:rsidR="0056681D" w:rsidRPr="00345713">
        <w:rPr>
          <w:szCs w:val="24"/>
        </w:rPr>
        <w:t xml:space="preserve">of </w:t>
      </w:r>
      <w:r w:rsidR="0094122A" w:rsidRPr="00345713">
        <w:rPr>
          <w:szCs w:val="24"/>
        </w:rPr>
        <w:t>terminati</w:t>
      </w:r>
      <w:r w:rsidR="0056681D" w:rsidRPr="00345713">
        <w:rPr>
          <w:szCs w:val="24"/>
        </w:rPr>
        <w:t>on</w:t>
      </w:r>
      <w:r w:rsidR="0094122A" w:rsidRPr="00345713">
        <w:rPr>
          <w:szCs w:val="24"/>
        </w:rPr>
        <w:t xml:space="preserve"> </w:t>
      </w:r>
      <w:r w:rsidR="00D15289" w:rsidRPr="00345713">
        <w:rPr>
          <w:szCs w:val="24"/>
        </w:rPr>
        <w:t>referred to in</w:t>
      </w:r>
      <w:r w:rsidR="00912068" w:rsidRPr="00345713">
        <w:rPr>
          <w:szCs w:val="24"/>
        </w:rPr>
        <w:t xml:space="preserve"> Article II.17</w:t>
      </w:r>
      <w:r w:rsidR="0094122A" w:rsidRPr="00345713">
        <w:rPr>
          <w:szCs w:val="24"/>
        </w:rPr>
        <w:t>.2.</w:t>
      </w:r>
    </w:p>
    <w:p w14:paraId="78AD097C" w14:textId="77777777" w:rsidR="00CD1EF4" w:rsidRPr="00345713" w:rsidRDefault="00CD1EF4" w:rsidP="000265E9">
      <w:pPr>
        <w:rPr>
          <w:szCs w:val="24"/>
        </w:rPr>
      </w:pPr>
      <w:r w:rsidRPr="00345713">
        <w:rPr>
          <w:szCs w:val="24"/>
        </w:rPr>
        <w:t xml:space="preserve">If termination takes effect after the </w:t>
      </w:r>
      <w:r w:rsidR="00E71B03" w:rsidRPr="00345713">
        <w:rPr>
          <w:szCs w:val="24"/>
        </w:rPr>
        <w:t>end of the</w:t>
      </w:r>
      <w:r w:rsidR="00A55371" w:rsidRPr="00345713">
        <w:rPr>
          <w:szCs w:val="24"/>
        </w:rPr>
        <w:t xml:space="preserve"> </w:t>
      </w:r>
      <w:r w:rsidR="00A55371" w:rsidRPr="00345713">
        <w:rPr>
          <w:i/>
          <w:szCs w:val="24"/>
        </w:rPr>
        <w:t>implementation period</w:t>
      </w:r>
      <w:r w:rsidRPr="00345713">
        <w:rPr>
          <w:szCs w:val="24"/>
        </w:rPr>
        <w:t xml:space="preserve">, no request for amendment must be </w:t>
      </w:r>
      <w:r w:rsidR="009E6A7C">
        <w:rPr>
          <w:szCs w:val="24"/>
        </w:rPr>
        <w:t>provided</w:t>
      </w:r>
      <w:r w:rsidRPr="00345713">
        <w:rPr>
          <w:szCs w:val="24"/>
        </w:rPr>
        <w:t xml:space="preserve"> unless the beneficiary concerned is the coordinator. In this case, the request for amendment must propose a new coordinator.</w:t>
      </w:r>
    </w:p>
    <w:p w14:paraId="78AD097D" w14:textId="77777777" w:rsidR="00B8759A" w:rsidRPr="00345713" w:rsidRDefault="00B8759A" w:rsidP="000265E9">
      <w:pPr>
        <w:rPr>
          <w:szCs w:val="24"/>
        </w:rPr>
      </w:pPr>
      <w:r w:rsidRPr="00345713">
        <w:rPr>
          <w:szCs w:val="24"/>
        </w:rPr>
        <w:t xml:space="preserve">If the request for amendment is rejected by the Commission, the Agreement may be terminated </w:t>
      </w:r>
      <w:r w:rsidR="00C77254">
        <w:rPr>
          <w:szCs w:val="24"/>
        </w:rPr>
        <w:t xml:space="preserve">in </w:t>
      </w:r>
      <w:r w:rsidRPr="00345713">
        <w:rPr>
          <w:szCs w:val="24"/>
        </w:rPr>
        <w:t>accord</w:t>
      </w:r>
      <w:r w:rsidR="00C77254">
        <w:rPr>
          <w:szCs w:val="24"/>
        </w:rPr>
        <w:t>ance with</w:t>
      </w:r>
      <w:r w:rsidRPr="00345713">
        <w:rPr>
          <w:szCs w:val="24"/>
        </w:rPr>
        <w:t xml:space="preserve"> Article </w:t>
      </w:r>
      <w:r w:rsidR="00912068" w:rsidRPr="00345713">
        <w:rPr>
          <w:szCs w:val="24"/>
        </w:rPr>
        <w:t>II.17</w:t>
      </w:r>
      <w:r w:rsidRPr="00345713">
        <w:rPr>
          <w:szCs w:val="24"/>
        </w:rPr>
        <w:t xml:space="preserve">.3.1 (b). The request for amendment may be rejected if it calls into question the decision awarding the grant or </w:t>
      </w:r>
      <w:r w:rsidR="009E6A7C">
        <w:rPr>
          <w:szCs w:val="24"/>
        </w:rPr>
        <w:t xml:space="preserve">is contrary to the </w:t>
      </w:r>
      <w:r w:rsidRPr="00345713">
        <w:rPr>
          <w:szCs w:val="24"/>
        </w:rPr>
        <w:t>equal treatment of applicants</w:t>
      </w:r>
      <w:r w:rsidR="002C0D1F">
        <w:rPr>
          <w:szCs w:val="24"/>
        </w:rPr>
        <w:t>.</w:t>
      </w:r>
    </w:p>
    <w:p w14:paraId="78AD097E" w14:textId="77777777" w:rsidR="002928A3" w:rsidRPr="00345713" w:rsidRDefault="00D047ED" w:rsidP="00D047ED">
      <w:pPr>
        <w:rPr>
          <w:szCs w:val="24"/>
        </w:rPr>
      </w:pPr>
      <w:r>
        <w:rPr>
          <w:szCs w:val="24"/>
        </w:rPr>
        <w:t>(</w:t>
      </w:r>
      <w:r w:rsidR="0048654C" w:rsidRPr="00A6537C">
        <w:rPr>
          <w:szCs w:val="24"/>
        </w:rPr>
        <w:t>b)</w:t>
      </w:r>
      <w:r w:rsidR="002928A3" w:rsidRPr="00345713">
        <w:rPr>
          <w:b/>
          <w:szCs w:val="24"/>
        </w:rPr>
        <w:t xml:space="preserve"> </w:t>
      </w:r>
      <w:r w:rsidR="002928A3" w:rsidRPr="00345713">
        <w:rPr>
          <w:szCs w:val="24"/>
        </w:rPr>
        <w:t>The beneficiary concerned</w:t>
      </w:r>
      <w:r w:rsidR="0056681D" w:rsidRPr="00345713">
        <w:rPr>
          <w:szCs w:val="24"/>
        </w:rPr>
        <w:t xml:space="preserve"> by termination</w:t>
      </w:r>
      <w:r w:rsidR="002928A3" w:rsidRPr="00345713">
        <w:rPr>
          <w:szCs w:val="24"/>
        </w:rPr>
        <w:t xml:space="preserve"> must submit to the coordinator:</w:t>
      </w:r>
    </w:p>
    <w:p w14:paraId="78AD097F" w14:textId="77777777" w:rsidR="002928A3" w:rsidRPr="00345713" w:rsidRDefault="002928A3" w:rsidP="003A2A37">
      <w:pPr>
        <w:numPr>
          <w:ilvl w:val="0"/>
          <w:numId w:val="39"/>
        </w:numPr>
        <w:ind w:left="993" w:hanging="426"/>
      </w:pPr>
      <w:r w:rsidRPr="00345713">
        <w:t>a technical report</w:t>
      </w:r>
      <w:r w:rsidR="002C0D1F">
        <w:t>;</w:t>
      </w:r>
      <w:r w:rsidRPr="00345713">
        <w:t xml:space="preserve"> and</w:t>
      </w:r>
    </w:p>
    <w:p w14:paraId="78AD0980" w14:textId="77777777" w:rsidR="002928A3" w:rsidRPr="00345713" w:rsidRDefault="00F35684" w:rsidP="003A2A37">
      <w:pPr>
        <w:numPr>
          <w:ilvl w:val="0"/>
          <w:numId w:val="39"/>
        </w:numPr>
        <w:ind w:left="993" w:hanging="426"/>
      </w:pPr>
      <w:r>
        <w:t xml:space="preserve">where applicable, </w:t>
      </w:r>
      <w:r w:rsidR="002928A3" w:rsidRPr="00345713">
        <w:t>a financial statement covering the period from the end of the last reporting period to the date when termination takes effect.</w:t>
      </w:r>
    </w:p>
    <w:p w14:paraId="78AD0981" w14:textId="77777777" w:rsidR="00DB22DC" w:rsidRPr="00345713" w:rsidRDefault="002C0D1F" w:rsidP="000265E9">
      <w:r>
        <w:t>T</w:t>
      </w:r>
      <w:r w:rsidRPr="00345713">
        <w:t xml:space="preserve">he coordinator </w:t>
      </w:r>
      <w:r>
        <w:t>must include t</w:t>
      </w:r>
      <w:r w:rsidRPr="00345713">
        <w:t xml:space="preserve">his </w:t>
      </w:r>
      <w:r w:rsidR="002928A3" w:rsidRPr="00345713">
        <w:t>information in the payment request for the next reporting period.</w:t>
      </w:r>
    </w:p>
    <w:p w14:paraId="78AD0982" w14:textId="77777777" w:rsidR="002928A3" w:rsidRPr="00345713" w:rsidRDefault="00121DF0" w:rsidP="000265E9">
      <w:r w:rsidRPr="00121DF0">
        <w:t xml:space="preserve">Only activities undertaken before the date when the termination takes effect must be taken into account. Where the grant takes the form of reimbursement of costs actually incurred as provided for in Article I.3.2(a)(i), </w:t>
      </w:r>
      <w:r>
        <w:t>o</w:t>
      </w:r>
      <w:r w:rsidR="002928A3" w:rsidRPr="00345713">
        <w:t xml:space="preserve">nly costs incurred by the beneficiary concerned </w:t>
      </w:r>
      <w:r w:rsidR="004A270B">
        <w:t>before</w:t>
      </w:r>
      <w:r w:rsidR="002928A3" w:rsidRPr="00345713">
        <w:t xml:space="preserve"> termination takes effect are reimbursed or covered by the grant. Costs relating to contracts due for execution only after termination </w:t>
      </w:r>
      <w:r w:rsidR="00DC57E7">
        <w:t xml:space="preserve">are not </w:t>
      </w:r>
      <w:r w:rsidR="00DC57E7" w:rsidRPr="00345713">
        <w:t>reimbursed or covered by the grant</w:t>
      </w:r>
      <w:r w:rsidR="002928A3" w:rsidRPr="00345713">
        <w:t>.</w:t>
      </w:r>
    </w:p>
    <w:p w14:paraId="78AD0983" w14:textId="77777777" w:rsidR="00A0014E" w:rsidRPr="00345713" w:rsidRDefault="00A0014E" w:rsidP="000265E9">
      <w:r w:rsidRPr="00345713">
        <w:t>The Commission may reduce the grant in accordance with Article II.25.4. in case of:</w:t>
      </w:r>
    </w:p>
    <w:p w14:paraId="78AD0984" w14:textId="77777777" w:rsidR="00A0014E" w:rsidRPr="008E03A5" w:rsidRDefault="00A0014E" w:rsidP="003A2A37">
      <w:pPr>
        <w:numPr>
          <w:ilvl w:val="0"/>
          <w:numId w:val="40"/>
        </w:numPr>
      </w:pPr>
      <w:r w:rsidRPr="006C7FBA">
        <w:t xml:space="preserve">improper </w:t>
      </w:r>
      <w:r w:rsidRPr="008D1250">
        <w:t>terminat</w:t>
      </w:r>
      <w:r w:rsidRPr="008E03A5">
        <w:t>ion of the participation of a beneficiary by the coordinator within the meaning</w:t>
      </w:r>
      <w:r w:rsidR="00DD6318">
        <w:t xml:space="preserve"> of</w:t>
      </w:r>
      <w:r w:rsidRPr="00E42F0D">
        <w:t xml:space="preserve"> </w:t>
      </w:r>
      <w:r w:rsidRPr="006C7FBA">
        <w:t>Article II.1</w:t>
      </w:r>
      <w:r w:rsidR="00912068" w:rsidRPr="006C7FBA">
        <w:t>7</w:t>
      </w:r>
      <w:r w:rsidRPr="008D1250">
        <w:t>.2</w:t>
      </w:r>
      <w:r w:rsidRPr="008E03A5">
        <w:t xml:space="preserve"> or</w:t>
      </w:r>
    </w:p>
    <w:p w14:paraId="78AD0985" w14:textId="77777777" w:rsidR="00A0014E" w:rsidRPr="00345713" w:rsidRDefault="00A0014E" w:rsidP="003A2A37">
      <w:pPr>
        <w:numPr>
          <w:ilvl w:val="0"/>
          <w:numId w:val="40"/>
        </w:numPr>
      </w:pPr>
      <w:r w:rsidRPr="00345713">
        <w:t xml:space="preserve">termination of the participation of a beneficiary by the Commission on </w:t>
      </w:r>
      <w:r w:rsidR="00DD6318">
        <w:t>any</w:t>
      </w:r>
      <w:r w:rsidR="00300FEE">
        <w:t xml:space="preserve"> of </w:t>
      </w:r>
      <w:r w:rsidRPr="00345713">
        <w:t>the grounds set out in points (c), (f), (</w:t>
      </w:r>
      <w:r w:rsidR="004C1731" w:rsidRPr="00345713">
        <w:t>g</w:t>
      </w:r>
      <w:r w:rsidRPr="00345713">
        <w:t>)</w:t>
      </w:r>
      <w:r w:rsidR="001044F4" w:rsidRPr="00345713">
        <w:t>,</w:t>
      </w:r>
      <w:r w:rsidRPr="00345713">
        <w:t xml:space="preserve"> (</w:t>
      </w:r>
      <w:r w:rsidR="004C1731" w:rsidRPr="00345713">
        <w:t>h</w:t>
      </w:r>
      <w:r w:rsidRPr="00345713">
        <w:t xml:space="preserve">) </w:t>
      </w:r>
      <w:r w:rsidR="001044F4" w:rsidRPr="00345713">
        <w:t xml:space="preserve">or (i) </w:t>
      </w:r>
      <w:r w:rsidRPr="00345713">
        <w:t>of Article II.1</w:t>
      </w:r>
      <w:r w:rsidR="00912068" w:rsidRPr="00345713">
        <w:t>7</w:t>
      </w:r>
      <w:r w:rsidRPr="00345713">
        <w:t>.3.1.</w:t>
      </w:r>
    </w:p>
    <w:p w14:paraId="78AD0986" w14:textId="77777777" w:rsidR="005D4D62" w:rsidRPr="00345713" w:rsidRDefault="005D4D62" w:rsidP="000265E9">
      <w:r w:rsidRPr="00345713">
        <w:t xml:space="preserve">Neither party may claim damages </w:t>
      </w:r>
      <w:r w:rsidR="000A0867">
        <w:t>on the grounds that</w:t>
      </w:r>
      <w:r w:rsidR="00300FEE">
        <w:t xml:space="preserve"> </w:t>
      </w:r>
      <w:r w:rsidR="00300FEE" w:rsidRPr="00345713">
        <w:t>the other party</w:t>
      </w:r>
      <w:r w:rsidR="00300FEE" w:rsidRPr="00345713" w:rsidDel="00300FEE">
        <w:t xml:space="preserve"> </w:t>
      </w:r>
      <w:r w:rsidRPr="00345713">
        <w:t>terminat</w:t>
      </w:r>
      <w:r w:rsidR="00300FEE">
        <w:t>ed the participation of a beneficiary</w:t>
      </w:r>
      <w:r w:rsidRPr="00345713">
        <w:t>.</w:t>
      </w:r>
    </w:p>
    <w:p w14:paraId="78AD0987" w14:textId="77777777" w:rsidR="004E2A9C" w:rsidRPr="00345713" w:rsidRDefault="005D4D62" w:rsidP="000265E9">
      <w:r w:rsidRPr="00345713">
        <w:t>After termination, the concerned beneficiary’s obligations</w:t>
      </w:r>
      <w:r w:rsidR="008D1250" w:rsidRPr="008D1250">
        <w:t xml:space="preserve"> </w:t>
      </w:r>
      <w:r w:rsidR="008D1250" w:rsidRPr="00345713">
        <w:t>continue to apply</w:t>
      </w:r>
      <w:r w:rsidR="00364A72" w:rsidRPr="00345713">
        <w:t xml:space="preserve">, </w:t>
      </w:r>
      <w:r w:rsidR="004E2A9C" w:rsidRPr="00345713">
        <w:t>in particular those under Articles I.4, II.6, II.8, II.9, II.14, II.27 and any additional provisions on the use of the results</w:t>
      </w:r>
      <w:r w:rsidR="008D1250">
        <w:t>,</w:t>
      </w:r>
      <w:r w:rsidR="004E2A9C" w:rsidRPr="00345713">
        <w:t xml:space="preserve"> as set out in the Special Conditions.</w:t>
      </w:r>
    </w:p>
    <w:p w14:paraId="78AD0988" w14:textId="77777777" w:rsidR="0073036A" w:rsidRPr="00345713" w:rsidRDefault="000A4F91" w:rsidP="000265E9">
      <w:pPr>
        <w:pStyle w:val="Heading2"/>
      </w:pPr>
      <w:bookmarkStart w:id="85" w:name="_Toc441250855"/>
      <w:bookmarkStart w:id="86" w:name="_Toc530496949"/>
      <w:r w:rsidRPr="00345713">
        <w:t xml:space="preserve">Article </w:t>
      </w:r>
      <w:r w:rsidR="00AF0093" w:rsidRPr="00345713">
        <w:t>II.</w:t>
      </w:r>
      <w:r w:rsidR="009B606A" w:rsidRPr="00345713">
        <w:t>18</w:t>
      </w:r>
      <w:r w:rsidR="00AF0093" w:rsidRPr="00345713">
        <w:t xml:space="preserve"> </w:t>
      </w:r>
      <w:r w:rsidR="00345713">
        <w:rPr>
          <w:rFonts w:hint="eastAsia"/>
        </w:rPr>
        <w:t>—</w:t>
      </w:r>
      <w:r w:rsidR="00001F51" w:rsidRPr="00345713">
        <w:t xml:space="preserve"> </w:t>
      </w:r>
      <w:r w:rsidR="00AF0093" w:rsidRPr="00345713">
        <w:t>A</w:t>
      </w:r>
      <w:r w:rsidR="000265E9" w:rsidRPr="00345713">
        <w:t>pplicable law, settlement of disputes and enforceable decision</w:t>
      </w:r>
      <w:r w:rsidR="0018008F">
        <w:t>S</w:t>
      </w:r>
      <w:bookmarkEnd w:id="85"/>
      <w:bookmarkEnd w:id="86"/>
    </w:p>
    <w:p w14:paraId="78AD0989" w14:textId="77777777" w:rsidR="00AF0093" w:rsidRPr="00345713" w:rsidRDefault="008F04E4" w:rsidP="000265E9">
      <w:pPr>
        <w:ind w:left="851" w:hanging="851"/>
      </w:pPr>
      <w:r w:rsidRPr="00345713">
        <w:rPr>
          <w:b/>
        </w:rPr>
        <w:t>I</w:t>
      </w:r>
      <w:r w:rsidR="00AF0093" w:rsidRPr="00345713">
        <w:rPr>
          <w:b/>
        </w:rPr>
        <w:t>I.</w:t>
      </w:r>
      <w:r w:rsidR="009B606A" w:rsidRPr="00345713">
        <w:rPr>
          <w:b/>
        </w:rPr>
        <w:t>18</w:t>
      </w:r>
      <w:r w:rsidR="00AF0093" w:rsidRPr="00345713">
        <w:rPr>
          <w:b/>
        </w:rPr>
        <w:t>.1</w:t>
      </w:r>
      <w:r w:rsidR="00001F51" w:rsidRPr="00345713">
        <w:tab/>
      </w:r>
      <w:r w:rsidRPr="00345713">
        <w:t>Th</w:t>
      </w:r>
      <w:r w:rsidR="004A1B12" w:rsidRPr="00345713">
        <w:t>e</w:t>
      </w:r>
      <w:r w:rsidR="00AF0093" w:rsidRPr="00345713">
        <w:t xml:space="preserve"> </w:t>
      </w:r>
      <w:r w:rsidR="00952E98" w:rsidRPr="00345713">
        <w:t>Agreement</w:t>
      </w:r>
      <w:r w:rsidR="00AF0093" w:rsidRPr="00345713">
        <w:t xml:space="preserve"> is governed by the applicable Union law</w:t>
      </w:r>
      <w:r w:rsidR="008E03A5">
        <w:t>,</w:t>
      </w:r>
      <w:r w:rsidR="00AF0093" w:rsidRPr="00345713">
        <w:t xml:space="preserve"> complemented</w:t>
      </w:r>
      <w:r w:rsidR="00F5109B" w:rsidRPr="00345713">
        <w:t>,</w:t>
      </w:r>
      <w:r w:rsidR="00AF0093" w:rsidRPr="00345713">
        <w:t xml:space="preserve"> where necessary</w:t>
      </w:r>
      <w:r w:rsidR="00F5109B" w:rsidRPr="00345713">
        <w:t>,</w:t>
      </w:r>
      <w:r w:rsidR="00AF0093" w:rsidRPr="00345713">
        <w:t xml:space="preserve"> by the law of Belgium.</w:t>
      </w:r>
    </w:p>
    <w:p w14:paraId="78AD098A" w14:textId="77777777" w:rsidR="00F61E8E" w:rsidRPr="00345713" w:rsidRDefault="00F61E8E" w:rsidP="000265E9">
      <w:pPr>
        <w:ind w:left="851" w:hanging="851"/>
      </w:pPr>
      <w:r w:rsidRPr="00345713">
        <w:rPr>
          <w:b/>
        </w:rPr>
        <w:t>II.18.2</w:t>
      </w:r>
      <w:r w:rsidRPr="00345713">
        <w:rPr>
          <w:b/>
        </w:rPr>
        <w:tab/>
      </w:r>
      <w:r w:rsidR="00826F52" w:rsidRPr="00345713">
        <w:t xml:space="preserve">In accordance with </w:t>
      </w:r>
      <w:r w:rsidRPr="00345713">
        <w:t xml:space="preserve">Article 272 </w:t>
      </w:r>
      <w:r w:rsidR="00364B22" w:rsidRPr="00345713">
        <w:t>TFEU</w:t>
      </w:r>
      <w:r w:rsidR="00A423C8" w:rsidRPr="00345713">
        <w:t>,</w:t>
      </w:r>
      <w:r w:rsidR="00364B22" w:rsidRPr="00345713">
        <w:t xml:space="preserve"> </w:t>
      </w:r>
      <w:r w:rsidRPr="00345713">
        <w:t>the General Court or</w:t>
      </w:r>
      <w:r w:rsidR="00A423C8" w:rsidRPr="00345713">
        <w:t>,</w:t>
      </w:r>
      <w:r w:rsidRPr="00345713">
        <w:t xml:space="preserve"> on appeal, the Court of Justice of the European Union, ha</w:t>
      </w:r>
      <w:r w:rsidR="007C15F7" w:rsidRPr="00345713">
        <w:t xml:space="preserve">s </w:t>
      </w:r>
      <w:r w:rsidRPr="00345713">
        <w:t>sole jurisdiction to hear any dispute between the Union and any beneficiary concerning the interpretation, application or validity of th</w:t>
      </w:r>
      <w:r w:rsidR="00B82D03" w:rsidRPr="00345713">
        <w:t>e</w:t>
      </w:r>
      <w:r w:rsidRPr="00345713">
        <w:t xml:space="preserve"> </w:t>
      </w:r>
      <w:r w:rsidR="00952E98" w:rsidRPr="00345713">
        <w:t>Agreement</w:t>
      </w:r>
      <w:r w:rsidRPr="00345713">
        <w:t>, if such dispute cannot be settled amicably.</w:t>
      </w:r>
    </w:p>
    <w:p w14:paraId="78AD098B" w14:textId="77777777" w:rsidR="00826F52" w:rsidRPr="00345713" w:rsidRDefault="008F04E4" w:rsidP="000265E9">
      <w:pPr>
        <w:ind w:left="851" w:hanging="851"/>
      </w:pPr>
      <w:r w:rsidRPr="00345713">
        <w:rPr>
          <w:b/>
        </w:rPr>
        <w:t>I</w:t>
      </w:r>
      <w:r w:rsidR="00AF0093" w:rsidRPr="00345713">
        <w:rPr>
          <w:b/>
        </w:rPr>
        <w:t>I.</w:t>
      </w:r>
      <w:r w:rsidR="009B606A" w:rsidRPr="00345713">
        <w:rPr>
          <w:b/>
        </w:rPr>
        <w:t>18</w:t>
      </w:r>
      <w:r w:rsidR="00AF0093" w:rsidRPr="00345713">
        <w:rPr>
          <w:b/>
        </w:rPr>
        <w:t>.</w:t>
      </w:r>
      <w:r w:rsidR="00F61E8E" w:rsidRPr="00345713">
        <w:rPr>
          <w:b/>
        </w:rPr>
        <w:t>3</w:t>
      </w:r>
      <w:r w:rsidR="00D718D9" w:rsidRPr="00345713">
        <w:rPr>
          <w:b/>
        </w:rPr>
        <w:tab/>
      </w:r>
      <w:r w:rsidR="00826F52" w:rsidRPr="00345713">
        <w:t>In accordance with</w:t>
      </w:r>
      <w:r w:rsidR="00826F52" w:rsidRPr="00345713">
        <w:rPr>
          <w:b/>
        </w:rPr>
        <w:t xml:space="preserve"> </w:t>
      </w:r>
      <w:r w:rsidR="00AF0093" w:rsidRPr="00345713">
        <w:t>Article 299 T</w:t>
      </w:r>
      <w:r w:rsidR="00F61E8E" w:rsidRPr="00345713">
        <w:t>FEU</w:t>
      </w:r>
      <w:r w:rsidR="00AF0093" w:rsidRPr="00345713">
        <w:t xml:space="preserve">, for the purposes </w:t>
      </w:r>
      <w:r w:rsidR="00AF0093" w:rsidRPr="008E03A5">
        <w:t xml:space="preserve">of </w:t>
      </w:r>
      <w:r w:rsidR="008E03A5" w:rsidRPr="005A5E47">
        <w:t>recover</w:t>
      </w:r>
      <w:r w:rsidR="008E03A5" w:rsidRPr="00E42F0D">
        <w:t>y</w:t>
      </w:r>
      <w:r w:rsidR="008E03A5" w:rsidRPr="00345713">
        <w:t xml:space="preserve"> </w:t>
      </w:r>
      <w:r w:rsidR="002632BC" w:rsidRPr="00345713">
        <w:t>within the meaning of Article II.</w:t>
      </w:r>
      <w:r w:rsidR="003034FE" w:rsidRPr="00345713">
        <w:t>26</w:t>
      </w:r>
      <w:r w:rsidR="00AF0093" w:rsidRPr="00345713">
        <w:t>, the Commission may adopt an enforceable decision to impose pecuniary obligations on persons other than States.</w:t>
      </w:r>
    </w:p>
    <w:p w14:paraId="78AD098C" w14:textId="77777777" w:rsidR="00AF0093" w:rsidRPr="00345713" w:rsidRDefault="00AF0093" w:rsidP="00DA09E4">
      <w:pPr>
        <w:ind w:left="851"/>
      </w:pPr>
      <w:r w:rsidRPr="00345713">
        <w:t xml:space="preserve">An </w:t>
      </w:r>
      <w:r w:rsidR="00F648C4" w:rsidRPr="00345713">
        <w:rPr>
          <w:i/>
        </w:rPr>
        <w:t>action</w:t>
      </w:r>
      <w:r w:rsidRPr="00345713">
        <w:t xml:space="preserve"> may be brought against such decision before the General Court of the European Union</w:t>
      </w:r>
      <w:r w:rsidR="00F61E8E" w:rsidRPr="00345713">
        <w:t xml:space="preserve"> </w:t>
      </w:r>
      <w:r w:rsidR="00A06F13" w:rsidRPr="00345713">
        <w:t xml:space="preserve">in accordance </w:t>
      </w:r>
      <w:r w:rsidR="00D574D2" w:rsidRPr="00345713">
        <w:t>with Article</w:t>
      </w:r>
      <w:r w:rsidR="00F61E8E" w:rsidRPr="00345713">
        <w:t xml:space="preserve"> 263 TFEU</w:t>
      </w:r>
      <w:r w:rsidRPr="00345713">
        <w:t>.</w:t>
      </w:r>
    </w:p>
    <w:p w14:paraId="78AD098D" w14:textId="77777777"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14:paraId="78AD098E" w14:textId="77777777" w:rsidR="00171637" w:rsidRPr="00345713" w:rsidRDefault="00171637" w:rsidP="000265E9">
      <w:pPr>
        <w:pStyle w:val="Heading1"/>
      </w:pPr>
      <w:bookmarkStart w:id="87" w:name="_Toc441250856"/>
      <w:bookmarkStart w:id="88" w:name="_Toc530496950"/>
      <w:r w:rsidRPr="00345713">
        <w:t xml:space="preserve">PART B </w:t>
      </w:r>
      <w:r w:rsidR="00345713">
        <w:rPr>
          <w:rFonts w:hint="eastAsia"/>
        </w:rPr>
        <w:t>—</w:t>
      </w:r>
      <w:r w:rsidRPr="00345713">
        <w:t xml:space="preserve"> FINANCIAL PROVISIONS</w:t>
      </w:r>
      <w:bookmarkEnd w:id="87"/>
      <w:bookmarkEnd w:id="88"/>
    </w:p>
    <w:p w14:paraId="78AD098F" w14:textId="77777777" w:rsidR="00171637" w:rsidRPr="00345713" w:rsidRDefault="000A4F91" w:rsidP="000265E9">
      <w:pPr>
        <w:pStyle w:val="Heading2"/>
      </w:pPr>
      <w:bookmarkStart w:id="89" w:name="_Toc441250857"/>
      <w:bookmarkStart w:id="90" w:name="_Toc530496951"/>
      <w:r w:rsidRPr="00345713">
        <w:t xml:space="preserve">Article </w:t>
      </w:r>
      <w:r w:rsidR="00171637" w:rsidRPr="00345713">
        <w:t xml:space="preserve">II.19 </w:t>
      </w:r>
      <w:r w:rsidR="00345713">
        <w:rPr>
          <w:rFonts w:hint="eastAsia"/>
        </w:rPr>
        <w:t>—</w:t>
      </w:r>
      <w:r w:rsidR="00171637" w:rsidRPr="00345713">
        <w:t xml:space="preserve"> E</w:t>
      </w:r>
      <w:r w:rsidR="000265E9" w:rsidRPr="00345713">
        <w:t>ligible costs</w:t>
      </w:r>
      <w:bookmarkEnd w:id="89"/>
      <w:bookmarkEnd w:id="90"/>
    </w:p>
    <w:p w14:paraId="78AD0990" w14:textId="77777777" w:rsidR="00171637" w:rsidRPr="00345713" w:rsidRDefault="00171637" w:rsidP="000265E9">
      <w:pPr>
        <w:pStyle w:val="Heading3"/>
      </w:pPr>
      <w:bookmarkStart w:id="91" w:name="_Toc441250858"/>
      <w:bookmarkStart w:id="92" w:name="_Toc530496952"/>
      <w:r w:rsidRPr="00345713">
        <w:t>II.19.1</w:t>
      </w:r>
      <w:r w:rsidRPr="00345713">
        <w:tab/>
        <w:t>Conditions for the eligibility of costs</w:t>
      </w:r>
      <w:bookmarkEnd w:id="91"/>
      <w:bookmarkEnd w:id="92"/>
    </w:p>
    <w:p w14:paraId="78AD0991" w14:textId="77777777" w:rsidR="00171637" w:rsidRPr="00345713" w:rsidRDefault="00171637" w:rsidP="00626B9A">
      <w:r w:rsidRPr="00345713">
        <w:rPr>
          <w:i/>
        </w:rPr>
        <w:t>Eligible costs</w:t>
      </w:r>
      <w:r w:rsidRPr="00345713">
        <w:t xml:space="preserve"> of the </w:t>
      </w:r>
      <w:r w:rsidR="00F648C4" w:rsidRPr="00345713">
        <w:rPr>
          <w:i/>
        </w:rPr>
        <w:t>action</w:t>
      </w:r>
      <w:r w:rsidRPr="00345713">
        <w:t xml:space="preserve"> are costs actually incurred by the beneficiary </w:t>
      </w:r>
      <w:r w:rsidR="0018008F">
        <w:t xml:space="preserve">and </w:t>
      </w:r>
      <w:r w:rsidRPr="00345713">
        <w:t>which meet the following criteria:</w:t>
      </w:r>
    </w:p>
    <w:p w14:paraId="78AD0992" w14:textId="77777777" w:rsidR="00171637" w:rsidRPr="00345713" w:rsidRDefault="00171637" w:rsidP="003A2A37">
      <w:pPr>
        <w:numPr>
          <w:ilvl w:val="0"/>
          <w:numId w:val="41"/>
        </w:numPr>
      </w:pPr>
      <w:r w:rsidRPr="00345713">
        <w:t xml:space="preserve">they are incurred </w:t>
      </w:r>
      <w:r w:rsidR="00F2700A" w:rsidRPr="00345713">
        <w:t>within</w:t>
      </w:r>
      <w:r w:rsidR="00E71B03" w:rsidRPr="00345713">
        <w:t xml:space="preserve"> the </w:t>
      </w:r>
      <w:r w:rsidR="00A55371" w:rsidRPr="00345713">
        <w:rPr>
          <w:i/>
        </w:rPr>
        <w:t>implementation period</w:t>
      </w:r>
      <w:r w:rsidRPr="00345713">
        <w:t>, with the exception of costs relating to the request for payment of the balance and the corresponding supporting documents referred to in Article I.</w:t>
      </w:r>
      <w:r w:rsidR="00324E1C" w:rsidRPr="00345713">
        <w:t>4.4</w:t>
      </w:r>
      <w:r w:rsidRPr="00345713">
        <w:t>;</w:t>
      </w:r>
    </w:p>
    <w:p w14:paraId="78AD0993" w14:textId="3BD89F92" w:rsidR="00171637" w:rsidRPr="00345713" w:rsidRDefault="00171637" w:rsidP="003A2A37">
      <w:pPr>
        <w:numPr>
          <w:ilvl w:val="0"/>
          <w:numId w:val="41"/>
        </w:numPr>
      </w:pPr>
      <w:r w:rsidRPr="00345713">
        <w:t xml:space="preserve">they are indicated in the estimated budget of the </w:t>
      </w:r>
      <w:r w:rsidR="00F648C4" w:rsidRPr="00345713">
        <w:rPr>
          <w:i/>
        </w:rPr>
        <w:t>action</w:t>
      </w:r>
      <w:r w:rsidR="00AE358D">
        <w:t>. The estimated budget is</w:t>
      </w:r>
      <w:r w:rsidR="00530F8B" w:rsidRPr="00345713">
        <w:t xml:space="preserve"> set out in Annex II</w:t>
      </w:r>
      <w:r w:rsidRPr="00345713">
        <w:t>;</w:t>
      </w:r>
    </w:p>
    <w:p w14:paraId="78AD0994" w14:textId="5002D576" w:rsidR="00171637" w:rsidRPr="00345713" w:rsidRDefault="00171637" w:rsidP="003A2A37">
      <w:pPr>
        <w:numPr>
          <w:ilvl w:val="0"/>
          <w:numId w:val="41"/>
        </w:numPr>
      </w:pPr>
      <w:r w:rsidRPr="00345713">
        <w:t xml:space="preserve">they are incurred in connection with the </w:t>
      </w:r>
      <w:r w:rsidR="00F648C4" w:rsidRPr="00345713">
        <w:rPr>
          <w:i/>
        </w:rPr>
        <w:t>action</w:t>
      </w:r>
      <w:r w:rsidRPr="00345713">
        <w:t xml:space="preserve"> as described in Annex I</w:t>
      </w:r>
      <w:r w:rsidR="00B01877">
        <w:t>I</w:t>
      </w:r>
      <w:r w:rsidRPr="00345713">
        <w:t xml:space="preserve"> and are necessary for its implementation;</w:t>
      </w:r>
    </w:p>
    <w:p w14:paraId="78AD0995" w14:textId="77777777" w:rsidR="00171637" w:rsidRPr="00345713" w:rsidRDefault="00171637" w:rsidP="003A2A37">
      <w:pPr>
        <w:numPr>
          <w:ilvl w:val="0"/>
          <w:numId w:val="41"/>
        </w:numPr>
      </w:pPr>
      <w:r w:rsidRPr="00345713">
        <w:t xml:space="preserve">they are identifiable and verifiable, in particular </w:t>
      </w:r>
      <w:r w:rsidR="002B0F5A">
        <w:t>they are</w:t>
      </w:r>
      <w:r w:rsidR="002B0F5A" w:rsidRPr="00345713">
        <w:t xml:space="preserve"> </w:t>
      </w:r>
      <w:r w:rsidRPr="00345713">
        <w:t xml:space="preserve">recorded in </w:t>
      </w:r>
      <w:r w:rsidR="002B0F5A" w:rsidRPr="00345713">
        <w:t>the beneficiary</w:t>
      </w:r>
      <w:r w:rsidR="002B0F5A">
        <w:t>’s</w:t>
      </w:r>
      <w:r w:rsidR="002B0F5A" w:rsidRPr="00345713">
        <w:t xml:space="preserve"> </w:t>
      </w:r>
      <w:r w:rsidRPr="00345713">
        <w:t>accounting records and determined according to the applicable accounting standards of the country where the beneficiary is established and</w:t>
      </w:r>
      <w:r w:rsidR="007E77E7">
        <w:t xml:space="preserve"> according to the </w:t>
      </w:r>
      <w:r w:rsidR="002B0F5A" w:rsidRPr="00345713">
        <w:t>beneficiary</w:t>
      </w:r>
      <w:r w:rsidR="002B0F5A">
        <w:t>’s</w:t>
      </w:r>
      <w:r w:rsidR="002B0F5A" w:rsidRPr="00345713" w:rsidDel="002B0F5A">
        <w:t xml:space="preserve"> </w:t>
      </w:r>
      <w:r w:rsidRPr="00345713">
        <w:t>usual cost accounting practices;</w:t>
      </w:r>
    </w:p>
    <w:p w14:paraId="78AD0996" w14:textId="77777777" w:rsidR="00171637" w:rsidRPr="00345713" w:rsidRDefault="00171637" w:rsidP="003A2A37">
      <w:pPr>
        <w:numPr>
          <w:ilvl w:val="0"/>
          <w:numId w:val="41"/>
        </w:numPr>
      </w:pPr>
      <w:r w:rsidRPr="00345713">
        <w:t>they comply with the requirements of applicable tax and social legislation</w:t>
      </w:r>
      <w:r w:rsidR="00A423C8" w:rsidRPr="00345713">
        <w:t>;</w:t>
      </w:r>
      <w:r w:rsidRPr="00345713">
        <w:t xml:space="preserve"> and</w:t>
      </w:r>
    </w:p>
    <w:p w14:paraId="78AD0997" w14:textId="77777777" w:rsidR="00171637" w:rsidRPr="005A5E47" w:rsidRDefault="00171637" w:rsidP="003A2A37">
      <w:pPr>
        <w:numPr>
          <w:ilvl w:val="0"/>
          <w:numId w:val="41"/>
        </w:numPr>
      </w:pPr>
      <w:r w:rsidRPr="00345713">
        <w:t xml:space="preserve">they are reasonable, justified and comply with the principle of sound financial management, in particular </w:t>
      </w:r>
      <w:r w:rsidRPr="007B608D">
        <w:t>regarding economy and efficiency</w:t>
      </w:r>
      <w:r w:rsidRPr="005A5E47">
        <w:t>.</w:t>
      </w:r>
    </w:p>
    <w:p w14:paraId="78AD0998" w14:textId="77777777" w:rsidR="00171637" w:rsidRPr="00345713" w:rsidRDefault="00171637" w:rsidP="00626B9A">
      <w:pPr>
        <w:pStyle w:val="Heading3"/>
      </w:pPr>
      <w:bookmarkStart w:id="93" w:name="_Toc441250859"/>
      <w:bookmarkStart w:id="94" w:name="_Toc530496953"/>
      <w:r w:rsidRPr="00345713">
        <w:t>II.19.2</w:t>
      </w:r>
      <w:r w:rsidRPr="00345713">
        <w:tab/>
        <w:t xml:space="preserve">Eligible </w:t>
      </w:r>
      <w:r w:rsidR="00503DE9" w:rsidRPr="00345713">
        <w:t>direct costs</w:t>
      </w:r>
      <w:bookmarkEnd w:id="93"/>
      <w:bookmarkEnd w:id="94"/>
    </w:p>
    <w:p w14:paraId="78AD0999" w14:textId="77777777" w:rsidR="00171637" w:rsidRPr="00345713" w:rsidRDefault="00171637" w:rsidP="00626B9A">
      <w:pPr>
        <w:autoSpaceDE w:val="0"/>
        <w:autoSpaceDN w:val="0"/>
        <w:adjustRightInd w:val="0"/>
        <w:rPr>
          <w:szCs w:val="24"/>
        </w:rPr>
      </w:pPr>
      <w:r w:rsidRPr="00345713">
        <w:rPr>
          <w:szCs w:val="24"/>
        </w:rPr>
        <w:t>To be eligible,</w:t>
      </w:r>
      <w:r w:rsidR="00503DE9" w:rsidRPr="00345713">
        <w:rPr>
          <w:szCs w:val="24"/>
        </w:rPr>
        <w:t xml:space="preserve"> the</w:t>
      </w:r>
      <w:r w:rsidRPr="00345713">
        <w:rPr>
          <w:szCs w:val="24"/>
        </w:rPr>
        <w:t xml:space="preserve"> </w:t>
      </w:r>
      <w:r w:rsidR="00503DE9" w:rsidRPr="00345713">
        <w:rPr>
          <w:i/>
          <w:szCs w:val="24"/>
        </w:rPr>
        <w:t>direct cost</w:t>
      </w:r>
      <w:r w:rsidRPr="00345713">
        <w:rPr>
          <w:szCs w:val="24"/>
        </w:rPr>
        <w:t xml:space="preserve"> </w:t>
      </w:r>
      <w:r w:rsidR="00503DE9" w:rsidRPr="00345713">
        <w:rPr>
          <w:szCs w:val="24"/>
        </w:rPr>
        <w:t xml:space="preserve">of the </w:t>
      </w:r>
      <w:r w:rsidR="00F648C4" w:rsidRPr="00345713">
        <w:rPr>
          <w:i/>
          <w:szCs w:val="24"/>
        </w:rPr>
        <w:t>action</w:t>
      </w:r>
      <w:r w:rsidR="00503DE9" w:rsidRPr="00345713">
        <w:rPr>
          <w:szCs w:val="24"/>
        </w:rPr>
        <w:t xml:space="preserve"> </w:t>
      </w:r>
      <w:r w:rsidR="002212A1" w:rsidRPr="00345713">
        <w:rPr>
          <w:szCs w:val="24"/>
        </w:rPr>
        <w:t>must</w:t>
      </w:r>
      <w:r w:rsidRPr="00345713">
        <w:rPr>
          <w:szCs w:val="24"/>
        </w:rPr>
        <w:t xml:space="preserve"> comply with the </w:t>
      </w:r>
      <w:r w:rsidR="00522E9D" w:rsidRPr="00345713">
        <w:rPr>
          <w:szCs w:val="24"/>
        </w:rPr>
        <w:t xml:space="preserve">eligibility </w:t>
      </w:r>
      <w:r w:rsidRPr="00345713">
        <w:rPr>
          <w:szCs w:val="24"/>
        </w:rPr>
        <w:t>conditions set out in</w:t>
      </w:r>
      <w:r w:rsidR="00065E8B" w:rsidRPr="00345713">
        <w:rPr>
          <w:szCs w:val="24"/>
        </w:rPr>
        <w:t xml:space="preserve"> Article II.19.1</w:t>
      </w:r>
      <w:r w:rsidRPr="00345713">
        <w:rPr>
          <w:szCs w:val="24"/>
        </w:rPr>
        <w:t>.</w:t>
      </w:r>
    </w:p>
    <w:p w14:paraId="78AD099A" w14:textId="77777777" w:rsidR="00171637" w:rsidRPr="00345713" w:rsidRDefault="00171637" w:rsidP="00626B9A">
      <w:pPr>
        <w:autoSpaceDE w:val="0"/>
        <w:autoSpaceDN w:val="0"/>
        <w:adjustRightInd w:val="0"/>
        <w:rPr>
          <w:szCs w:val="24"/>
        </w:rPr>
      </w:pPr>
      <w:r w:rsidRPr="00345713">
        <w:rPr>
          <w:szCs w:val="24"/>
        </w:rPr>
        <w:t xml:space="preserve">In particular, the following categories of costs are eligible </w:t>
      </w:r>
      <w:r w:rsidR="00503DE9" w:rsidRPr="00345713">
        <w:rPr>
          <w:i/>
          <w:szCs w:val="24"/>
        </w:rPr>
        <w:t>direct costs</w:t>
      </w:r>
      <w:r w:rsidRPr="00345713">
        <w:rPr>
          <w:szCs w:val="24"/>
        </w:rPr>
        <w:t xml:space="preserve">, provided that they satisfy the </w:t>
      </w:r>
      <w:r w:rsidR="00797C54" w:rsidRPr="00345713">
        <w:rPr>
          <w:szCs w:val="24"/>
        </w:rPr>
        <w:t xml:space="preserve">eligibility </w:t>
      </w:r>
      <w:r w:rsidRPr="00345713">
        <w:rPr>
          <w:szCs w:val="24"/>
        </w:rPr>
        <w:t xml:space="preserve">conditions set out in </w:t>
      </w:r>
      <w:r w:rsidR="00065E8B" w:rsidRPr="00345713">
        <w:rPr>
          <w:szCs w:val="24"/>
        </w:rPr>
        <w:t>Article II.19.1</w:t>
      </w:r>
      <w:r w:rsidRPr="00345713">
        <w:rPr>
          <w:szCs w:val="24"/>
        </w:rPr>
        <w:t xml:space="preserve"> as well as the following conditions:</w:t>
      </w:r>
    </w:p>
    <w:p w14:paraId="78AD099B" w14:textId="77777777" w:rsidR="00EC7B2F" w:rsidRPr="00345713" w:rsidRDefault="00171637" w:rsidP="00626B9A">
      <w:pPr>
        <w:autoSpaceDE w:val="0"/>
        <w:autoSpaceDN w:val="0"/>
        <w:adjustRightInd w:val="0"/>
        <w:ind w:left="567" w:hanging="567"/>
        <w:rPr>
          <w:szCs w:val="24"/>
        </w:rPr>
      </w:pPr>
      <w:r w:rsidRPr="00345713">
        <w:rPr>
          <w:szCs w:val="24"/>
        </w:rPr>
        <w:t>(a)</w:t>
      </w:r>
      <w:r w:rsidRPr="00345713">
        <w:rPr>
          <w:szCs w:val="24"/>
        </w:rPr>
        <w:tab/>
        <w:t xml:space="preserve">the costs of personnel working under an employment contract with the beneficiary or an equivalent appointing act and assigned to the </w:t>
      </w:r>
      <w:r w:rsidR="00F648C4" w:rsidRPr="00345713">
        <w:rPr>
          <w:i/>
          <w:szCs w:val="24"/>
        </w:rPr>
        <w:t>action</w:t>
      </w:r>
      <w:r w:rsidRPr="00345713">
        <w:rPr>
          <w:szCs w:val="24"/>
        </w:rPr>
        <w:t xml:space="preserve">, </w:t>
      </w:r>
      <w:r w:rsidR="00E91B1D" w:rsidRPr="00345713">
        <w:rPr>
          <w:szCs w:val="24"/>
        </w:rPr>
        <w:t>provided that these costs a</w:t>
      </w:r>
      <w:r w:rsidR="004D53E5" w:rsidRPr="00345713">
        <w:rPr>
          <w:szCs w:val="24"/>
        </w:rPr>
        <w:t>re in line with the beneficiary’</w:t>
      </w:r>
      <w:r w:rsidR="00E91B1D" w:rsidRPr="00345713">
        <w:rPr>
          <w:szCs w:val="24"/>
        </w:rPr>
        <w:t>s usual policy on remuneration.</w:t>
      </w:r>
    </w:p>
    <w:p w14:paraId="78AD099C" w14:textId="77777777" w:rsidR="00171637" w:rsidRPr="00345713" w:rsidRDefault="00E91B1D" w:rsidP="00626B9A">
      <w:pPr>
        <w:autoSpaceDE w:val="0"/>
        <w:autoSpaceDN w:val="0"/>
        <w:adjustRightInd w:val="0"/>
        <w:ind w:left="567"/>
        <w:rPr>
          <w:szCs w:val="24"/>
        </w:rPr>
      </w:pPr>
      <w:r w:rsidRPr="00345713">
        <w:rPr>
          <w:szCs w:val="24"/>
        </w:rPr>
        <w:t xml:space="preserve">Those costs </w:t>
      </w:r>
      <w:r w:rsidR="00840B59" w:rsidRPr="00345713">
        <w:rPr>
          <w:szCs w:val="24"/>
        </w:rPr>
        <w:t xml:space="preserve">include </w:t>
      </w:r>
      <w:r w:rsidR="00171637" w:rsidRPr="00345713">
        <w:rPr>
          <w:szCs w:val="24"/>
        </w:rPr>
        <w:t>actual salaries plus social security contributions and other statutory costs included in the remuneration</w:t>
      </w:r>
      <w:r w:rsidR="00EC7B2F" w:rsidRPr="00345713">
        <w:rPr>
          <w:szCs w:val="24"/>
        </w:rPr>
        <w:t>. They</w:t>
      </w:r>
      <w:r w:rsidR="00171637" w:rsidRPr="00345713">
        <w:rPr>
          <w:szCs w:val="24"/>
        </w:rPr>
        <w:t xml:space="preserve"> may also </w:t>
      </w:r>
      <w:r w:rsidR="00840B59" w:rsidRPr="00345713">
        <w:rPr>
          <w:szCs w:val="24"/>
        </w:rPr>
        <w:t>comprise</w:t>
      </w:r>
      <w:r w:rsidR="00171637" w:rsidRPr="00345713">
        <w:rPr>
          <w:szCs w:val="24"/>
        </w:rPr>
        <w:t xml:space="preserve"> additional remunerations, including payments on the basis of supplementary contracts regardless of the nature of those contracts, provided that they are paid in a consistent manner whenever the same kind of work or expertise is required, independently from the source of funding used;</w:t>
      </w:r>
    </w:p>
    <w:p w14:paraId="78AD099D" w14:textId="77777777" w:rsidR="00171637" w:rsidRPr="00345713" w:rsidRDefault="00171637" w:rsidP="00626B9A">
      <w:pPr>
        <w:autoSpaceDE w:val="0"/>
        <w:autoSpaceDN w:val="0"/>
        <w:adjustRightInd w:val="0"/>
        <w:ind w:left="567"/>
        <w:rPr>
          <w:szCs w:val="24"/>
        </w:rPr>
      </w:pPr>
      <w:r w:rsidRPr="00345713">
        <w:rPr>
          <w:szCs w:val="24"/>
        </w:rPr>
        <w:t xml:space="preserve">The costs of natural persons working under a contract with the beneficiary other than an employment contract </w:t>
      </w:r>
      <w:r w:rsidR="00730A3C" w:rsidRPr="00345713">
        <w:rPr>
          <w:szCs w:val="24"/>
        </w:rPr>
        <w:t xml:space="preserve">or </w:t>
      </w:r>
      <w:r w:rsidR="005441A1">
        <w:rPr>
          <w:szCs w:val="24"/>
        </w:rPr>
        <w:t xml:space="preserve">who are </w:t>
      </w:r>
      <w:r w:rsidR="00730A3C" w:rsidRPr="00345713">
        <w:rPr>
          <w:szCs w:val="24"/>
        </w:rPr>
        <w:t xml:space="preserve">seconded to the beneficiary </w:t>
      </w:r>
      <w:r w:rsidR="00730A3C" w:rsidRPr="005A5E47">
        <w:rPr>
          <w:szCs w:val="24"/>
        </w:rPr>
        <w:t xml:space="preserve">by a third party against payment </w:t>
      </w:r>
      <w:r w:rsidRPr="005A5E47">
        <w:rPr>
          <w:szCs w:val="24"/>
        </w:rPr>
        <w:t>may</w:t>
      </w:r>
      <w:r w:rsidRPr="00345713">
        <w:rPr>
          <w:szCs w:val="24"/>
        </w:rPr>
        <w:t xml:space="preserve"> </w:t>
      </w:r>
      <w:r w:rsidR="005441A1">
        <w:rPr>
          <w:szCs w:val="24"/>
        </w:rPr>
        <w:t>also be included under</w:t>
      </w:r>
      <w:r w:rsidRPr="00345713">
        <w:rPr>
          <w:szCs w:val="24"/>
        </w:rPr>
        <w:t xml:space="preserve"> such </w:t>
      </w:r>
      <w:r w:rsidR="005441A1" w:rsidRPr="00345713">
        <w:rPr>
          <w:szCs w:val="24"/>
        </w:rPr>
        <w:t xml:space="preserve">personnel </w:t>
      </w:r>
      <w:r w:rsidRPr="00345713">
        <w:rPr>
          <w:szCs w:val="24"/>
        </w:rPr>
        <w:t>costs, provided that the following conditions are fulfilled:</w:t>
      </w:r>
    </w:p>
    <w:p w14:paraId="78AD099E" w14:textId="77777777" w:rsidR="00980F44" w:rsidRPr="000C547D" w:rsidRDefault="00980F44" w:rsidP="003A2A37">
      <w:pPr>
        <w:pStyle w:val="ListParagraph"/>
        <w:numPr>
          <w:ilvl w:val="0"/>
          <w:numId w:val="77"/>
        </w:numPr>
        <w:autoSpaceDE w:val="0"/>
        <w:autoSpaceDN w:val="0"/>
        <w:adjustRightInd w:val="0"/>
        <w:spacing w:after="0"/>
        <w:rPr>
          <w:rFonts w:eastAsia="Calibri"/>
          <w:szCs w:val="24"/>
          <w:lang w:eastAsia="en-US"/>
        </w:rPr>
      </w:pPr>
      <w:r w:rsidRPr="00980F44">
        <w:rPr>
          <w:rFonts w:eastAsia="Calibri"/>
          <w:szCs w:val="24"/>
          <w:lang w:eastAsia="en-US"/>
        </w:rPr>
        <w:t xml:space="preserve">the </w:t>
      </w:r>
      <w:r w:rsidRPr="00F54FD7">
        <w:rPr>
          <w:rFonts w:eastAsia="Calibri"/>
          <w:szCs w:val="24"/>
          <w:lang w:eastAsia="en-US"/>
        </w:rPr>
        <w:t xml:space="preserve">person works under conditions similar to those of an employee (in particular regarding </w:t>
      </w:r>
      <w:r w:rsidRPr="000C547D">
        <w:rPr>
          <w:rFonts w:eastAsia="Calibri"/>
          <w:szCs w:val="24"/>
          <w:lang w:eastAsia="en-US"/>
        </w:rPr>
        <w:t>the way the work is organised, the tasks that are performed and the premises where they are performed);</w:t>
      </w:r>
    </w:p>
    <w:p w14:paraId="78AD099F" w14:textId="77777777" w:rsidR="00980F44" w:rsidRPr="00980F44" w:rsidRDefault="00980F44" w:rsidP="00980F44">
      <w:pPr>
        <w:autoSpaceDE w:val="0"/>
        <w:autoSpaceDN w:val="0"/>
        <w:adjustRightInd w:val="0"/>
        <w:spacing w:before="0" w:beforeAutospacing="0" w:after="0" w:afterAutospacing="0"/>
        <w:ind w:left="600"/>
        <w:rPr>
          <w:rFonts w:eastAsia="Calibri"/>
          <w:szCs w:val="24"/>
          <w:highlight w:val="yellow"/>
          <w:lang w:val="en-US" w:eastAsia="en-US"/>
        </w:rPr>
      </w:pPr>
    </w:p>
    <w:p w14:paraId="78AD09A0" w14:textId="77777777" w:rsidR="00980F44" w:rsidRPr="00F54FD7" w:rsidRDefault="00980F44" w:rsidP="003A2A37">
      <w:pPr>
        <w:pStyle w:val="ListParagraph"/>
        <w:numPr>
          <w:ilvl w:val="0"/>
          <w:numId w:val="77"/>
        </w:numPr>
        <w:autoSpaceDE w:val="0"/>
        <w:autoSpaceDN w:val="0"/>
        <w:adjustRightInd w:val="0"/>
        <w:spacing w:before="0" w:beforeAutospacing="0" w:after="0" w:afterAutospacing="0"/>
        <w:rPr>
          <w:rFonts w:eastAsia="Calibri"/>
          <w:szCs w:val="24"/>
          <w:lang w:val="en-US" w:eastAsia="en-US"/>
        </w:rPr>
      </w:pPr>
      <w:r w:rsidRPr="00980F44">
        <w:rPr>
          <w:rFonts w:eastAsia="Calibri"/>
          <w:szCs w:val="24"/>
          <w:lang w:val="en-US" w:eastAsia="en-US"/>
        </w:rPr>
        <w:t xml:space="preserve">the </w:t>
      </w:r>
      <w:r w:rsidRPr="000C547D">
        <w:rPr>
          <w:szCs w:val="24"/>
        </w:rPr>
        <w:t>result</w:t>
      </w:r>
      <w:r w:rsidRPr="00980F44">
        <w:rPr>
          <w:rFonts w:eastAsia="Calibri"/>
          <w:szCs w:val="24"/>
          <w:lang w:val="en-US" w:eastAsia="en-US"/>
        </w:rPr>
        <w:t xml:space="preserve"> of the work belongs to the </w:t>
      </w:r>
      <w:r w:rsidR="00F54FD7">
        <w:rPr>
          <w:rFonts w:eastAsia="Calibri"/>
          <w:szCs w:val="24"/>
          <w:lang w:val="en-US" w:eastAsia="en-US"/>
        </w:rPr>
        <w:t>beneficiary</w:t>
      </w:r>
      <w:r w:rsidRPr="00F54FD7">
        <w:rPr>
          <w:rFonts w:eastAsia="Calibri"/>
          <w:szCs w:val="24"/>
          <w:lang w:val="en-US" w:eastAsia="en-US"/>
        </w:rPr>
        <w:t xml:space="preserve"> </w:t>
      </w:r>
      <w:r w:rsidRPr="00F54FD7">
        <w:rPr>
          <w:rFonts w:eastAsia="Calibri"/>
          <w:szCs w:val="24"/>
          <w:lang w:eastAsia="en-US"/>
        </w:rPr>
        <w:t>(unless exceptionally agreed otherwise)</w:t>
      </w:r>
      <w:r w:rsidRPr="00F54FD7">
        <w:rPr>
          <w:rFonts w:eastAsia="Calibri"/>
          <w:szCs w:val="24"/>
          <w:lang w:val="en-US" w:eastAsia="en-US"/>
        </w:rPr>
        <w:t>; and</w:t>
      </w:r>
    </w:p>
    <w:p w14:paraId="78AD09A1" w14:textId="77777777" w:rsidR="00980F44" w:rsidRPr="00980F44" w:rsidRDefault="00980F44" w:rsidP="00980F44">
      <w:pPr>
        <w:autoSpaceDE w:val="0"/>
        <w:autoSpaceDN w:val="0"/>
        <w:adjustRightInd w:val="0"/>
        <w:spacing w:before="0" w:beforeAutospacing="0" w:after="0" w:afterAutospacing="0"/>
        <w:ind w:left="600"/>
        <w:rPr>
          <w:rFonts w:eastAsia="Calibri"/>
          <w:szCs w:val="24"/>
          <w:lang w:val="en-US" w:eastAsia="en-US"/>
        </w:rPr>
      </w:pPr>
    </w:p>
    <w:p w14:paraId="78AD09A2" w14:textId="77777777" w:rsidR="00171637" w:rsidRPr="000C547D" w:rsidRDefault="00171637" w:rsidP="003A2A37">
      <w:pPr>
        <w:pStyle w:val="ListParagraph"/>
        <w:numPr>
          <w:ilvl w:val="0"/>
          <w:numId w:val="77"/>
        </w:numPr>
        <w:tabs>
          <w:tab w:val="left" w:pos="480"/>
        </w:tabs>
        <w:autoSpaceDE w:val="0"/>
        <w:autoSpaceDN w:val="0"/>
        <w:adjustRightInd w:val="0"/>
        <w:spacing w:before="0" w:beforeAutospacing="0" w:after="0" w:afterAutospacing="0"/>
        <w:rPr>
          <w:szCs w:val="24"/>
        </w:rPr>
      </w:pPr>
      <w:r w:rsidRPr="00980F44">
        <w:rPr>
          <w:szCs w:val="24"/>
        </w:rPr>
        <w:t>the costs are not significantly different from the costs of staff performing similar tasks under an employment contract with the beneficiary</w:t>
      </w:r>
      <w:r w:rsidR="00056C97" w:rsidRPr="000C547D">
        <w:rPr>
          <w:szCs w:val="24"/>
        </w:rPr>
        <w:t>;</w:t>
      </w:r>
    </w:p>
    <w:p w14:paraId="78AD09A3" w14:textId="77777777" w:rsidR="00171637" w:rsidRPr="00345713" w:rsidRDefault="00171637" w:rsidP="00626B9A">
      <w:pPr>
        <w:ind w:left="567" w:hanging="567"/>
        <w:rPr>
          <w:szCs w:val="24"/>
        </w:rPr>
      </w:pPr>
      <w:r w:rsidRPr="00345713">
        <w:rPr>
          <w:szCs w:val="24"/>
        </w:rPr>
        <w:t>(b)</w:t>
      </w:r>
      <w:r w:rsidRPr="00345713">
        <w:rPr>
          <w:szCs w:val="24"/>
        </w:rPr>
        <w:tab/>
        <w:t>costs of travel and related subsistence allowances, provided that these costs are in line with the beneficiary</w:t>
      </w:r>
      <w:r w:rsidR="004D53E5" w:rsidRPr="00345713">
        <w:rPr>
          <w:szCs w:val="24"/>
        </w:rPr>
        <w:t>’</w:t>
      </w:r>
      <w:r w:rsidRPr="00345713">
        <w:rPr>
          <w:szCs w:val="24"/>
        </w:rPr>
        <w:t>s usual practices on travel;</w:t>
      </w:r>
    </w:p>
    <w:p w14:paraId="78AD09A4" w14:textId="77777777" w:rsidR="00A51DEC" w:rsidRPr="00345713" w:rsidRDefault="00171637" w:rsidP="00C227E3">
      <w:pPr>
        <w:ind w:left="567" w:hanging="567"/>
        <w:rPr>
          <w:szCs w:val="24"/>
        </w:rPr>
      </w:pPr>
      <w:r w:rsidRPr="00345713">
        <w:rPr>
          <w:szCs w:val="24"/>
        </w:rPr>
        <w:t>(</w:t>
      </w:r>
      <w:r w:rsidR="0008168F">
        <w:rPr>
          <w:szCs w:val="24"/>
        </w:rPr>
        <w:t>c</w:t>
      </w:r>
      <w:r w:rsidRPr="00345713">
        <w:rPr>
          <w:szCs w:val="24"/>
        </w:rPr>
        <w:t>)</w:t>
      </w:r>
      <w:r w:rsidRPr="00345713">
        <w:rPr>
          <w:szCs w:val="24"/>
        </w:rPr>
        <w:tab/>
        <w:t xml:space="preserve">the depreciation costs of equipment or other assets (new or second-hand) as recorded in </w:t>
      </w:r>
      <w:r w:rsidR="00F44104" w:rsidRPr="00345713">
        <w:rPr>
          <w:szCs w:val="24"/>
        </w:rPr>
        <w:t>the beneficiary</w:t>
      </w:r>
      <w:r w:rsidR="00F44104">
        <w:rPr>
          <w:szCs w:val="24"/>
        </w:rPr>
        <w:t>’s</w:t>
      </w:r>
      <w:r w:rsidR="00F44104" w:rsidRPr="00345713" w:rsidDel="00F44104">
        <w:rPr>
          <w:szCs w:val="24"/>
        </w:rPr>
        <w:t xml:space="preserve"> </w:t>
      </w:r>
      <w:r w:rsidRPr="00345713">
        <w:rPr>
          <w:szCs w:val="24"/>
        </w:rPr>
        <w:t>accounting statements, provided that the asset</w:t>
      </w:r>
      <w:r w:rsidR="00A51DEC" w:rsidRPr="00345713">
        <w:rPr>
          <w:szCs w:val="24"/>
        </w:rPr>
        <w:t>:</w:t>
      </w:r>
    </w:p>
    <w:p w14:paraId="78AD09A5" w14:textId="77777777" w:rsidR="00A51DEC" w:rsidRPr="00345713" w:rsidRDefault="00A51DEC" w:rsidP="00626B9A">
      <w:pPr>
        <w:autoSpaceDE w:val="0"/>
        <w:autoSpaceDN w:val="0"/>
        <w:adjustRightInd w:val="0"/>
        <w:ind w:left="1680" w:hanging="360"/>
        <w:rPr>
          <w:szCs w:val="24"/>
        </w:rPr>
      </w:pPr>
      <w:r w:rsidRPr="00345713">
        <w:rPr>
          <w:szCs w:val="24"/>
        </w:rPr>
        <w:t>(i)</w:t>
      </w:r>
      <w:r w:rsidR="00762C5C" w:rsidRPr="00345713">
        <w:rPr>
          <w:szCs w:val="24"/>
        </w:rPr>
        <w:t xml:space="preserve"> </w:t>
      </w:r>
      <w:r w:rsidR="003A7FC4" w:rsidRPr="00345713">
        <w:rPr>
          <w:szCs w:val="24"/>
        </w:rPr>
        <w:t xml:space="preserve">is written off in accordance with the international accounting standards and </w:t>
      </w:r>
      <w:r w:rsidR="00F44104" w:rsidRPr="00345713">
        <w:rPr>
          <w:szCs w:val="24"/>
        </w:rPr>
        <w:t>the beneficiary</w:t>
      </w:r>
      <w:r w:rsidR="00F44104">
        <w:rPr>
          <w:szCs w:val="24"/>
        </w:rPr>
        <w:t>’s</w:t>
      </w:r>
      <w:r w:rsidR="00F44104" w:rsidRPr="00345713" w:rsidDel="00F44104">
        <w:rPr>
          <w:szCs w:val="24"/>
        </w:rPr>
        <w:t xml:space="preserve"> </w:t>
      </w:r>
      <w:r w:rsidR="003A7FC4" w:rsidRPr="00345713">
        <w:rPr>
          <w:szCs w:val="24"/>
        </w:rPr>
        <w:t>usual accounting practices</w:t>
      </w:r>
      <w:r w:rsidR="00F44104">
        <w:rPr>
          <w:szCs w:val="24"/>
        </w:rPr>
        <w:t>;</w:t>
      </w:r>
      <w:r w:rsidR="003A7FC4" w:rsidRPr="00345713">
        <w:rPr>
          <w:szCs w:val="24"/>
        </w:rPr>
        <w:t xml:space="preserve"> </w:t>
      </w:r>
      <w:r w:rsidR="00171637" w:rsidRPr="00345713">
        <w:rPr>
          <w:szCs w:val="24"/>
        </w:rPr>
        <w:t>and</w:t>
      </w:r>
    </w:p>
    <w:p w14:paraId="78AD09A6" w14:textId="77777777" w:rsidR="00A51DEC" w:rsidRPr="00345713" w:rsidRDefault="00A51DEC" w:rsidP="00626B9A">
      <w:pPr>
        <w:autoSpaceDE w:val="0"/>
        <w:autoSpaceDN w:val="0"/>
        <w:adjustRightInd w:val="0"/>
        <w:ind w:left="1680" w:hanging="360"/>
        <w:rPr>
          <w:szCs w:val="24"/>
        </w:rPr>
      </w:pPr>
      <w:r w:rsidRPr="00345713">
        <w:rPr>
          <w:szCs w:val="24"/>
        </w:rPr>
        <w:t xml:space="preserve">(ii) </w:t>
      </w:r>
      <w:r w:rsidR="003A7FC4" w:rsidRPr="00345713">
        <w:rPr>
          <w:szCs w:val="24"/>
        </w:rPr>
        <w:t xml:space="preserve">has been purchased in accordance with Article II.10.1 if the purchase occurred within the </w:t>
      </w:r>
      <w:r w:rsidR="003A7FC4" w:rsidRPr="00345713">
        <w:rPr>
          <w:i/>
          <w:szCs w:val="24"/>
        </w:rPr>
        <w:t>implementation period</w:t>
      </w:r>
      <w:r w:rsidR="003B1F7B" w:rsidRPr="00345713">
        <w:rPr>
          <w:szCs w:val="24"/>
        </w:rPr>
        <w:t>;</w:t>
      </w:r>
    </w:p>
    <w:p w14:paraId="78AD09A7" w14:textId="77777777" w:rsidR="00171637" w:rsidRPr="00345713" w:rsidRDefault="00A51DEC" w:rsidP="00626B9A">
      <w:pPr>
        <w:autoSpaceDE w:val="0"/>
        <w:autoSpaceDN w:val="0"/>
        <w:adjustRightInd w:val="0"/>
        <w:ind w:left="567"/>
        <w:rPr>
          <w:szCs w:val="24"/>
        </w:rPr>
      </w:pPr>
      <w:r w:rsidRPr="00345713">
        <w:rPr>
          <w:szCs w:val="24"/>
        </w:rPr>
        <w:t>T</w:t>
      </w:r>
      <w:r w:rsidR="00171637" w:rsidRPr="00345713">
        <w:rPr>
          <w:szCs w:val="24"/>
        </w:rPr>
        <w:t xml:space="preserve">he costs of </w:t>
      </w:r>
      <w:r w:rsidR="00AA7922" w:rsidRPr="00345713">
        <w:rPr>
          <w:szCs w:val="24"/>
        </w:rPr>
        <w:t>rent</w:t>
      </w:r>
      <w:r w:rsidR="00AA7922">
        <w:rPr>
          <w:szCs w:val="24"/>
        </w:rPr>
        <w:t>ing</w:t>
      </w:r>
      <w:r w:rsidR="00AA7922" w:rsidRPr="00345713">
        <w:rPr>
          <w:szCs w:val="24"/>
        </w:rPr>
        <w:t xml:space="preserve"> </w:t>
      </w:r>
      <w:r w:rsidR="00171637" w:rsidRPr="00345713">
        <w:rPr>
          <w:szCs w:val="24"/>
        </w:rPr>
        <w:t>or leas</w:t>
      </w:r>
      <w:r w:rsidR="00AA7922">
        <w:rPr>
          <w:szCs w:val="24"/>
        </w:rPr>
        <w:t>ing</w:t>
      </w:r>
      <w:r w:rsidR="00171637" w:rsidRPr="00345713">
        <w:rPr>
          <w:szCs w:val="24"/>
        </w:rPr>
        <w:t xml:space="preserve"> equipment or other assets are also eligible, provided that these costs</w:t>
      </w:r>
      <w:r w:rsidR="00021F41" w:rsidRPr="00345713">
        <w:rPr>
          <w:szCs w:val="24"/>
        </w:rPr>
        <w:t xml:space="preserve"> </w:t>
      </w:r>
      <w:r w:rsidR="00171637" w:rsidRPr="00345713">
        <w:rPr>
          <w:szCs w:val="24"/>
        </w:rPr>
        <w:t xml:space="preserve">do not exceed the depreciation costs of similar equipment or assets and are exclusive </w:t>
      </w:r>
      <w:r w:rsidR="00171637" w:rsidRPr="005A5E47">
        <w:rPr>
          <w:szCs w:val="24"/>
        </w:rPr>
        <w:t>of any finance fee</w:t>
      </w:r>
      <w:r w:rsidR="00171637" w:rsidRPr="00E42F0D">
        <w:rPr>
          <w:szCs w:val="24"/>
        </w:rPr>
        <w:t>;</w:t>
      </w:r>
    </w:p>
    <w:p w14:paraId="78AD09A8" w14:textId="77777777" w:rsidR="00171637" w:rsidRPr="00345713" w:rsidRDefault="00171637" w:rsidP="00626B9A">
      <w:pPr>
        <w:autoSpaceDE w:val="0"/>
        <w:autoSpaceDN w:val="0"/>
        <w:adjustRightInd w:val="0"/>
        <w:ind w:left="567"/>
        <w:rPr>
          <w:szCs w:val="24"/>
        </w:rPr>
      </w:pPr>
      <w:r w:rsidRPr="00345713">
        <w:rPr>
          <w:szCs w:val="24"/>
        </w:rPr>
        <w:t>Only the portion of the equipment</w:t>
      </w:r>
      <w:r w:rsidR="004D53E5" w:rsidRPr="00345713">
        <w:rPr>
          <w:szCs w:val="24"/>
        </w:rPr>
        <w:t>’</w:t>
      </w:r>
      <w:r w:rsidRPr="00345713">
        <w:rPr>
          <w:szCs w:val="24"/>
        </w:rPr>
        <w:t xml:space="preserve">s depreciation, rental or lease costs corresponding to the </w:t>
      </w:r>
      <w:r w:rsidR="00E71B03" w:rsidRPr="00345713">
        <w:rPr>
          <w:i/>
          <w:szCs w:val="24"/>
        </w:rPr>
        <w:t xml:space="preserve">implementation </w:t>
      </w:r>
      <w:r w:rsidR="000334E9" w:rsidRPr="00345713">
        <w:rPr>
          <w:i/>
          <w:szCs w:val="24"/>
        </w:rPr>
        <w:t>period</w:t>
      </w:r>
      <w:r w:rsidRPr="00345713">
        <w:rPr>
          <w:szCs w:val="24"/>
        </w:rPr>
        <w:t xml:space="preserve"> and the rate of actual use for the purposes of the </w:t>
      </w:r>
      <w:r w:rsidR="00F648C4" w:rsidRPr="00345713">
        <w:rPr>
          <w:i/>
          <w:szCs w:val="24"/>
        </w:rPr>
        <w:t>action</w:t>
      </w:r>
      <w:r w:rsidRPr="00345713">
        <w:rPr>
          <w:szCs w:val="24"/>
        </w:rPr>
        <w:t xml:space="preserve"> may be taken into account</w:t>
      </w:r>
      <w:r w:rsidR="00910633">
        <w:rPr>
          <w:szCs w:val="24"/>
        </w:rPr>
        <w:t xml:space="preserve"> when determining the eligible costs</w:t>
      </w:r>
      <w:r w:rsidRPr="00345713">
        <w:rPr>
          <w:szCs w:val="24"/>
        </w:rPr>
        <w:t xml:space="preserve">. By way of exception, </w:t>
      </w:r>
      <w:r w:rsidR="00E42F0D" w:rsidRPr="00345713">
        <w:rPr>
          <w:szCs w:val="24"/>
        </w:rPr>
        <w:t xml:space="preserve">the full cost of purchase of equipment </w:t>
      </w:r>
      <w:r w:rsidR="00E42F0D">
        <w:rPr>
          <w:szCs w:val="24"/>
        </w:rPr>
        <w:t xml:space="preserve">may be eligible under </w:t>
      </w:r>
      <w:r w:rsidRPr="00345713">
        <w:rPr>
          <w:szCs w:val="24"/>
        </w:rPr>
        <w:t xml:space="preserve">the </w:t>
      </w:r>
      <w:r w:rsidR="00952E98" w:rsidRPr="00345713">
        <w:rPr>
          <w:szCs w:val="24"/>
        </w:rPr>
        <w:t>Special Conditions</w:t>
      </w:r>
      <w:r w:rsidRPr="00345713">
        <w:rPr>
          <w:szCs w:val="24"/>
        </w:rPr>
        <w:t xml:space="preserve">, </w:t>
      </w:r>
      <w:r w:rsidR="00AA7922">
        <w:rPr>
          <w:szCs w:val="24"/>
        </w:rPr>
        <w:t>if this is</w:t>
      </w:r>
      <w:r w:rsidR="00AA7922" w:rsidRPr="00345713">
        <w:rPr>
          <w:szCs w:val="24"/>
        </w:rPr>
        <w:t xml:space="preserve"> </w:t>
      </w:r>
      <w:r w:rsidRPr="00345713">
        <w:rPr>
          <w:szCs w:val="24"/>
        </w:rPr>
        <w:t xml:space="preserve">justified by the nature of the </w:t>
      </w:r>
      <w:r w:rsidR="00F648C4" w:rsidRPr="00345713">
        <w:rPr>
          <w:i/>
          <w:szCs w:val="24"/>
        </w:rPr>
        <w:t>action</w:t>
      </w:r>
      <w:r w:rsidRPr="00345713">
        <w:rPr>
          <w:szCs w:val="24"/>
        </w:rPr>
        <w:t xml:space="preserve"> and the context of the use of </w:t>
      </w:r>
      <w:r w:rsidR="00A161B4" w:rsidRPr="00345713">
        <w:rPr>
          <w:szCs w:val="24"/>
        </w:rPr>
        <w:t xml:space="preserve">the </w:t>
      </w:r>
      <w:r w:rsidRPr="00345713">
        <w:rPr>
          <w:szCs w:val="24"/>
        </w:rPr>
        <w:t>equipment or assets</w:t>
      </w:r>
      <w:r w:rsidR="00056C97" w:rsidRPr="00345713">
        <w:rPr>
          <w:szCs w:val="24"/>
        </w:rPr>
        <w:t>;</w:t>
      </w:r>
    </w:p>
    <w:p w14:paraId="78AD09A9" w14:textId="77777777" w:rsidR="006172B2" w:rsidRPr="00345713" w:rsidRDefault="00171637" w:rsidP="00626B9A">
      <w:pPr>
        <w:autoSpaceDE w:val="0"/>
        <w:autoSpaceDN w:val="0"/>
        <w:adjustRightInd w:val="0"/>
        <w:ind w:left="567" w:hanging="567"/>
        <w:rPr>
          <w:szCs w:val="24"/>
        </w:rPr>
      </w:pPr>
      <w:r w:rsidRPr="00345713">
        <w:rPr>
          <w:szCs w:val="24"/>
        </w:rPr>
        <w:t>(</w:t>
      </w:r>
      <w:r w:rsidR="0008168F">
        <w:rPr>
          <w:szCs w:val="24"/>
        </w:rPr>
        <w:t>d</w:t>
      </w:r>
      <w:r w:rsidRPr="00345713">
        <w:rPr>
          <w:szCs w:val="24"/>
        </w:rPr>
        <w:t>)</w:t>
      </w:r>
      <w:r w:rsidRPr="00345713">
        <w:rPr>
          <w:szCs w:val="24"/>
        </w:rPr>
        <w:tab/>
        <w:t>costs of consumables and supplies, provided that</w:t>
      </w:r>
      <w:r w:rsidR="00EB7F91" w:rsidRPr="00345713">
        <w:rPr>
          <w:szCs w:val="24"/>
        </w:rPr>
        <w:t xml:space="preserve"> they</w:t>
      </w:r>
      <w:r w:rsidR="006172B2" w:rsidRPr="00345713">
        <w:rPr>
          <w:szCs w:val="24"/>
        </w:rPr>
        <w:t>:</w:t>
      </w:r>
    </w:p>
    <w:p w14:paraId="78AD09AA" w14:textId="77777777" w:rsidR="006172B2" w:rsidRPr="00345713" w:rsidRDefault="006172B2" w:rsidP="00626B9A">
      <w:pPr>
        <w:autoSpaceDE w:val="0"/>
        <w:autoSpaceDN w:val="0"/>
        <w:adjustRightInd w:val="0"/>
        <w:ind w:left="2007" w:hanging="567"/>
        <w:rPr>
          <w:szCs w:val="24"/>
        </w:rPr>
      </w:pPr>
      <w:r w:rsidRPr="00345713">
        <w:rPr>
          <w:szCs w:val="24"/>
        </w:rPr>
        <w:t>(i)</w:t>
      </w:r>
      <w:r w:rsidR="00171637" w:rsidRPr="00345713">
        <w:rPr>
          <w:szCs w:val="24"/>
        </w:rPr>
        <w:t xml:space="preserve"> are purchased in accordance with Article II.</w:t>
      </w:r>
      <w:r w:rsidR="00A41370" w:rsidRPr="00345713">
        <w:rPr>
          <w:szCs w:val="24"/>
        </w:rPr>
        <w:t>10</w:t>
      </w:r>
      <w:r w:rsidR="00DC5566" w:rsidRPr="00345713">
        <w:rPr>
          <w:szCs w:val="24"/>
        </w:rPr>
        <w:t>.1</w:t>
      </w:r>
      <w:r w:rsidR="00AA7922">
        <w:rPr>
          <w:szCs w:val="24"/>
        </w:rPr>
        <w:t>;</w:t>
      </w:r>
      <w:r w:rsidR="00171637" w:rsidRPr="00345713">
        <w:rPr>
          <w:szCs w:val="24"/>
        </w:rPr>
        <w:t xml:space="preserve"> and</w:t>
      </w:r>
    </w:p>
    <w:p w14:paraId="78AD09AB" w14:textId="77777777" w:rsidR="00171637" w:rsidRPr="00345713" w:rsidRDefault="006172B2" w:rsidP="00626B9A">
      <w:pPr>
        <w:autoSpaceDE w:val="0"/>
        <w:autoSpaceDN w:val="0"/>
        <w:adjustRightInd w:val="0"/>
        <w:ind w:left="2007" w:hanging="567"/>
        <w:rPr>
          <w:szCs w:val="24"/>
        </w:rPr>
      </w:pPr>
      <w:r w:rsidRPr="00345713">
        <w:rPr>
          <w:szCs w:val="24"/>
        </w:rPr>
        <w:t>(ii)</w:t>
      </w:r>
      <w:r w:rsidR="00171637" w:rsidRPr="00345713">
        <w:rPr>
          <w:szCs w:val="24"/>
        </w:rPr>
        <w:t xml:space="preserve"> are directly assigned to the </w:t>
      </w:r>
      <w:r w:rsidR="00F648C4" w:rsidRPr="00345713">
        <w:rPr>
          <w:i/>
          <w:szCs w:val="24"/>
        </w:rPr>
        <w:t>action</w:t>
      </w:r>
      <w:r w:rsidR="00171637" w:rsidRPr="00345713">
        <w:rPr>
          <w:szCs w:val="24"/>
        </w:rPr>
        <w:t>;</w:t>
      </w:r>
    </w:p>
    <w:p w14:paraId="78AD09AC" w14:textId="52808ABB"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e</w:t>
      </w:r>
      <w:r w:rsidRPr="00345713">
        <w:rPr>
          <w:szCs w:val="24"/>
        </w:rPr>
        <w:t>)</w:t>
      </w:r>
      <w:r w:rsidRPr="00345713">
        <w:rPr>
          <w:szCs w:val="24"/>
        </w:rPr>
        <w:tab/>
        <w:t xml:space="preserve">costs arising directly from requirements imposed by the </w:t>
      </w:r>
      <w:r w:rsidR="00952E98" w:rsidRPr="00345713">
        <w:rPr>
          <w:szCs w:val="24"/>
        </w:rPr>
        <w:t>Agreement</w:t>
      </w:r>
      <w:r w:rsidRPr="00345713">
        <w:rPr>
          <w:szCs w:val="24"/>
        </w:rPr>
        <w:t xml:space="preserve"> (dissemination of information, specific evaluation of the </w:t>
      </w:r>
      <w:r w:rsidR="00F648C4" w:rsidRPr="00345713">
        <w:rPr>
          <w:i/>
          <w:szCs w:val="24"/>
        </w:rPr>
        <w:t>action</w:t>
      </w:r>
      <w:r w:rsidRPr="00345713">
        <w:rPr>
          <w:szCs w:val="24"/>
        </w:rPr>
        <w:t xml:space="preserve">, audits, translations, reproduction), including the costs of requested financial guarantees, provided that the corresponding services are purchased in accordance </w:t>
      </w:r>
      <w:r w:rsidR="00E27D37" w:rsidRPr="00345713">
        <w:rPr>
          <w:szCs w:val="24"/>
        </w:rPr>
        <w:t xml:space="preserve">with </w:t>
      </w:r>
      <w:r w:rsidRPr="00345713">
        <w:rPr>
          <w:szCs w:val="24"/>
        </w:rPr>
        <w:t>Article II.</w:t>
      </w:r>
      <w:r w:rsidR="00A41370" w:rsidRPr="00345713">
        <w:rPr>
          <w:szCs w:val="24"/>
        </w:rPr>
        <w:t>10</w:t>
      </w:r>
      <w:r w:rsidR="0086746B" w:rsidRPr="00345713">
        <w:rPr>
          <w:szCs w:val="24"/>
        </w:rPr>
        <w:t>.1</w:t>
      </w:r>
      <w:r w:rsidRPr="00345713">
        <w:rPr>
          <w:szCs w:val="24"/>
        </w:rPr>
        <w:t>;</w:t>
      </w:r>
    </w:p>
    <w:p w14:paraId="78AD09AD" w14:textId="285716AE"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f</w:t>
      </w:r>
      <w:r w:rsidRPr="00345713">
        <w:rPr>
          <w:szCs w:val="24"/>
        </w:rPr>
        <w:t>)</w:t>
      </w:r>
      <w:r w:rsidRPr="00345713">
        <w:rPr>
          <w:szCs w:val="24"/>
        </w:rPr>
        <w:tab/>
        <w:t xml:space="preserve">costs entailed by </w:t>
      </w:r>
      <w:r w:rsidRPr="00345713">
        <w:rPr>
          <w:i/>
          <w:szCs w:val="24"/>
        </w:rPr>
        <w:t>subcontracts</w:t>
      </w:r>
      <w:r w:rsidRPr="00345713">
        <w:rPr>
          <w:szCs w:val="24"/>
        </w:rPr>
        <w:t xml:space="preserve"> </w:t>
      </w:r>
      <w:r w:rsidR="00651240" w:rsidRPr="00345713">
        <w:rPr>
          <w:szCs w:val="24"/>
        </w:rPr>
        <w:t>within the meaning of Article II.1</w:t>
      </w:r>
      <w:r w:rsidR="00B229FC" w:rsidRPr="00345713">
        <w:rPr>
          <w:szCs w:val="24"/>
        </w:rPr>
        <w:t>1</w:t>
      </w:r>
      <w:r w:rsidRPr="00345713">
        <w:rPr>
          <w:szCs w:val="24"/>
        </w:rPr>
        <w:t xml:space="preserve">, provided that the conditions laid down in </w:t>
      </w:r>
      <w:r w:rsidR="00B229FC" w:rsidRPr="00345713">
        <w:rPr>
          <w:szCs w:val="24"/>
        </w:rPr>
        <w:t>Article II.11</w:t>
      </w:r>
      <w:r w:rsidR="00AA7531" w:rsidRPr="00345713">
        <w:rPr>
          <w:szCs w:val="24"/>
        </w:rPr>
        <w:t>.</w:t>
      </w:r>
      <w:r w:rsidR="00472321" w:rsidRPr="00345713">
        <w:rPr>
          <w:szCs w:val="24"/>
        </w:rPr>
        <w:t>1</w:t>
      </w:r>
      <w:r w:rsidR="00AA7531" w:rsidRPr="00345713">
        <w:rPr>
          <w:szCs w:val="24"/>
        </w:rPr>
        <w:t xml:space="preserve"> </w:t>
      </w:r>
      <w:r w:rsidR="00C91E26" w:rsidRPr="00345713">
        <w:rPr>
          <w:szCs w:val="24"/>
        </w:rPr>
        <w:t xml:space="preserve">(a), </w:t>
      </w:r>
      <w:r w:rsidR="002F6432" w:rsidRPr="00345713">
        <w:rPr>
          <w:szCs w:val="24"/>
        </w:rPr>
        <w:t>(b), (c) and</w:t>
      </w:r>
      <w:r w:rsidR="00C91E26" w:rsidRPr="00345713">
        <w:rPr>
          <w:szCs w:val="24"/>
        </w:rPr>
        <w:t xml:space="preserve"> (d</w:t>
      </w:r>
      <w:r w:rsidR="002F6432" w:rsidRPr="00345713">
        <w:rPr>
          <w:szCs w:val="24"/>
        </w:rPr>
        <w:t>)</w:t>
      </w:r>
      <w:r w:rsidR="00C91E26" w:rsidRPr="00345713" w:rsidDel="00AA7531">
        <w:rPr>
          <w:szCs w:val="24"/>
        </w:rPr>
        <w:t xml:space="preserve"> </w:t>
      </w:r>
      <w:r w:rsidRPr="00345713">
        <w:rPr>
          <w:szCs w:val="24"/>
        </w:rPr>
        <w:t>are met;</w:t>
      </w:r>
    </w:p>
    <w:p w14:paraId="78AD09AE" w14:textId="300DD685"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g</w:t>
      </w:r>
      <w:r w:rsidRPr="00345713">
        <w:rPr>
          <w:szCs w:val="24"/>
        </w:rPr>
        <w:t>)</w:t>
      </w:r>
      <w:r w:rsidRPr="00345713">
        <w:rPr>
          <w:szCs w:val="24"/>
        </w:rPr>
        <w:tab/>
        <w:t xml:space="preserve">costs of financial support to third </w:t>
      </w:r>
      <w:r w:rsidRPr="004011B3">
        <w:rPr>
          <w:szCs w:val="24"/>
        </w:rPr>
        <w:t xml:space="preserve">parties </w:t>
      </w:r>
      <w:r w:rsidR="00651240" w:rsidRPr="004011B3">
        <w:rPr>
          <w:szCs w:val="24"/>
        </w:rPr>
        <w:t>within the meaning of Article II.1</w:t>
      </w:r>
      <w:r w:rsidR="00B229FC" w:rsidRPr="004011B3">
        <w:rPr>
          <w:szCs w:val="24"/>
        </w:rPr>
        <w:t>2</w:t>
      </w:r>
      <w:r w:rsidRPr="004108FF">
        <w:rPr>
          <w:szCs w:val="24"/>
        </w:rPr>
        <w:t>, provided</w:t>
      </w:r>
      <w:r w:rsidRPr="00345713">
        <w:rPr>
          <w:szCs w:val="24"/>
        </w:rPr>
        <w:t xml:space="preserve"> that the conditions laid down in </w:t>
      </w:r>
      <w:r w:rsidR="00651240" w:rsidRPr="00345713">
        <w:rPr>
          <w:szCs w:val="24"/>
        </w:rPr>
        <w:t xml:space="preserve">that </w:t>
      </w:r>
      <w:r w:rsidRPr="00345713">
        <w:rPr>
          <w:szCs w:val="24"/>
        </w:rPr>
        <w:t>Article are met</w:t>
      </w:r>
      <w:r w:rsidR="007C14B1" w:rsidRPr="00345713">
        <w:rPr>
          <w:szCs w:val="24"/>
        </w:rPr>
        <w:t>;</w:t>
      </w:r>
    </w:p>
    <w:p w14:paraId="78AD09AF" w14:textId="1DEB86D5" w:rsidR="00171637" w:rsidRPr="00345713" w:rsidRDefault="00171637" w:rsidP="00626B9A">
      <w:pPr>
        <w:autoSpaceDE w:val="0"/>
        <w:autoSpaceDN w:val="0"/>
        <w:adjustRightInd w:val="0"/>
        <w:ind w:left="567" w:hanging="567"/>
        <w:rPr>
          <w:szCs w:val="24"/>
        </w:rPr>
      </w:pPr>
      <w:r w:rsidRPr="00345713">
        <w:rPr>
          <w:szCs w:val="24"/>
        </w:rPr>
        <w:t>(</w:t>
      </w:r>
      <w:r w:rsidR="00CC67AB">
        <w:rPr>
          <w:szCs w:val="24"/>
        </w:rPr>
        <w:t>h</w:t>
      </w:r>
      <w:r w:rsidRPr="00345713">
        <w:rPr>
          <w:szCs w:val="24"/>
        </w:rPr>
        <w:t xml:space="preserve">) </w:t>
      </w:r>
      <w:r w:rsidR="007C14B1" w:rsidRPr="00345713">
        <w:rPr>
          <w:szCs w:val="24"/>
        </w:rPr>
        <w:tab/>
      </w:r>
      <w:r w:rsidRPr="00345713">
        <w:rPr>
          <w:szCs w:val="24"/>
        </w:rPr>
        <w:t xml:space="preserve">duties, taxes and charges paid by the beneficiary, notably value added tax (VAT), provided that they are included in eligible </w:t>
      </w:r>
      <w:r w:rsidR="00503DE9" w:rsidRPr="00345713">
        <w:rPr>
          <w:i/>
          <w:szCs w:val="24"/>
        </w:rPr>
        <w:t>direct costs</w:t>
      </w:r>
      <w:r w:rsidRPr="00345713">
        <w:rPr>
          <w:szCs w:val="24"/>
        </w:rPr>
        <w:t xml:space="preserve">, </w:t>
      </w:r>
      <w:r w:rsidR="000D08F0" w:rsidRPr="00345713">
        <w:rPr>
          <w:szCs w:val="24"/>
        </w:rPr>
        <w:t xml:space="preserve">and </w:t>
      </w:r>
      <w:r w:rsidRPr="00345713">
        <w:rPr>
          <w:szCs w:val="24"/>
        </w:rPr>
        <w:t xml:space="preserve">unless specified otherwise in the </w:t>
      </w:r>
      <w:r w:rsidR="00952E98" w:rsidRPr="00345713">
        <w:rPr>
          <w:szCs w:val="24"/>
        </w:rPr>
        <w:t>Agreement</w:t>
      </w:r>
      <w:r w:rsidRPr="00345713">
        <w:rPr>
          <w:szCs w:val="24"/>
        </w:rPr>
        <w:t>.</w:t>
      </w:r>
    </w:p>
    <w:p w14:paraId="78AD09B0" w14:textId="77777777" w:rsidR="00171637" w:rsidRPr="00345713" w:rsidRDefault="00171637" w:rsidP="00626B9A">
      <w:pPr>
        <w:pStyle w:val="Heading3"/>
      </w:pPr>
      <w:bookmarkStart w:id="95" w:name="_Toc441250860"/>
      <w:bookmarkStart w:id="96" w:name="_Toc530496954"/>
      <w:r w:rsidRPr="00345713">
        <w:t>II.19.3</w:t>
      </w:r>
      <w:r w:rsidRPr="00345713">
        <w:tab/>
        <w:t>Eligible in</w:t>
      </w:r>
      <w:r w:rsidR="00503DE9" w:rsidRPr="00345713">
        <w:t>direct costs</w:t>
      </w:r>
      <w:bookmarkEnd w:id="95"/>
      <w:bookmarkEnd w:id="96"/>
    </w:p>
    <w:p w14:paraId="78AD09B1" w14:textId="77777777" w:rsidR="00171637" w:rsidRPr="00345713" w:rsidRDefault="00171637" w:rsidP="00626B9A">
      <w:r w:rsidRPr="00345713">
        <w:t xml:space="preserve">To be eligible, </w:t>
      </w:r>
      <w:r w:rsidRPr="00345713">
        <w:rPr>
          <w:i/>
        </w:rPr>
        <w:t>in</w:t>
      </w:r>
      <w:r w:rsidR="00503DE9" w:rsidRPr="00345713">
        <w:rPr>
          <w:i/>
        </w:rPr>
        <w:t>direct costs</w:t>
      </w:r>
      <w:r w:rsidRPr="00345713">
        <w:t xml:space="preserve"> </w:t>
      </w:r>
      <w:r w:rsidR="00124867" w:rsidRPr="00345713">
        <w:t xml:space="preserve">of the </w:t>
      </w:r>
      <w:r w:rsidR="00F648C4" w:rsidRPr="00345713">
        <w:rPr>
          <w:i/>
        </w:rPr>
        <w:t>action</w:t>
      </w:r>
      <w:r w:rsidR="00124867" w:rsidRPr="00345713">
        <w:t xml:space="preserve"> </w:t>
      </w:r>
      <w:r w:rsidR="002212A1" w:rsidRPr="00345713">
        <w:t>must</w:t>
      </w:r>
      <w:r w:rsidRPr="00345713">
        <w:t xml:space="preserve"> represent a fair apportionment of the overall overheads of the beneficiary and </w:t>
      </w:r>
      <w:r w:rsidR="002212A1" w:rsidRPr="00345713">
        <w:t>must</w:t>
      </w:r>
      <w:r w:rsidRPr="00345713">
        <w:t xml:space="preserve"> comply with the conditions of eligibility set out in </w:t>
      </w:r>
      <w:r w:rsidR="00065E8B" w:rsidRPr="00345713">
        <w:t>Article II.19.1</w:t>
      </w:r>
      <w:r w:rsidRPr="00345713">
        <w:t>.</w:t>
      </w:r>
    </w:p>
    <w:p w14:paraId="78AD09B2" w14:textId="77777777" w:rsidR="00171637" w:rsidRPr="00345713" w:rsidRDefault="00F330C4" w:rsidP="00626B9A">
      <w:r>
        <w:t>E</w:t>
      </w:r>
      <w:r w:rsidR="00171637" w:rsidRPr="00345713">
        <w:rPr>
          <w:bCs/>
        </w:rPr>
        <w:t xml:space="preserve">ligible </w:t>
      </w:r>
      <w:r w:rsidR="00375721" w:rsidRPr="00345713">
        <w:rPr>
          <w:i/>
        </w:rPr>
        <w:t>indirect costs</w:t>
      </w:r>
      <w:r w:rsidR="00375721" w:rsidRPr="00345713">
        <w:t xml:space="preserve"> </w:t>
      </w:r>
      <w:r w:rsidR="002212A1" w:rsidRPr="00345713">
        <w:rPr>
          <w:bCs/>
        </w:rPr>
        <w:t>must</w:t>
      </w:r>
      <w:r w:rsidR="00171637" w:rsidRPr="00345713">
        <w:rPr>
          <w:bCs/>
        </w:rPr>
        <w:t xml:space="preserve"> be declared on the basis of a flat rate of 7</w:t>
      </w:r>
      <w:r w:rsidR="00345713">
        <w:rPr>
          <w:bCs/>
        </w:rPr>
        <w:t> </w:t>
      </w:r>
      <w:r w:rsidR="00171637" w:rsidRPr="00345713">
        <w:rPr>
          <w:bCs/>
        </w:rPr>
        <w:t xml:space="preserve">% of the total eligible </w:t>
      </w:r>
      <w:r w:rsidR="00503DE9" w:rsidRPr="00345713">
        <w:rPr>
          <w:bCs/>
          <w:i/>
        </w:rPr>
        <w:t>direct costs</w:t>
      </w:r>
      <w:r w:rsidRPr="00F330C4">
        <w:t xml:space="preserve"> </w:t>
      </w:r>
      <w:r>
        <w:t>u</w:t>
      </w:r>
      <w:r w:rsidRPr="00345713">
        <w:t>nless otherwise specified in Article I.3.2</w:t>
      </w:r>
      <w:r w:rsidR="00171637" w:rsidRPr="00345713">
        <w:rPr>
          <w:bCs/>
        </w:rPr>
        <w:t>.</w:t>
      </w:r>
    </w:p>
    <w:p w14:paraId="78AD09B3" w14:textId="77777777" w:rsidR="00171637" w:rsidRPr="00345713" w:rsidRDefault="00171637" w:rsidP="00626B9A">
      <w:pPr>
        <w:pStyle w:val="Heading3"/>
      </w:pPr>
      <w:bookmarkStart w:id="97" w:name="_Toc441250861"/>
      <w:bookmarkStart w:id="98" w:name="_Toc530496955"/>
      <w:r w:rsidRPr="00345713">
        <w:t>II.19.4</w:t>
      </w:r>
      <w:r w:rsidRPr="00345713">
        <w:tab/>
      </w:r>
      <w:r w:rsidR="0021550D">
        <w:t xml:space="preserve"> </w:t>
      </w:r>
      <w:r w:rsidRPr="00345713">
        <w:t>Ineligible costs</w:t>
      </w:r>
      <w:bookmarkEnd w:id="97"/>
      <w:bookmarkEnd w:id="98"/>
    </w:p>
    <w:p w14:paraId="78AD09B4" w14:textId="77777777" w:rsidR="00171637" w:rsidRPr="00345713" w:rsidRDefault="00C95388" w:rsidP="00626B9A">
      <w:r w:rsidRPr="00345713">
        <w:t xml:space="preserve">In addition to any other costs which do not fulfil the conditions set out in </w:t>
      </w:r>
      <w:r w:rsidR="00065E8B" w:rsidRPr="00345713">
        <w:t>Article II.19.1</w:t>
      </w:r>
      <w:r w:rsidRPr="00345713">
        <w:t>, t</w:t>
      </w:r>
      <w:r w:rsidR="00171637" w:rsidRPr="00345713">
        <w:t xml:space="preserve">he following costs </w:t>
      </w:r>
      <w:r w:rsidR="00DA147F" w:rsidRPr="00345713">
        <w:t>may</w:t>
      </w:r>
      <w:r w:rsidR="00171637" w:rsidRPr="00345713">
        <w:t xml:space="preserve"> not be considered eligible:</w:t>
      </w:r>
    </w:p>
    <w:p w14:paraId="78AD09B5" w14:textId="77777777" w:rsidR="00171637" w:rsidRPr="00345713" w:rsidRDefault="00171637" w:rsidP="003A2A37">
      <w:pPr>
        <w:numPr>
          <w:ilvl w:val="0"/>
          <w:numId w:val="42"/>
        </w:numPr>
      </w:pPr>
      <w:r w:rsidRPr="00345713">
        <w:t>return on capital</w:t>
      </w:r>
      <w:r w:rsidR="000C1AA0" w:rsidRPr="00345713">
        <w:t xml:space="preserve"> and dividends paid by a beneficiary</w:t>
      </w:r>
      <w:r w:rsidRPr="00345713">
        <w:t>;</w:t>
      </w:r>
    </w:p>
    <w:p w14:paraId="78AD09B6" w14:textId="77777777" w:rsidR="00171637" w:rsidRPr="00345713" w:rsidRDefault="00171637" w:rsidP="003A2A37">
      <w:pPr>
        <w:numPr>
          <w:ilvl w:val="0"/>
          <w:numId w:val="42"/>
        </w:numPr>
      </w:pPr>
      <w:r w:rsidRPr="00345713">
        <w:t>debt and debt service charges;</w:t>
      </w:r>
    </w:p>
    <w:p w14:paraId="78AD09B7" w14:textId="77777777" w:rsidR="00171637" w:rsidRPr="00345713" w:rsidRDefault="00171637" w:rsidP="003A2A37">
      <w:pPr>
        <w:numPr>
          <w:ilvl w:val="0"/>
          <w:numId w:val="42"/>
        </w:numPr>
      </w:pPr>
      <w:r w:rsidRPr="00345713">
        <w:t>provisions for losses or debts;</w:t>
      </w:r>
    </w:p>
    <w:p w14:paraId="78AD09B8" w14:textId="77777777" w:rsidR="007C14B1" w:rsidRPr="00345713" w:rsidRDefault="00171637" w:rsidP="003A2A37">
      <w:pPr>
        <w:numPr>
          <w:ilvl w:val="0"/>
          <w:numId w:val="42"/>
        </w:numPr>
      </w:pPr>
      <w:r w:rsidRPr="00345713">
        <w:t>interest owed;</w:t>
      </w:r>
    </w:p>
    <w:p w14:paraId="78AD09B9" w14:textId="77777777" w:rsidR="00171637" w:rsidRPr="00345713" w:rsidRDefault="00171637" w:rsidP="003A2A37">
      <w:pPr>
        <w:numPr>
          <w:ilvl w:val="0"/>
          <w:numId w:val="42"/>
        </w:numPr>
      </w:pPr>
      <w:r w:rsidRPr="00345713">
        <w:t>doubtful debts;</w:t>
      </w:r>
    </w:p>
    <w:p w14:paraId="78AD09BA" w14:textId="77777777" w:rsidR="00171637" w:rsidRPr="00345713" w:rsidRDefault="00171637" w:rsidP="003A2A37">
      <w:pPr>
        <w:numPr>
          <w:ilvl w:val="0"/>
          <w:numId w:val="42"/>
        </w:numPr>
      </w:pPr>
      <w:r w:rsidRPr="00345713">
        <w:t>exchange losses;</w:t>
      </w:r>
    </w:p>
    <w:p w14:paraId="78AD09BB" w14:textId="77777777" w:rsidR="00171637" w:rsidRPr="00345713" w:rsidRDefault="00171637" w:rsidP="003A2A37">
      <w:pPr>
        <w:numPr>
          <w:ilvl w:val="0"/>
          <w:numId w:val="42"/>
        </w:numPr>
      </w:pPr>
      <w:r w:rsidRPr="00345713">
        <w:t>costs of transfers from the Commission charged by the bank of a beneficiary;</w:t>
      </w:r>
    </w:p>
    <w:p w14:paraId="78AD09BC" w14:textId="77777777" w:rsidR="00171637" w:rsidRPr="00345713" w:rsidRDefault="00171637" w:rsidP="003A2A37">
      <w:pPr>
        <w:numPr>
          <w:ilvl w:val="0"/>
          <w:numId w:val="42"/>
        </w:numPr>
      </w:pPr>
      <w:r w:rsidRPr="00345713">
        <w:t xml:space="preserve">costs declared by </w:t>
      </w:r>
      <w:r w:rsidR="00E13CAA" w:rsidRPr="00345713">
        <w:t>the</w:t>
      </w:r>
      <w:r w:rsidRPr="00345713">
        <w:t xml:space="preserve"> beneficiary </w:t>
      </w:r>
      <w:r w:rsidR="00542181">
        <w:t>under</w:t>
      </w:r>
      <w:r w:rsidRPr="00345713">
        <w:t xml:space="preserve"> another </w:t>
      </w:r>
      <w:r w:rsidR="00AA0EAA" w:rsidRPr="00345713">
        <w:t>action</w:t>
      </w:r>
      <w:r w:rsidRPr="00345713">
        <w:t xml:space="preserve"> receiving a grant financed from the Union budget</w:t>
      </w:r>
      <w:r w:rsidR="00542181">
        <w:t>. Such grants</w:t>
      </w:r>
      <w:r w:rsidRPr="00345713">
        <w:t xml:space="preserve"> includ</w:t>
      </w:r>
      <w:r w:rsidR="00542181">
        <w:t>e</w:t>
      </w:r>
      <w:r w:rsidRPr="00345713">
        <w:t xml:space="preserve"> grants </w:t>
      </w:r>
      <w:r w:rsidR="002632BC" w:rsidRPr="00345713">
        <w:t xml:space="preserve">awarded by a Member State and </w:t>
      </w:r>
      <w:r w:rsidR="00487B70" w:rsidRPr="00345713">
        <w:t xml:space="preserve">financed </w:t>
      </w:r>
      <w:r w:rsidR="002632BC" w:rsidRPr="00345713">
        <w:t>from</w:t>
      </w:r>
      <w:r w:rsidR="00487B70" w:rsidRPr="00345713">
        <w:t xml:space="preserve"> the Union budget and grants awarded by </w:t>
      </w:r>
      <w:r w:rsidRPr="00345713">
        <w:t xml:space="preserve">bodies </w:t>
      </w:r>
      <w:r w:rsidR="00542181" w:rsidRPr="00345713">
        <w:t xml:space="preserve">other </w:t>
      </w:r>
      <w:r w:rsidRPr="00345713">
        <w:t xml:space="preserve">than the Commission for the purpose of implementing </w:t>
      </w:r>
      <w:r w:rsidR="002632BC" w:rsidRPr="00345713">
        <w:t xml:space="preserve">the </w:t>
      </w:r>
      <w:r w:rsidRPr="00345713">
        <w:t xml:space="preserve">Union </w:t>
      </w:r>
      <w:r w:rsidR="002632BC" w:rsidRPr="00345713">
        <w:t>budget</w:t>
      </w:r>
      <w:r w:rsidR="00542181">
        <w:t>.</w:t>
      </w:r>
      <w:r w:rsidR="00C95388" w:rsidRPr="00345713">
        <w:t xml:space="preserve"> </w:t>
      </w:r>
      <w:r w:rsidR="00542181">
        <w:t>I</w:t>
      </w:r>
      <w:r w:rsidR="00542181" w:rsidRPr="00345713">
        <w:t xml:space="preserve">n </w:t>
      </w:r>
      <w:r w:rsidRPr="00345713">
        <w:t xml:space="preserve">particular, </w:t>
      </w:r>
      <w:r w:rsidR="008A0EB5">
        <w:t>b</w:t>
      </w:r>
      <w:r w:rsidR="008A0EB5" w:rsidRPr="008A0EB5">
        <w:rPr>
          <w:sz w:val="23"/>
          <w:szCs w:val="23"/>
        </w:rPr>
        <w:t>eneficiaries receiving an operating grant</w:t>
      </w:r>
      <w:r w:rsidR="008A0EB5" w:rsidRPr="008A0EB5">
        <w:rPr>
          <w:sz w:val="16"/>
          <w:szCs w:val="16"/>
        </w:rPr>
        <w:t xml:space="preserve"> </w:t>
      </w:r>
      <w:r w:rsidR="008A0EB5" w:rsidRPr="008A0EB5">
        <w:rPr>
          <w:sz w:val="23"/>
          <w:szCs w:val="23"/>
        </w:rPr>
        <w:t>financed by the EU or Euratom budget cannot declare indirect costs for the period(s) covered by the operating grant, unless they can demonstrate that the operating grant does not cover any costs of the action.</w:t>
      </w:r>
      <w:r w:rsidR="008A0EB5" w:rsidRPr="008A0EB5">
        <w:rPr>
          <w:szCs w:val="24"/>
        </w:rPr>
        <w:t xml:space="preserve"> </w:t>
      </w:r>
    </w:p>
    <w:p w14:paraId="78AD09BD" w14:textId="77777777" w:rsidR="007C14B1" w:rsidRPr="00345713" w:rsidRDefault="00171637" w:rsidP="003A2A37">
      <w:pPr>
        <w:numPr>
          <w:ilvl w:val="0"/>
          <w:numId w:val="42"/>
        </w:numPr>
      </w:pPr>
      <w:r w:rsidRPr="00345713">
        <w:t>contributions in kind from third parties;</w:t>
      </w:r>
    </w:p>
    <w:p w14:paraId="78AD09BE" w14:textId="77777777" w:rsidR="00171637" w:rsidRPr="00345713" w:rsidRDefault="00171637" w:rsidP="003A2A37">
      <w:pPr>
        <w:numPr>
          <w:ilvl w:val="0"/>
          <w:numId w:val="42"/>
        </w:numPr>
      </w:pPr>
      <w:r w:rsidRPr="00345713">
        <w:t>excessive or reckless expenditure;</w:t>
      </w:r>
    </w:p>
    <w:p w14:paraId="78AD09BF" w14:textId="77777777" w:rsidR="00171637" w:rsidRPr="00345713" w:rsidRDefault="00171637" w:rsidP="003A2A37">
      <w:pPr>
        <w:numPr>
          <w:ilvl w:val="0"/>
          <w:numId w:val="42"/>
        </w:numPr>
      </w:pPr>
      <w:r w:rsidRPr="00345713">
        <w:t>deductible VAT.</w:t>
      </w:r>
    </w:p>
    <w:p w14:paraId="78AD09C0" w14:textId="77777777" w:rsidR="00171637" w:rsidRPr="00345713" w:rsidRDefault="000A4F91" w:rsidP="00626B9A">
      <w:pPr>
        <w:pStyle w:val="Heading2"/>
      </w:pPr>
      <w:bookmarkStart w:id="99" w:name="_Toc441250862"/>
      <w:bookmarkStart w:id="100" w:name="_Toc530496956"/>
      <w:r w:rsidRPr="00345713">
        <w:t xml:space="preserve">Article </w:t>
      </w:r>
      <w:r w:rsidR="00171637" w:rsidRPr="00345713">
        <w:t xml:space="preserve">II.20 </w:t>
      </w:r>
      <w:r w:rsidR="00345713">
        <w:rPr>
          <w:rFonts w:hint="eastAsia"/>
        </w:rPr>
        <w:t>—</w:t>
      </w:r>
      <w:r w:rsidR="00171637" w:rsidRPr="00345713">
        <w:t xml:space="preserve"> </w:t>
      </w:r>
      <w:r w:rsidR="00626B9A" w:rsidRPr="00345713">
        <w:t>Identifiability and verifiability of the amounts declared</w:t>
      </w:r>
      <w:bookmarkEnd w:id="99"/>
      <w:bookmarkEnd w:id="100"/>
    </w:p>
    <w:p w14:paraId="78AD09C1" w14:textId="77777777" w:rsidR="00922B3E" w:rsidRPr="00345713" w:rsidRDefault="002A3D46" w:rsidP="002D4BBC">
      <w:pPr>
        <w:pStyle w:val="Heading3"/>
        <w:ind w:left="993" w:hanging="993"/>
      </w:pPr>
      <w:bookmarkStart w:id="101" w:name="_Toc441250863"/>
      <w:bookmarkStart w:id="102" w:name="_Toc530496957"/>
      <w:r w:rsidRPr="00345713">
        <w:t xml:space="preserve">II.20.1 </w:t>
      </w:r>
      <w:r w:rsidR="002D4BBC">
        <w:tab/>
      </w:r>
      <w:r w:rsidR="00922B3E" w:rsidRPr="00345713">
        <w:t>Declaring costs and contributions</w:t>
      </w:r>
      <w:bookmarkEnd w:id="101"/>
      <w:bookmarkEnd w:id="102"/>
    </w:p>
    <w:p w14:paraId="78AD09C2" w14:textId="77777777" w:rsidR="002A3D46" w:rsidRPr="00345713" w:rsidRDefault="00742DDA" w:rsidP="00691906">
      <w:r>
        <w:t>Each</w:t>
      </w:r>
      <w:r w:rsidRPr="00345713">
        <w:t xml:space="preserve"> </w:t>
      </w:r>
      <w:r w:rsidR="00466A85" w:rsidRPr="00345713">
        <w:t>beneficiary</w:t>
      </w:r>
      <w:r w:rsidR="002A3D46" w:rsidRPr="00345713">
        <w:t xml:space="preserve"> must declare </w:t>
      </w:r>
      <w:r w:rsidR="00466A85" w:rsidRPr="00345713">
        <w:t xml:space="preserve">as eligible </w:t>
      </w:r>
      <w:r w:rsidR="00466A85" w:rsidRPr="006A2A9E">
        <w:t xml:space="preserve">costs or </w:t>
      </w:r>
      <w:r w:rsidR="006A2A9E">
        <w:t xml:space="preserve">as a </w:t>
      </w:r>
      <w:r w:rsidR="00466A85" w:rsidRPr="006A2A9E">
        <w:t>requested contribution</w:t>
      </w:r>
      <w:r w:rsidR="00466A85" w:rsidRPr="00345713">
        <w:t>:</w:t>
      </w:r>
    </w:p>
    <w:p w14:paraId="78AD09C3" w14:textId="77777777" w:rsidR="00466A85" w:rsidRPr="00345713" w:rsidRDefault="00466A85" w:rsidP="003A2A37">
      <w:pPr>
        <w:numPr>
          <w:ilvl w:val="0"/>
          <w:numId w:val="44"/>
        </w:numPr>
      </w:pPr>
      <w:r w:rsidRPr="00345713">
        <w:t>for actual</w:t>
      </w:r>
      <w:r w:rsidRPr="00345713">
        <w:rPr>
          <w:i/>
        </w:rPr>
        <w:t xml:space="preserve"> </w:t>
      </w:r>
      <w:r w:rsidRPr="00345713">
        <w:t>costs</w:t>
      </w:r>
      <w:r w:rsidRPr="00345713">
        <w:rPr>
          <w:b/>
        </w:rPr>
        <w:t>:</w:t>
      </w:r>
      <w:r w:rsidRPr="00345713">
        <w:t xml:space="preserve"> the costs it actually incurred for the </w:t>
      </w:r>
      <w:r w:rsidR="00F648C4" w:rsidRPr="00345713">
        <w:rPr>
          <w:i/>
        </w:rPr>
        <w:t>action</w:t>
      </w:r>
      <w:r w:rsidR="00314206" w:rsidRPr="00345713">
        <w:t>;</w:t>
      </w:r>
    </w:p>
    <w:p w14:paraId="78AD09C4" w14:textId="77777777" w:rsidR="00466A85" w:rsidRPr="00620660" w:rsidRDefault="00466A85" w:rsidP="003A2A37">
      <w:pPr>
        <w:numPr>
          <w:ilvl w:val="0"/>
          <w:numId w:val="44"/>
        </w:numPr>
        <w:rPr>
          <w:b/>
        </w:rPr>
      </w:pPr>
      <w:r w:rsidRPr="00345713">
        <w:t>for</w:t>
      </w:r>
      <w:r w:rsidRPr="00345713">
        <w:rPr>
          <w:b/>
        </w:rPr>
        <w:t xml:space="preserve"> </w:t>
      </w:r>
      <w:r w:rsidRPr="00345713">
        <w:t>unit costs or unit contributions</w:t>
      </w:r>
      <w:r w:rsidRPr="00345713">
        <w:rPr>
          <w:b/>
        </w:rPr>
        <w:t xml:space="preserve">: </w:t>
      </w:r>
      <w:r w:rsidRPr="00345713">
        <w:t xml:space="preserve">the amount obtained by multiplying the amount per unit specified in </w:t>
      </w:r>
      <w:r w:rsidRPr="00CB6730">
        <w:t>Article I.3</w:t>
      </w:r>
      <w:r w:rsidR="0091278F" w:rsidRPr="00CB6730">
        <w:t>.2</w:t>
      </w:r>
      <w:r w:rsidRPr="00CB6730">
        <w:t>(a)(ii) or (b) by the actual number of units used or produced</w:t>
      </w:r>
      <w:r w:rsidR="00314206" w:rsidRPr="00CB6730">
        <w:t>;</w:t>
      </w:r>
    </w:p>
    <w:p w14:paraId="78AD09C5" w14:textId="452EBA7B" w:rsidR="00314206" w:rsidRPr="00345713" w:rsidRDefault="00466A85" w:rsidP="003A2A37">
      <w:pPr>
        <w:numPr>
          <w:ilvl w:val="0"/>
          <w:numId w:val="44"/>
        </w:numPr>
        <w:rPr>
          <w:bCs/>
        </w:rPr>
      </w:pPr>
      <w:r w:rsidRPr="00CB6730">
        <w:t>for lump sum costs or lump sum contributions:</w:t>
      </w:r>
      <w:r w:rsidR="00314206" w:rsidRPr="00CB6730">
        <w:t xml:space="preserve"> the global amount specified in Article I.3</w:t>
      </w:r>
      <w:r w:rsidR="0091278F" w:rsidRPr="00CB6730">
        <w:t>.2</w:t>
      </w:r>
      <w:r w:rsidR="00314206" w:rsidRPr="00CB6730">
        <w:t xml:space="preserve">(a)(iii) or (c), </w:t>
      </w:r>
      <w:r w:rsidR="00850D7D" w:rsidRPr="00CB6730">
        <w:t xml:space="preserve">if </w:t>
      </w:r>
      <w:r w:rsidR="00314206" w:rsidRPr="00CB6730">
        <w:rPr>
          <w:bCs/>
        </w:rPr>
        <w:t>the corresponding</w:t>
      </w:r>
      <w:r w:rsidR="00314206" w:rsidRPr="00345713">
        <w:rPr>
          <w:bCs/>
        </w:rPr>
        <w:t xml:space="preserve"> tasks or part of the </w:t>
      </w:r>
      <w:r w:rsidR="00F648C4" w:rsidRPr="00345713">
        <w:rPr>
          <w:i/>
        </w:rPr>
        <w:t>action</w:t>
      </w:r>
      <w:r w:rsidR="00314206" w:rsidRPr="00345713">
        <w:rPr>
          <w:bCs/>
        </w:rPr>
        <w:t xml:space="preserve"> as described in Annex I</w:t>
      </w:r>
      <w:r w:rsidR="00D32A62">
        <w:rPr>
          <w:bCs/>
        </w:rPr>
        <w:t>I</w:t>
      </w:r>
      <w:r w:rsidR="00850D7D" w:rsidRPr="00850D7D">
        <w:t xml:space="preserve"> </w:t>
      </w:r>
      <w:r w:rsidR="00850D7D">
        <w:t>have been</w:t>
      </w:r>
      <w:r w:rsidR="00850D7D" w:rsidRPr="00850D7D">
        <w:t xml:space="preserve"> </w:t>
      </w:r>
      <w:r w:rsidR="00850D7D" w:rsidRPr="00345713">
        <w:t>implement</w:t>
      </w:r>
      <w:r w:rsidR="00850D7D">
        <w:t xml:space="preserve">ed </w:t>
      </w:r>
      <w:r w:rsidR="00850D7D" w:rsidRPr="00345713">
        <w:t>proper</w:t>
      </w:r>
      <w:r w:rsidR="00850D7D">
        <w:rPr>
          <w:bCs/>
        </w:rPr>
        <w:t>ly</w:t>
      </w:r>
      <w:r w:rsidR="00314206" w:rsidRPr="00345713">
        <w:rPr>
          <w:bCs/>
        </w:rPr>
        <w:t>;</w:t>
      </w:r>
    </w:p>
    <w:p w14:paraId="78AD09C6" w14:textId="77777777" w:rsidR="00314206" w:rsidRDefault="00314206" w:rsidP="003A2A37">
      <w:pPr>
        <w:numPr>
          <w:ilvl w:val="0"/>
          <w:numId w:val="44"/>
        </w:numPr>
      </w:pPr>
      <w:r w:rsidRPr="00345713">
        <w:t xml:space="preserve">for </w:t>
      </w:r>
      <w:r w:rsidR="009161AB" w:rsidRPr="00345713">
        <w:t xml:space="preserve">flat-rate costs </w:t>
      </w:r>
      <w:r w:rsidR="009161AB" w:rsidRPr="00CB6730">
        <w:t>or</w:t>
      </w:r>
      <w:r w:rsidRPr="00CB6730">
        <w:t xml:space="preserve"> flat-rate contributions: the amount obtained by applying the flat rate specified in Article I.3</w:t>
      </w:r>
      <w:r w:rsidR="0091278F" w:rsidRPr="00CB6730">
        <w:t>.2</w:t>
      </w:r>
      <w:r w:rsidRPr="00CB6730">
        <w:t>(a)(iv) or (d);</w:t>
      </w:r>
    </w:p>
    <w:p w14:paraId="78AD09C7" w14:textId="2CB4E131" w:rsidR="00CB6730" w:rsidRPr="00CB6730" w:rsidRDefault="00CB6730" w:rsidP="003A2A37">
      <w:pPr>
        <w:pStyle w:val="ListParagraph"/>
        <w:numPr>
          <w:ilvl w:val="0"/>
          <w:numId w:val="44"/>
        </w:numPr>
      </w:pPr>
      <w:r w:rsidRPr="00CB6730">
        <w:t xml:space="preserve">for </w:t>
      </w:r>
      <w:r>
        <w:t>financing not linked to costs</w:t>
      </w:r>
      <w:r w:rsidRPr="00CB6730">
        <w:t>: the global amount specified in Article I.3.2(</w:t>
      </w:r>
      <w:r>
        <w:t>e</w:t>
      </w:r>
      <w:r w:rsidRPr="00CB6730">
        <w:t xml:space="preserve">), if the </w:t>
      </w:r>
      <w:r w:rsidR="009451E2">
        <w:t xml:space="preserve">corresponding results or conditions </w:t>
      </w:r>
      <w:r w:rsidRPr="00CB6730">
        <w:t xml:space="preserve">as </w:t>
      </w:r>
      <w:r w:rsidR="009451E2">
        <w:t>described in Annex I</w:t>
      </w:r>
      <w:r w:rsidR="00D32A62">
        <w:t>I</w:t>
      </w:r>
      <w:r w:rsidR="009451E2">
        <w:t xml:space="preserve"> have been </w:t>
      </w:r>
      <w:r w:rsidR="00DE68E8" w:rsidRPr="00CF4D26">
        <w:t>properly</w:t>
      </w:r>
      <w:r w:rsidR="00DE68E8">
        <w:t xml:space="preserve"> </w:t>
      </w:r>
      <w:r w:rsidR="009451E2">
        <w:t>achieved or fulfilled</w:t>
      </w:r>
      <w:r w:rsidRPr="00CB6730">
        <w:t>;</w:t>
      </w:r>
    </w:p>
    <w:p w14:paraId="78AD09C8" w14:textId="77777777" w:rsidR="00466A85" w:rsidRPr="00345713" w:rsidRDefault="00314206" w:rsidP="003A2A37">
      <w:pPr>
        <w:numPr>
          <w:ilvl w:val="0"/>
          <w:numId w:val="44"/>
        </w:numPr>
      </w:pPr>
      <w:r w:rsidRPr="00345713">
        <w:t>for unit costs declared on the basis of the beneficiary</w:t>
      </w:r>
      <w:r w:rsidR="004D53E5" w:rsidRPr="00345713">
        <w:t>’</w:t>
      </w:r>
      <w:r w:rsidRPr="00345713">
        <w:t xml:space="preserve">s usual cost accounting practices: the amount obtained by multiplying the amount per unit calculated in accordance with </w:t>
      </w:r>
      <w:r w:rsidR="00DB4BC3">
        <w:t>the beneficiary’s</w:t>
      </w:r>
      <w:r w:rsidR="00DB4BC3" w:rsidRPr="00345713">
        <w:t xml:space="preserve"> </w:t>
      </w:r>
      <w:r w:rsidRPr="00345713">
        <w:t>usual cost accounting practices by the actual number of units used or produced;</w:t>
      </w:r>
    </w:p>
    <w:p w14:paraId="78AD09C9" w14:textId="77777777" w:rsidR="00466A85" w:rsidRPr="00345713" w:rsidRDefault="00314206" w:rsidP="003A2A37">
      <w:pPr>
        <w:numPr>
          <w:ilvl w:val="0"/>
          <w:numId w:val="44"/>
        </w:numPr>
      </w:pPr>
      <w:r w:rsidRPr="00345713">
        <w:t>for lump sum costs declared on the basis of the beneficiary</w:t>
      </w:r>
      <w:r w:rsidR="004D53E5" w:rsidRPr="00345713">
        <w:t>’</w:t>
      </w:r>
      <w:r w:rsidRPr="00345713">
        <w:t xml:space="preserve">s usual cost accounting practices: </w:t>
      </w:r>
      <w:r w:rsidR="00922B3E" w:rsidRPr="00345713">
        <w:t xml:space="preserve">the global amount calculated in accordance with its usual cost accounting practices, </w:t>
      </w:r>
      <w:r w:rsidR="00DB4BC3">
        <w:t xml:space="preserve">if </w:t>
      </w:r>
      <w:r w:rsidR="00922B3E" w:rsidRPr="00345713">
        <w:rPr>
          <w:bCs/>
        </w:rPr>
        <w:t xml:space="preserve">the corresponding tasks or part of the </w:t>
      </w:r>
      <w:r w:rsidR="00F648C4" w:rsidRPr="00345713">
        <w:rPr>
          <w:i/>
        </w:rPr>
        <w:t>action</w:t>
      </w:r>
      <w:r w:rsidR="00DB4BC3" w:rsidRPr="00DB4BC3">
        <w:t xml:space="preserve"> </w:t>
      </w:r>
      <w:r w:rsidR="00DB4BC3">
        <w:t>have been</w:t>
      </w:r>
      <w:r w:rsidR="00DB4BC3" w:rsidRPr="00345713">
        <w:t xml:space="preserve"> implement</w:t>
      </w:r>
      <w:r w:rsidR="00DB4BC3">
        <w:t>ed</w:t>
      </w:r>
      <w:r w:rsidR="00DB4BC3" w:rsidRPr="00345713">
        <w:t xml:space="preserve"> proper</w:t>
      </w:r>
      <w:r w:rsidR="00DB4BC3">
        <w:rPr>
          <w:bCs/>
        </w:rPr>
        <w:t>ly</w:t>
      </w:r>
      <w:r w:rsidR="00922B3E" w:rsidRPr="00345713">
        <w:rPr>
          <w:bCs/>
        </w:rPr>
        <w:t>;</w:t>
      </w:r>
    </w:p>
    <w:p w14:paraId="78AD09CA" w14:textId="753DB4A6" w:rsidR="00314206" w:rsidRDefault="00922B3E" w:rsidP="003A2A37">
      <w:pPr>
        <w:numPr>
          <w:ilvl w:val="0"/>
          <w:numId w:val="44"/>
        </w:numPr>
      </w:pPr>
      <w:r w:rsidRPr="00345713">
        <w:t>for flat-rate costs declared on the basis of the beneficiary</w:t>
      </w:r>
      <w:r w:rsidR="004D53E5" w:rsidRPr="00345713">
        <w:t>’</w:t>
      </w:r>
      <w:r w:rsidRPr="00345713">
        <w:t xml:space="preserve">s usual cost accounting practices: the amount obtained by applying the flat rate calculated in accordance with </w:t>
      </w:r>
      <w:r w:rsidR="00DB4BC3">
        <w:t>the beneficiary’s</w:t>
      </w:r>
      <w:r w:rsidR="00DB4BC3" w:rsidRPr="00345713">
        <w:t xml:space="preserve"> </w:t>
      </w:r>
      <w:r w:rsidRPr="00345713">
        <w:t>usual cost accounting practices.</w:t>
      </w:r>
    </w:p>
    <w:p w14:paraId="78AD09CB" w14:textId="77777777" w:rsidR="00922B3E" w:rsidRPr="00345713" w:rsidRDefault="00466A85" w:rsidP="002D4BBC">
      <w:pPr>
        <w:pStyle w:val="Heading3"/>
        <w:ind w:left="993" w:hanging="993"/>
      </w:pPr>
      <w:bookmarkStart w:id="103" w:name="_Toc441250864"/>
      <w:bookmarkStart w:id="104" w:name="_Toc530496958"/>
      <w:r w:rsidRPr="00345713">
        <w:t>II.20.2</w:t>
      </w:r>
      <w:r w:rsidR="00AE4F1A" w:rsidRPr="00345713">
        <w:tab/>
      </w:r>
      <w:r w:rsidR="00922B3E" w:rsidRPr="00345713">
        <w:t>Records and other documentation to support the c</w:t>
      </w:r>
      <w:r w:rsidR="00691906" w:rsidRPr="00345713">
        <w:t>osts and contributions declared</w:t>
      </w:r>
      <w:bookmarkEnd w:id="103"/>
      <w:bookmarkEnd w:id="104"/>
    </w:p>
    <w:p w14:paraId="78AD09CC" w14:textId="77777777" w:rsidR="00466A85" w:rsidRPr="00345713" w:rsidRDefault="00742DDA" w:rsidP="00AE4F1A">
      <w:r>
        <w:t>Each</w:t>
      </w:r>
      <w:r w:rsidR="002F133C" w:rsidRPr="00345713">
        <w:t xml:space="preserve"> beneficiary must provide </w:t>
      </w:r>
      <w:r w:rsidR="002F133C">
        <w:t>the following i</w:t>
      </w:r>
      <w:r w:rsidR="002F133C" w:rsidRPr="00345713">
        <w:t xml:space="preserve">f </w:t>
      </w:r>
      <w:r w:rsidR="00466A85" w:rsidRPr="00345713">
        <w:t>requested to do so in the context of the checks or audits described in Article II.27:</w:t>
      </w:r>
    </w:p>
    <w:p w14:paraId="78AD09CD" w14:textId="77777777" w:rsidR="00466A85" w:rsidRPr="00345713" w:rsidRDefault="00466A85" w:rsidP="003A2A37">
      <w:pPr>
        <w:numPr>
          <w:ilvl w:val="0"/>
          <w:numId w:val="45"/>
        </w:numPr>
        <w:rPr>
          <w:b/>
        </w:rPr>
      </w:pPr>
      <w:r w:rsidRPr="00345713">
        <w:t>for actual</w:t>
      </w:r>
      <w:r w:rsidRPr="00345713">
        <w:rPr>
          <w:i/>
        </w:rPr>
        <w:t xml:space="preserve"> </w:t>
      </w:r>
      <w:r w:rsidRPr="00345713">
        <w:t>costs: adequate supporting documents to prove the costs declared, such as contracts, invoices and accounting records.</w:t>
      </w:r>
    </w:p>
    <w:p w14:paraId="78AD09CE" w14:textId="77777777" w:rsidR="007F56B3" w:rsidRPr="00345713" w:rsidRDefault="00466A85" w:rsidP="00AE4F1A">
      <w:pPr>
        <w:ind w:left="709"/>
        <w:rPr>
          <w:szCs w:val="24"/>
        </w:rPr>
      </w:pPr>
      <w:r w:rsidRPr="00345713">
        <w:rPr>
          <w:szCs w:val="24"/>
        </w:rPr>
        <w:t>In addition, the beneficiary</w:t>
      </w:r>
      <w:r w:rsidR="004D53E5" w:rsidRPr="00345713">
        <w:rPr>
          <w:szCs w:val="24"/>
        </w:rPr>
        <w:t>’</w:t>
      </w:r>
      <w:r w:rsidRPr="00345713">
        <w:rPr>
          <w:szCs w:val="24"/>
        </w:rPr>
        <w:t xml:space="preserve">s usual accounting and internal control procedures must permit direct reconciliation of the amounts declared with the amounts recorded in its accounting statements </w:t>
      </w:r>
      <w:r w:rsidR="00C03894">
        <w:rPr>
          <w:szCs w:val="24"/>
        </w:rPr>
        <w:t>and</w:t>
      </w:r>
      <w:r w:rsidRPr="00345713">
        <w:rPr>
          <w:szCs w:val="24"/>
        </w:rPr>
        <w:t xml:space="preserve"> with the amounts indicated in the supporting documents</w:t>
      </w:r>
      <w:r w:rsidR="00922B3E" w:rsidRPr="00345713">
        <w:rPr>
          <w:szCs w:val="24"/>
        </w:rPr>
        <w:t>;</w:t>
      </w:r>
    </w:p>
    <w:p w14:paraId="78AD09CF" w14:textId="77777777" w:rsidR="00466A85" w:rsidRPr="00345713" w:rsidRDefault="00466A85" w:rsidP="003A2A37">
      <w:pPr>
        <w:numPr>
          <w:ilvl w:val="0"/>
          <w:numId w:val="45"/>
        </w:numPr>
      </w:pPr>
      <w:r w:rsidRPr="00345713">
        <w:t>for unit costs or unit contributions: adequate supporting documents to prove the number of units declared.</w:t>
      </w:r>
    </w:p>
    <w:p w14:paraId="78AD09D0" w14:textId="77777777" w:rsidR="00466A85" w:rsidRPr="00345713" w:rsidRDefault="00314206" w:rsidP="00AE4F1A">
      <w:pPr>
        <w:ind w:left="709"/>
        <w:rPr>
          <w:szCs w:val="24"/>
        </w:rPr>
      </w:pPr>
      <w:r w:rsidRPr="00345713">
        <w:rPr>
          <w:szCs w:val="24"/>
        </w:rPr>
        <w:t>T</w:t>
      </w:r>
      <w:r w:rsidR="00466A85" w:rsidRPr="00345713">
        <w:rPr>
          <w:szCs w:val="24"/>
        </w:rPr>
        <w:t>he beneficiary does not need to identify the actual eligible costs covered or to provide supporting documents</w:t>
      </w:r>
      <w:r w:rsidR="00C03894">
        <w:rPr>
          <w:szCs w:val="24"/>
        </w:rPr>
        <w:t>, such as</w:t>
      </w:r>
      <w:r w:rsidR="00466A85" w:rsidRPr="00345713">
        <w:rPr>
          <w:szCs w:val="24"/>
        </w:rPr>
        <w:t xml:space="preserve"> accounting statements, to prove the amount d</w:t>
      </w:r>
      <w:r w:rsidR="00922B3E" w:rsidRPr="00345713">
        <w:rPr>
          <w:szCs w:val="24"/>
        </w:rPr>
        <w:t>eclared per unit;</w:t>
      </w:r>
    </w:p>
    <w:p w14:paraId="78AD09D1" w14:textId="77777777" w:rsidR="00314206" w:rsidRPr="00345713" w:rsidRDefault="00466A85" w:rsidP="003A2A37">
      <w:pPr>
        <w:numPr>
          <w:ilvl w:val="0"/>
          <w:numId w:val="45"/>
        </w:numPr>
      </w:pPr>
      <w:r w:rsidRPr="00345713">
        <w:t xml:space="preserve"> </w:t>
      </w:r>
      <w:r w:rsidR="00314206" w:rsidRPr="00345713">
        <w:t>for lump sum costs or lump sum contributions: adequate supporting documents to prove</w:t>
      </w:r>
      <w:r w:rsidR="00E876ED" w:rsidRPr="00E876ED">
        <w:t xml:space="preserve"> </w:t>
      </w:r>
      <w:r w:rsidR="00E876ED" w:rsidRPr="00364E56">
        <w:t xml:space="preserve">that the </w:t>
      </w:r>
      <w:r w:rsidR="00E876ED" w:rsidRPr="00A6537C">
        <w:rPr>
          <w:i/>
        </w:rPr>
        <w:t>action</w:t>
      </w:r>
      <w:r w:rsidR="00E876ED" w:rsidRPr="00364E56">
        <w:t xml:space="preserve"> has been properly implemented</w:t>
      </w:r>
      <w:r w:rsidR="00314206" w:rsidRPr="00345713">
        <w:t>.</w:t>
      </w:r>
    </w:p>
    <w:p w14:paraId="78AD09D2" w14:textId="77777777" w:rsidR="00314206" w:rsidRPr="00345713" w:rsidRDefault="00314206" w:rsidP="00AE4F1A">
      <w:pPr>
        <w:ind w:left="709"/>
        <w:rPr>
          <w:szCs w:val="24"/>
        </w:rPr>
      </w:pPr>
      <w:r w:rsidRPr="00345713">
        <w:rPr>
          <w:szCs w:val="24"/>
        </w:rPr>
        <w:t xml:space="preserve">The beneficiary does not need to identify the actual eligible costs covered or to provide supporting documents, </w:t>
      </w:r>
      <w:r w:rsidR="00C03894">
        <w:rPr>
          <w:szCs w:val="24"/>
        </w:rPr>
        <w:t>such as</w:t>
      </w:r>
      <w:r w:rsidR="00C03894" w:rsidRPr="00345713">
        <w:rPr>
          <w:szCs w:val="24"/>
        </w:rPr>
        <w:t xml:space="preserve"> </w:t>
      </w:r>
      <w:r w:rsidRPr="00345713">
        <w:rPr>
          <w:szCs w:val="24"/>
        </w:rPr>
        <w:t xml:space="preserve">accounting statements, to prove the amount declared as </w:t>
      </w:r>
      <w:r w:rsidR="00C03894">
        <w:rPr>
          <w:szCs w:val="24"/>
        </w:rPr>
        <w:t xml:space="preserve">a </w:t>
      </w:r>
      <w:r w:rsidRPr="00345713">
        <w:rPr>
          <w:szCs w:val="24"/>
        </w:rPr>
        <w:t>lump sum</w:t>
      </w:r>
      <w:r w:rsidR="00922B3E" w:rsidRPr="00345713">
        <w:rPr>
          <w:szCs w:val="24"/>
        </w:rPr>
        <w:t>;</w:t>
      </w:r>
    </w:p>
    <w:p w14:paraId="78AD09D3" w14:textId="77777777" w:rsidR="00314206" w:rsidRPr="00345713" w:rsidRDefault="00314206" w:rsidP="003A2A37">
      <w:pPr>
        <w:numPr>
          <w:ilvl w:val="0"/>
          <w:numId w:val="45"/>
        </w:numPr>
      </w:pPr>
      <w:r w:rsidRPr="00345713">
        <w:t>for flat-rate costs or flat-rate contributions: adequate supporting documents to prove the eligible costs or requested contribution to which the flat rate applies.</w:t>
      </w:r>
    </w:p>
    <w:p w14:paraId="78AD09D4" w14:textId="77777777" w:rsidR="00314206" w:rsidRPr="00345713" w:rsidRDefault="00314206" w:rsidP="00AE4F1A">
      <w:pPr>
        <w:ind w:left="709"/>
        <w:rPr>
          <w:szCs w:val="24"/>
        </w:rPr>
      </w:pPr>
      <w:r w:rsidRPr="00345713">
        <w:rPr>
          <w:szCs w:val="24"/>
        </w:rPr>
        <w:t>The beneficiary does not need to identify the actual eligible costs covered or to provide supporting documents,</w:t>
      </w:r>
      <w:r w:rsidR="00364E56" w:rsidRPr="00364E56">
        <w:rPr>
          <w:szCs w:val="24"/>
        </w:rPr>
        <w:t xml:space="preserve"> such as </w:t>
      </w:r>
      <w:r w:rsidRPr="00345713">
        <w:rPr>
          <w:szCs w:val="24"/>
        </w:rPr>
        <w:t>accounting statements, for the flat rate applied</w:t>
      </w:r>
      <w:r w:rsidR="00922B3E" w:rsidRPr="00345713">
        <w:rPr>
          <w:szCs w:val="24"/>
        </w:rPr>
        <w:t>;</w:t>
      </w:r>
      <w:r w:rsidRPr="00345713">
        <w:rPr>
          <w:szCs w:val="24"/>
        </w:rPr>
        <w:t xml:space="preserve">    </w:t>
      </w:r>
    </w:p>
    <w:p w14:paraId="78AD09D5" w14:textId="77777777" w:rsidR="00077CA6" w:rsidRDefault="00077CA6" w:rsidP="003A2A37">
      <w:pPr>
        <w:numPr>
          <w:ilvl w:val="0"/>
          <w:numId w:val="45"/>
        </w:numPr>
      </w:pPr>
      <w:r w:rsidRPr="00077CA6">
        <w:t>for financing not linked to costs:</w:t>
      </w:r>
      <w:r w:rsidR="004B30D0" w:rsidRPr="004B30D0">
        <w:t xml:space="preserve"> adequate supporting documents to prove that the </w:t>
      </w:r>
      <w:r w:rsidR="004B30D0" w:rsidRPr="00BE77F8">
        <w:rPr>
          <w:i/>
        </w:rPr>
        <w:t>action</w:t>
      </w:r>
      <w:r w:rsidR="004B30D0" w:rsidRPr="004B30D0">
        <w:t xml:space="preserve"> has been properly implemented</w:t>
      </w:r>
      <w:r w:rsidR="004C18E5">
        <w:t>;</w:t>
      </w:r>
    </w:p>
    <w:p w14:paraId="78AD09D6" w14:textId="77777777" w:rsidR="00077CA6" w:rsidRDefault="00077CA6" w:rsidP="00077CA6">
      <w:pPr>
        <w:ind w:left="720"/>
      </w:pPr>
      <w:r w:rsidRPr="00077CA6">
        <w:t xml:space="preserve">The beneficiary does not need to identify the actual eligible costs covered or to provide supporting documents, such as accounting statements, to prove the amount declared as a </w:t>
      </w:r>
      <w:r>
        <w:t>financing not linked to costs</w:t>
      </w:r>
      <w:r w:rsidRPr="00077CA6">
        <w:t>;</w:t>
      </w:r>
    </w:p>
    <w:p w14:paraId="78AD09D7" w14:textId="77777777" w:rsidR="00314206" w:rsidRPr="00345713" w:rsidRDefault="00314206" w:rsidP="003A2A37">
      <w:pPr>
        <w:numPr>
          <w:ilvl w:val="0"/>
          <w:numId w:val="45"/>
        </w:numPr>
      </w:pPr>
      <w:r w:rsidRPr="00345713">
        <w:t>for unit costs declared on the basis of the beneficiary</w:t>
      </w:r>
      <w:r w:rsidR="004D53E5" w:rsidRPr="00345713">
        <w:t>’</w:t>
      </w:r>
      <w:r w:rsidRPr="00345713">
        <w:t>s usual cost accounting practices: adequate supporting documents to prove the number of units declared</w:t>
      </w:r>
      <w:r w:rsidR="00922B3E" w:rsidRPr="00345713">
        <w:t>;</w:t>
      </w:r>
    </w:p>
    <w:p w14:paraId="78AD09D8" w14:textId="77777777" w:rsidR="00922B3E" w:rsidRPr="00345713" w:rsidRDefault="00314206" w:rsidP="003A2A37">
      <w:pPr>
        <w:numPr>
          <w:ilvl w:val="0"/>
          <w:numId w:val="45"/>
        </w:numPr>
      </w:pPr>
      <w:r w:rsidRPr="00345713">
        <w:t>for lump sum costs declared on the basis of the beneficiary</w:t>
      </w:r>
      <w:r w:rsidR="004D53E5" w:rsidRPr="00345713">
        <w:t>’</w:t>
      </w:r>
      <w:r w:rsidRPr="00345713">
        <w:t xml:space="preserve">s usual cost accounting practices: </w:t>
      </w:r>
      <w:r w:rsidR="00922B3E" w:rsidRPr="00345713">
        <w:t>adequate supporting documents to prove</w:t>
      </w:r>
      <w:r w:rsidR="00BF657A" w:rsidRPr="00BF657A">
        <w:t xml:space="preserve"> </w:t>
      </w:r>
      <w:r w:rsidR="00BF657A" w:rsidRPr="00364E56">
        <w:t xml:space="preserve">that the </w:t>
      </w:r>
      <w:r w:rsidR="00BF657A" w:rsidRPr="00604F20">
        <w:rPr>
          <w:i/>
        </w:rPr>
        <w:t>action</w:t>
      </w:r>
      <w:r w:rsidR="00BF657A" w:rsidRPr="00364E56">
        <w:t xml:space="preserve"> has been properly implemented</w:t>
      </w:r>
      <w:r w:rsidR="00922B3E" w:rsidRPr="00345713">
        <w:t>;</w:t>
      </w:r>
    </w:p>
    <w:p w14:paraId="78AD09D9" w14:textId="77777777" w:rsidR="00922B3E" w:rsidRPr="00345713" w:rsidRDefault="00922B3E" w:rsidP="003A2A37">
      <w:pPr>
        <w:numPr>
          <w:ilvl w:val="0"/>
          <w:numId w:val="45"/>
        </w:numPr>
      </w:pPr>
      <w:r w:rsidRPr="00345713">
        <w:t>for flat-rate costs declared on the basis of the beneficiary</w:t>
      </w:r>
      <w:r w:rsidR="004D53E5" w:rsidRPr="00345713">
        <w:t>’</w:t>
      </w:r>
      <w:r w:rsidRPr="00345713">
        <w:t>s usual cost accounting practices: adequate supporting documents to prove the eligible costs to which the flat rate applies.</w:t>
      </w:r>
    </w:p>
    <w:p w14:paraId="78AD09DA" w14:textId="77777777" w:rsidR="00314206" w:rsidRPr="00345713" w:rsidRDefault="00922B3E" w:rsidP="002740CE">
      <w:pPr>
        <w:pStyle w:val="Heading3"/>
      </w:pPr>
      <w:bookmarkStart w:id="105" w:name="_Toc441250865"/>
      <w:bookmarkStart w:id="106" w:name="_Toc530496959"/>
      <w:r w:rsidRPr="00345713">
        <w:t xml:space="preserve">II.20.3 Conditions </w:t>
      </w:r>
      <w:r w:rsidR="00364E56">
        <w:t>to determine the</w:t>
      </w:r>
      <w:r w:rsidR="00364E56" w:rsidRPr="00345713">
        <w:t xml:space="preserve"> </w:t>
      </w:r>
      <w:r w:rsidRPr="00345713">
        <w:t>compliance of cost accounting practices</w:t>
      </w:r>
      <w:bookmarkEnd w:id="105"/>
      <w:bookmarkEnd w:id="106"/>
    </w:p>
    <w:p w14:paraId="78AD09DB" w14:textId="77777777" w:rsidR="00171637" w:rsidRPr="00345713" w:rsidRDefault="00021F41" w:rsidP="001134CC">
      <w:pPr>
        <w:tabs>
          <w:tab w:val="left" w:pos="851"/>
        </w:tabs>
        <w:autoSpaceDE w:val="0"/>
        <w:autoSpaceDN w:val="0"/>
        <w:adjustRightInd w:val="0"/>
        <w:spacing w:after="0"/>
        <w:ind w:left="960" w:hanging="960"/>
        <w:rPr>
          <w:szCs w:val="24"/>
        </w:rPr>
      </w:pPr>
      <w:r w:rsidRPr="00345713">
        <w:rPr>
          <w:b/>
          <w:szCs w:val="24"/>
        </w:rPr>
        <w:t xml:space="preserve">II.20.3.1 </w:t>
      </w:r>
      <w:r w:rsidR="00171637" w:rsidRPr="00345713">
        <w:rPr>
          <w:szCs w:val="24"/>
        </w:rPr>
        <w:t xml:space="preserve">In </w:t>
      </w:r>
      <w:r w:rsidR="009F236F" w:rsidRPr="00345713">
        <w:rPr>
          <w:szCs w:val="24"/>
        </w:rPr>
        <w:t xml:space="preserve">the case of </w:t>
      </w:r>
      <w:r w:rsidR="009F236F" w:rsidRPr="00E33C81">
        <w:rPr>
          <w:szCs w:val="24"/>
        </w:rPr>
        <w:t>points (f)</w:t>
      </w:r>
      <w:r w:rsidR="0077759F" w:rsidRPr="00E33C81">
        <w:rPr>
          <w:szCs w:val="24"/>
        </w:rPr>
        <w:t>,</w:t>
      </w:r>
      <w:r w:rsidR="009F236F" w:rsidRPr="00E33C81">
        <w:rPr>
          <w:szCs w:val="24"/>
        </w:rPr>
        <w:t xml:space="preserve">(g) </w:t>
      </w:r>
      <w:r w:rsidR="0077759F" w:rsidRPr="00E33C81">
        <w:rPr>
          <w:szCs w:val="24"/>
        </w:rPr>
        <w:t xml:space="preserve">and (h) </w:t>
      </w:r>
      <w:r w:rsidR="009F236F" w:rsidRPr="00E33C81">
        <w:rPr>
          <w:szCs w:val="24"/>
        </w:rPr>
        <w:t>of Article II.20.2</w:t>
      </w:r>
      <w:r w:rsidR="00171637" w:rsidRPr="00E33C81">
        <w:rPr>
          <w:szCs w:val="24"/>
        </w:rPr>
        <w:t>, the beneficiary</w:t>
      </w:r>
      <w:r w:rsidR="00171637" w:rsidRPr="00345713">
        <w:rPr>
          <w:szCs w:val="24"/>
        </w:rPr>
        <w:t xml:space="preserve"> does not need to identify the actual eligible costs covered</w:t>
      </w:r>
      <w:r w:rsidR="00542745" w:rsidRPr="00345713">
        <w:rPr>
          <w:szCs w:val="24"/>
        </w:rPr>
        <w:t>,</w:t>
      </w:r>
      <w:r w:rsidR="00171637" w:rsidRPr="00345713">
        <w:rPr>
          <w:szCs w:val="24"/>
        </w:rPr>
        <w:t xml:space="preserve"> but</w:t>
      </w:r>
      <w:r w:rsidR="00542745" w:rsidRPr="00345713">
        <w:rPr>
          <w:szCs w:val="24"/>
        </w:rPr>
        <w:t xml:space="preserve"> it </w:t>
      </w:r>
      <w:r w:rsidR="00171637" w:rsidRPr="00345713">
        <w:rPr>
          <w:szCs w:val="24"/>
        </w:rPr>
        <w:t>must ensure that the cost accounting practices used for the purpose of declaring eligible costs are in compliance with the following conditions:</w:t>
      </w:r>
    </w:p>
    <w:p w14:paraId="78AD09DC" w14:textId="77777777" w:rsidR="00171637" w:rsidRPr="00345713" w:rsidRDefault="00171637" w:rsidP="003A2A37">
      <w:pPr>
        <w:numPr>
          <w:ilvl w:val="0"/>
          <w:numId w:val="46"/>
        </w:numPr>
        <w:ind w:left="1418" w:hanging="425"/>
      </w:pPr>
      <w:r w:rsidRPr="00345713">
        <w:t>the cost accounting practices used constitute its usual cost accounting practices and are applied in a consistent manner, based on objective criteria independent from the source of funding;</w:t>
      </w:r>
    </w:p>
    <w:p w14:paraId="78AD09DD" w14:textId="77777777" w:rsidR="00171637" w:rsidRPr="00345713" w:rsidRDefault="00171637" w:rsidP="003A2A37">
      <w:pPr>
        <w:numPr>
          <w:ilvl w:val="0"/>
          <w:numId w:val="46"/>
        </w:numPr>
        <w:ind w:left="1418" w:hanging="425"/>
      </w:pPr>
      <w:r w:rsidRPr="00345713">
        <w:t>the costs declared can be directly reconciled with the amounts recorded in its general accounts</w:t>
      </w:r>
      <w:r w:rsidR="000F41B3" w:rsidRPr="00345713">
        <w:t>;</w:t>
      </w:r>
      <w:r w:rsidR="00542745" w:rsidRPr="00345713">
        <w:t xml:space="preserve"> and</w:t>
      </w:r>
    </w:p>
    <w:p w14:paraId="78AD09DE" w14:textId="77777777" w:rsidR="00171637" w:rsidRPr="00345713" w:rsidRDefault="00171637" w:rsidP="003A2A37">
      <w:pPr>
        <w:numPr>
          <w:ilvl w:val="0"/>
          <w:numId w:val="46"/>
        </w:numPr>
        <w:ind w:left="1418" w:hanging="425"/>
      </w:pPr>
      <w:r w:rsidRPr="00345713">
        <w:t xml:space="preserve">the categories of costs used for the purpose of determining the costs declared are exclusive of any ineligible cost or costs covered by other forms of grant </w:t>
      </w:r>
      <w:r w:rsidR="00742DDA">
        <w:t>as provided for in</w:t>
      </w:r>
      <w:r w:rsidRPr="00345713">
        <w:t xml:space="preserve"> Article I.3</w:t>
      </w:r>
      <w:r w:rsidR="0091278F" w:rsidRPr="00345713">
        <w:t>.2</w:t>
      </w:r>
      <w:r w:rsidRPr="00345713">
        <w:t>.</w:t>
      </w:r>
    </w:p>
    <w:p w14:paraId="78AD09DF" w14:textId="77777777" w:rsidR="00171637" w:rsidRPr="00345713" w:rsidRDefault="00021F41" w:rsidP="00AE4F1A">
      <w:pPr>
        <w:ind w:left="993" w:hanging="993"/>
      </w:pPr>
      <w:r w:rsidRPr="00345713">
        <w:rPr>
          <w:b/>
        </w:rPr>
        <w:t>II.20.3.2</w:t>
      </w:r>
      <w:r w:rsidR="00AE4F1A" w:rsidRPr="00345713">
        <w:rPr>
          <w:b/>
        </w:rPr>
        <w:tab/>
      </w:r>
      <w:r w:rsidR="007F13C5" w:rsidRPr="00345713">
        <w:t xml:space="preserve">If the Special Conditions </w:t>
      </w:r>
      <w:r w:rsidR="0057508A" w:rsidRPr="00345713">
        <w:t xml:space="preserve">so </w:t>
      </w:r>
      <w:r w:rsidR="007F13C5" w:rsidRPr="00345713">
        <w:t>provide, t</w:t>
      </w:r>
      <w:r w:rsidR="00171637" w:rsidRPr="00345713">
        <w:t xml:space="preserve">he beneficiary </w:t>
      </w:r>
      <w:r w:rsidR="00CC04CB" w:rsidRPr="00345713">
        <w:t>may</w:t>
      </w:r>
      <w:r w:rsidR="007F13C5" w:rsidRPr="00345713">
        <w:t xml:space="preserve"> submit to the Commission a</w:t>
      </w:r>
      <w:r w:rsidR="00171637" w:rsidRPr="00345713">
        <w:t xml:space="preserve"> request</w:t>
      </w:r>
      <w:r w:rsidR="007F13C5" w:rsidRPr="00345713">
        <w:t xml:space="preserve"> </w:t>
      </w:r>
      <w:r w:rsidR="003D5C9F">
        <w:t>asking it to</w:t>
      </w:r>
      <w:r w:rsidR="007F13C5" w:rsidRPr="00345713">
        <w:t xml:space="preserve"> assess</w:t>
      </w:r>
      <w:r w:rsidR="00171637" w:rsidRPr="00345713">
        <w:t xml:space="preserve"> the compliance of </w:t>
      </w:r>
      <w:r w:rsidR="007C14B1" w:rsidRPr="00345713">
        <w:t>its</w:t>
      </w:r>
      <w:r w:rsidR="00171637" w:rsidRPr="00345713">
        <w:t xml:space="preserve"> usual cost accounting practices</w:t>
      </w:r>
      <w:r w:rsidR="007F13C5" w:rsidRPr="00345713">
        <w:t>. If</w:t>
      </w:r>
      <w:r w:rsidR="000F41B3" w:rsidRPr="00345713">
        <w:t xml:space="preserve"> required by the Special Conditions,</w:t>
      </w:r>
      <w:r w:rsidR="007F13C5" w:rsidRPr="00345713">
        <w:t xml:space="preserve"> the request </w:t>
      </w:r>
      <w:r w:rsidR="002212A1" w:rsidRPr="00345713">
        <w:t>must</w:t>
      </w:r>
      <w:r w:rsidR="00171637" w:rsidRPr="00345713">
        <w:t xml:space="preserve"> be accompanied by a certificate on the compliance of the cost accounting practices (</w:t>
      </w:r>
      <w:r w:rsidR="004D53E5" w:rsidRPr="00345713">
        <w:t>‘</w:t>
      </w:r>
      <w:r w:rsidR="00171637" w:rsidRPr="00345713">
        <w:t>certificate on the compliance of the cost accounting practices</w:t>
      </w:r>
      <w:r w:rsidR="004D53E5" w:rsidRPr="00345713">
        <w:t>’</w:t>
      </w:r>
      <w:r w:rsidR="00171637" w:rsidRPr="00345713">
        <w:t>).</w:t>
      </w:r>
    </w:p>
    <w:p w14:paraId="78AD09E0" w14:textId="77777777" w:rsidR="00F224D5" w:rsidRPr="00345713" w:rsidRDefault="00171637" w:rsidP="00AE4F1A">
      <w:pPr>
        <w:ind w:left="1560" w:hanging="567"/>
      </w:pPr>
      <w:r w:rsidRPr="00345713">
        <w:t xml:space="preserve">The certificate on the compliance of the cost accounting practices </w:t>
      </w:r>
      <w:r w:rsidR="002212A1" w:rsidRPr="00345713">
        <w:t>must</w:t>
      </w:r>
      <w:r w:rsidRPr="00345713">
        <w:t xml:space="preserve"> be</w:t>
      </w:r>
      <w:r w:rsidR="00F224D5" w:rsidRPr="00345713">
        <w:t>:</w:t>
      </w:r>
    </w:p>
    <w:p w14:paraId="78AD09E1" w14:textId="77777777" w:rsidR="00412E5A" w:rsidRPr="00345713" w:rsidRDefault="00171637" w:rsidP="003A2A37">
      <w:pPr>
        <w:numPr>
          <w:ilvl w:val="0"/>
          <w:numId w:val="47"/>
        </w:numPr>
        <w:ind w:left="1560" w:hanging="567"/>
      </w:pPr>
      <w:r w:rsidRPr="00345713">
        <w:t xml:space="preserve">produced by an approved auditor or, </w:t>
      </w:r>
      <w:r w:rsidR="003D5C9F">
        <w:t>if the beneficiary is a</w:t>
      </w:r>
      <w:r w:rsidRPr="00345713">
        <w:t xml:space="preserve"> public </w:t>
      </w:r>
      <w:r w:rsidR="003D5C9F" w:rsidRPr="00345713">
        <w:t>bod</w:t>
      </w:r>
      <w:r w:rsidR="003D5C9F">
        <w:t>y</w:t>
      </w:r>
      <w:r w:rsidRPr="00345713">
        <w:t>, by a competent and independent public officer</w:t>
      </w:r>
      <w:r w:rsidR="003D5C9F">
        <w:t>;</w:t>
      </w:r>
      <w:r w:rsidRPr="00345713">
        <w:t xml:space="preserve"> and</w:t>
      </w:r>
    </w:p>
    <w:p w14:paraId="78AD09E2" w14:textId="77777777" w:rsidR="00171637" w:rsidRPr="00345713" w:rsidRDefault="00171637" w:rsidP="003A2A37">
      <w:pPr>
        <w:numPr>
          <w:ilvl w:val="0"/>
          <w:numId w:val="47"/>
        </w:numPr>
        <w:ind w:left="1560" w:hanging="567"/>
      </w:pPr>
      <w:r w:rsidRPr="00345713">
        <w:t xml:space="preserve">drawn up in accordance with Annex </w:t>
      </w:r>
      <w:r w:rsidR="00E959DE" w:rsidRPr="00345713">
        <w:t>VIII</w:t>
      </w:r>
      <w:r w:rsidRPr="00345713">
        <w:t>.</w:t>
      </w:r>
    </w:p>
    <w:p w14:paraId="78AD09E3" w14:textId="77777777" w:rsidR="00171637" w:rsidRPr="00345713" w:rsidRDefault="00171637" w:rsidP="00AE4F1A">
      <w:r w:rsidRPr="00345713">
        <w:rPr>
          <w:color w:val="000000"/>
        </w:rPr>
        <w:t xml:space="preserve">The certificate </w:t>
      </w:r>
      <w:r w:rsidR="002212A1" w:rsidRPr="00345713">
        <w:rPr>
          <w:color w:val="000000"/>
        </w:rPr>
        <w:t>must</w:t>
      </w:r>
      <w:r w:rsidRPr="00345713">
        <w:rPr>
          <w:color w:val="000000"/>
        </w:rPr>
        <w:t xml:space="preserve"> certify</w:t>
      </w:r>
      <w:r w:rsidRPr="00345713">
        <w:t xml:space="preserve"> that the beneficiary</w:t>
      </w:r>
      <w:r w:rsidR="008021C5" w:rsidRPr="00345713">
        <w:t>’</w:t>
      </w:r>
      <w:r w:rsidRPr="00345713">
        <w:t xml:space="preserve">s cost accounting practices used for the purpose of declaring eligible costs comply with the conditions laid down in </w:t>
      </w:r>
      <w:r w:rsidR="00446729">
        <w:t xml:space="preserve">Article II.20.3.1 </w:t>
      </w:r>
      <w:r w:rsidRPr="00345713">
        <w:t xml:space="preserve">and with the additional conditions </w:t>
      </w:r>
      <w:r w:rsidR="003D5C9F">
        <w:t>that</w:t>
      </w:r>
      <w:r w:rsidR="003D5C9F" w:rsidRPr="00345713">
        <w:t xml:space="preserve"> </w:t>
      </w:r>
      <w:r w:rsidRPr="00345713">
        <w:t xml:space="preserve">may be laid down in the </w:t>
      </w:r>
      <w:r w:rsidR="00952E98" w:rsidRPr="00345713">
        <w:t>Special Conditions</w:t>
      </w:r>
      <w:r w:rsidRPr="00345713">
        <w:t>.</w:t>
      </w:r>
    </w:p>
    <w:p w14:paraId="78AD09E4" w14:textId="77777777" w:rsidR="007F13C5" w:rsidRPr="00345713" w:rsidRDefault="00021F41" w:rsidP="00AE4F1A">
      <w:pPr>
        <w:ind w:left="993" w:hanging="993"/>
      </w:pPr>
      <w:r w:rsidRPr="00345713">
        <w:rPr>
          <w:b/>
        </w:rPr>
        <w:t>II.20.3.3</w:t>
      </w:r>
      <w:r w:rsidR="00AE4F1A" w:rsidRPr="00345713">
        <w:rPr>
          <w:b/>
        </w:rPr>
        <w:tab/>
      </w:r>
      <w:r w:rsidR="003D5C9F">
        <w:t>If</w:t>
      </w:r>
      <w:r w:rsidR="003D5C9F" w:rsidRPr="00345713">
        <w:t xml:space="preserve"> </w:t>
      </w:r>
      <w:r w:rsidR="00171637" w:rsidRPr="00345713">
        <w:t xml:space="preserve">the Commission has confirmed that </w:t>
      </w:r>
      <w:r w:rsidR="003D5C9F" w:rsidRPr="00345713">
        <w:t>the beneficiary</w:t>
      </w:r>
      <w:r w:rsidR="003D5C9F">
        <w:t>’s</w:t>
      </w:r>
      <w:r w:rsidR="003D5C9F" w:rsidRPr="00345713" w:rsidDel="003D5C9F">
        <w:t xml:space="preserve"> </w:t>
      </w:r>
      <w:r w:rsidR="00171637" w:rsidRPr="00345713">
        <w:t xml:space="preserve">usual cost accounting practices are in compliance, costs declared in application of these practices </w:t>
      </w:r>
      <w:r w:rsidR="005D79EE" w:rsidRPr="00345713">
        <w:t>may</w:t>
      </w:r>
      <w:r w:rsidR="00171637" w:rsidRPr="00345713">
        <w:t xml:space="preserve"> not be challenged </w:t>
      </w:r>
      <w:r w:rsidR="00171637" w:rsidRPr="00345713">
        <w:rPr>
          <w:i/>
        </w:rPr>
        <w:t>ex post</w:t>
      </w:r>
      <w:r w:rsidR="00171637" w:rsidRPr="00345713">
        <w:t xml:space="preserve">, </w:t>
      </w:r>
      <w:r w:rsidR="0025783A" w:rsidRPr="00345713">
        <w:t>if</w:t>
      </w:r>
      <w:r w:rsidR="007F13C5" w:rsidRPr="00345713">
        <w:t>:</w:t>
      </w:r>
    </w:p>
    <w:p w14:paraId="78AD09E5" w14:textId="77777777" w:rsidR="007F13C5" w:rsidRPr="00345713" w:rsidRDefault="00171637" w:rsidP="003A2A37">
      <w:pPr>
        <w:numPr>
          <w:ilvl w:val="0"/>
          <w:numId w:val="48"/>
        </w:numPr>
        <w:ind w:left="1418" w:hanging="425"/>
      </w:pPr>
      <w:r w:rsidRPr="00345713">
        <w:t>the practices actually used comply with those approved by the Commission</w:t>
      </w:r>
      <w:r w:rsidR="003D5C9F">
        <w:t>;</w:t>
      </w:r>
      <w:r w:rsidRPr="00345713">
        <w:t xml:space="preserve"> and</w:t>
      </w:r>
    </w:p>
    <w:p w14:paraId="78AD09E6" w14:textId="77777777" w:rsidR="00171637" w:rsidRPr="00345713" w:rsidRDefault="00171637" w:rsidP="003A2A37">
      <w:pPr>
        <w:numPr>
          <w:ilvl w:val="0"/>
          <w:numId w:val="48"/>
        </w:numPr>
        <w:ind w:left="1418" w:hanging="425"/>
      </w:pPr>
      <w:r w:rsidRPr="00345713">
        <w:t xml:space="preserve">the beneficiary did not conceal any information for the purpose </w:t>
      </w:r>
      <w:r w:rsidR="008128DF" w:rsidRPr="00345713">
        <w:t xml:space="preserve">of </w:t>
      </w:r>
      <w:r w:rsidR="003D5C9F">
        <w:t>the</w:t>
      </w:r>
      <w:r w:rsidR="003D5C9F" w:rsidRPr="00345713">
        <w:t xml:space="preserve"> </w:t>
      </w:r>
      <w:r w:rsidRPr="00345713">
        <w:t>approval</w:t>
      </w:r>
      <w:r w:rsidR="003D5C9F">
        <w:t xml:space="preserve"> of its cost accounting practices</w:t>
      </w:r>
      <w:r w:rsidRPr="00345713">
        <w:t>.</w:t>
      </w:r>
    </w:p>
    <w:p w14:paraId="78AD09E7" w14:textId="77777777" w:rsidR="00171637" w:rsidRPr="00345713" w:rsidRDefault="000A4F91" w:rsidP="002740CE">
      <w:pPr>
        <w:pStyle w:val="Heading2"/>
      </w:pPr>
      <w:bookmarkStart w:id="107" w:name="_Toc441250866"/>
      <w:bookmarkStart w:id="108" w:name="_Toc530496960"/>
      <w:r w:rsidRPr="00345713">
        <w:t xml:space="preserve">Article </w:t>
      </w:r>
      <w:r w:rsidR="00171637" w:rsidRPr="00345713">
        <w:t xml:space="preserve">II.21 </w:t>
      </w:r>
      <w:r w:rsidR="00345713">
        <w:rPr>
          <w:rFonts w:hint="eastAsia"/>
        </w:rPr>
        <w:t>—</w:t>
      </w:r>
      <w:r w:rsidR="00171637" w:rsidRPr="00345713">
        <w:t xml:space="preserve"> E</w:t>
      </w:r>
      <w:r w:rsidR="002740CE" w:rsidRPr="00345713">
        <w:t>ligibility of costs of entities affiliated to the beneficiaries</w:t>
      </w:r>
      <w:bookmarkEnd w:id="107"/>
      <w:bookmarkEnd w:id="108"/>
    </w:p>
    <w:p w14:paraId="78AD09E8" w14:textId="77777777" w:rsidR="00983ACF" w:rsidRPr="00345713" w:rsidRDefault="008B5497" w:rsidP="002740CE">
      <w:r>
        <w:t>If</w:t>
      </w:r>
      <w:r w:rsidRPr="00345713">
        <w:t xml:space="preserve"> </w:t>
      </w:r>
      <w:r w:rsidR="00171637" w:rsidRPr="00345713">
        <w:t xml:space="preserve">the </w:t>
      </w:r>
      <w:r w:rsidR="00952E98" w:rsidRPr="00345713">
        <w:t>Special Conditions</w:t>
      </w:r>
      <w:r w:rsidR="00171637" w:rsidRPr="00345713">
        <w:t xml:space="preserve"> contain a provision on entities affiliated to the beneficiaries, costs incurred by </w:t>
      </w:r>
      <w:r w:rsidR="00144E0F" w:rsidRPr="00345713">
        <w:t xml:space="preserve">such an </w:t>
      </w:r>
      <w:r w:rsidR="00171637" w:rsidRPr="00345713">
        <w:t>entit</w:t>
      </w:r>
      <w:r w:rsidR="00144E0F" w:rsidRPr="00345713">
        <w:t>y</w:t>
      </w:r>
      <w:r w:rsidR="00171637" w:rsidRPr="00345713">
        <w:t xml:space="preserve"> are eligible, </w:t>
      </w:r>
      <w:r w:rsidR="00983ACF" w:rsidRPr="00345713">
        <w:t>if:</w:t>
      </w:r>
    </w:p>
    <w:p w14:paraId="78AD09E9" w14:textId="77777777" w:rsidR="00983ACF" w:rsidRPr="00345713" w:rsidRDefault="00171637" w:rsidP="003A2A37">
      <w:pPr>
        <w:numPr>
          <w:ilvl w:val="0"/>
          <w:numId w:val="49"/>
        </w:numPr>
      </w:pPr>
      <w:r w:rsidRPr="00345713">
        <w:t>they satisfy the same conditions under Articles II.19</w:t>
      </w:r>
      <w:r w:rsidRPr="00345713">
        <w:rPr>
          <w:i/>
        </w:rPr>
        <w:t xml:space="preserve"> </w:t>
      </w:r>
      <w:r w:rsidRPr="00345713">
        <w:t>and II.20</w:t>
      </w:r>
      <w:r w:rsidR="004D1710" w:rsidRPr="00345713">
        <w:t xml:space="preserve"> as apply to the beneficiary</w:t>
      </w:r>
      <w:r w:rsidR="00AB52B4">
        <w:t>;</w:t>
      </w:r>
      <w:r w:rsidRPr="00345713">
        <w:t xml:space="preserve"> and</w:t>
      </w:r>
    </w:p>
    <w:p w14:paraId="78AD09EA" w14:textId="77777777" w:rsidR="00171637" w:rsidRPr="00345713" w:rsidRDefault="00171637" w:rsidP="003A2A37">
      <w:pPr>
        <w:numPr>
          <w:ilvl w:val="0"/>
          <w:numId w:val="49"/>
        </w:numPr>
      </w:pPr>
      <w:r w:rsidRPr="00345713">
        <w:t>th</w:t>
      </w:r>
      <w:r w:rsidR="00426D3F" w:rsidRPr="00345713">
        <w:t>e</w:t>
      </w:r>
      <w:r w:rsidRPr="00345713">
        <w:t xml:space="preserve"> beneficiary </w:t>
      </w:r>
      <w:r w:rsidR="0057508A">
        <w:t xml:space="preserve">to which </w:t>
      </w:r>
      <w:r w:rsidR="00426D3F" w:rsidRPr="00345713">
        <w:t>the entity is affiliated</w:t>
      </w:r>
      <w:r w:rsidRPr="00345713">
        <w:t xml:space="preserve"> ensures that the conditions applicable to </w:t>
      </w:r>
      <w:r w:rsidR="00F30801" w:rsidRPr="00345713">
        <w:t>the beneficiary</w:t>
      </w:r>
      <w:r w:rsidRPr="00345713">
        <w:t xml:space="preserve"> under Articles II.</w:t>
      </w:r>
      <w:r w:rsidR="00EA0C01" w:rsidRPr="00345713">
        <w:t>4</w:t>
      </w:r>
      <w:r w:rsidRPr="00345713">
        <w:t xml:space="preserve">, </w:t>
      </w:r>
      <w:r w:rsidR="009B5301" w:rsidRPr="00345713">
        <w:t>II</w:t>
      </w:r>
      <w:r w:rsidR="00EA0C01" w:rsidRPr="00345713">
        <w:t>.5</w:t>
      </w:r>
      <w:r w:rsidR="009B5301" w:rsidRPr="00345713">
        <w:t xml:space="preserve">, </w:t>
      </w:r>
      <w:r w:rsidRPr="00345713">
        <w:t>II.</w:t>
      </w:r>
      <w:r w:rsidR="00EA0C01" w:rsidRPr="00345713">
        <w:t>6</w:t>
      </w:r>
      <w:r w:rsidRPr="00345713">
        <w:t>, II.</w:t>
      </w:r>
      <w:r w:rsidR="005A6221" w:rsidRPr="00345713">
        <w:t>8</w:t>
      </w:r>
      <w:r w:rsidRPr="00345713">
        <w:t>, II.</w:t>
      </w:r>
      <w:r w:rsidR="00EA0C01" w:rsidRPr="00345713">
        <w:t>10</w:t>
      </w:r>
      <w:r w:rsidRPr="00345713">
        <w:t>, II.1</w:t>
      </w:r>
      <w:r w:rsidR="00EA0C01" w:rsidRPr="00345713">
        <w:t>1</w:t>
      </w:r>
      <w:r w:rsidRPr="00345713">
        <w:t xml:space="preserve"> and II.</w:t>
      </w:r>
      <w:r w:rsidR="009B5301" w:rsidRPr="00345713">
        <w:t>2</w:t>
      </w:r>
      <w:r w:rsidR="003034FE" w:rsidRPr="00345713">
        <w:t>7</w:t>
      </w:r>
      <w:r w:rsidR="009B5301" w:rsidRPr="00345713">
        <w:t xml:space="preserve"> </w:t>
      </w:r>
      <w:r w:rsidRPr="00345713">
        <w:t xml:space="preserve">are also applicable to </w:t>
      </w:r>
      <w:r w:rsidR="004D1710" w:rsidRPr="00345713">
        <w:t>the</w:t>
      </w:r>
      <w:r w:rsidR="00144E0F" w:rsidRPr="00345713">
        <w:t xml:space="preserve"> </w:t>
      </w:r>
      <w:r w:rsidRPr="00345713">
        <w:t>entit</w:t>
      </w:r>
      <w:r w:rsidR="00144E0F" w:rsidRPr="00345713">
        <w:t>y</w:t>
      </w:r>
      <w:r w:rsidRPr="00345713">
        <w:t>.</w:t>
      </w:r>
    </w:p>
    <w:p w14:paraId="78AD09EB" w14:textId="77777777" w:rsidR="00171637" w:rsidRPr="00345713" w:rsidRDefault="000A4F91" w:rsidP="002740CE">
      <w:pPr>
        <w:pStyle w:val="Heading2"/>
      </w:pPr>
      <w:bookmarkStart w:id="109" w:name="_Toc441250867"/>
      <w:bookmarkStart w:id="110" w:name="_Toc530496961"/>
      <w:r w:rsidRPr="007D71E8">
        <w:t xml:space="preserve">Article </w:t>
      </w:r>
      <w:r w:rsidR="00171637" w:rsidRPr="007D71E8">
        <w:t xml:space="preserve">II.22 </w:t>
      </w:r>
      <w:r w:rsidR="00345713" w:rsidRPr="007D71E8">
        <w:rPr>
          <w:rFonts w:hint="eastAsia"/>
        </w:rPr>
        <w:t>—</w:t>
      </w:r>
      <w:r w:rsidR="00171637" w:rsidRPr="007D71E8">
        <w:t xml:space="preserve"> B</w:t>
      </w:r>
      <w:r w:rsidR="002740CE" w:rsidRPr="007D71E8">
        <w:t>udget transfers</w:t>
      </w:r>
      <w:bookmarkEnd w:id="109"/>
      <w:bookmarkEnd w:id="110"/>
    </w:p>
    <w:p w14:paraId="78AD09EC" w14:textId="056C943D" w:rsidR="00171637" w:rsidRPr="00345713" w:rsidRDefault="00F00A68" w:rsidP="002740CE">
      <w:r w:rsidRPr="00345713">
        <w:t>B</w:t>
      </w:r>
      <w:r w:rsidR="00171637" w:rsidRPr="00345713">
        <w:t xml:space="preserve">eneficiaries are allowed to adjust the estimated budget </w:t>
      </w:r>
      <w:r w:rsidR="004D1710" w:rsidRPr="00345713">
        <w:t xml:space="preserve">set out in Annex II </w:t>
      </w:r>
      <w:r w:rsidR="00171637" w:rsidRPr="00345713">
        <w:t>by transfers between themselves and between the different budget categories</w:t>
      </w:r>
      <w:r w:rsidR="007C14B1" w:rsidRPr="00345713">
        <w:t>,</w:t>
      </w:r>
      <w:r w:rsidR="00171637" w:rsidRPr="00345713">
        <w:t xml:space="preserve"> </w:t>
      </w:r>
      <w:r w:rsidR="00FF0355" w:rsidRPr="00345713">
        <w:t>if</w:t>
      </w:r>
      <w:r w:rsidRPr="00345713">
        <w:t xml:space="preserve"> the </w:t>
      </w:r>
      <w:r w:rsidR="00F648C4" w:rsidRPr="00345713">
        <w:rPr>
          <w:i/>
        </w:rPr>
        <w:t>action</w:t>
      </w:r>
      <w:r w:rsidRPr="00345713">
        <w:t xml:space="preserve"> is implemented as descri</w:t>
      </w:r>
      <w:r w:rsidR="00881321" w:rsidRPr="00345713">
        <w:t>bed in Annex I</w:t>
      </w:r>
      <w:r w:rsidR="00B01877">
        <w:t>I</w:t>
      </w:r>
      <w:r w:rsidR="00881321" w:rsidRPr="00345713">
        <w:t>.</w:t>
      </w:r>
      <w:r w:rsidRPr="00345713">
        <w:t xml:space="preserve"> T</w:t>
      </w:r>
      <w:r w:rsidR="00171637" w:rsidRPr="00345713">
        <w:t xml:space="preserve">his adjustment </w:t>
      </w:r>
      <w:r w:rsidR="00FF0355" w:rsidRPr="00345713">
        <w:t>doe</w:t>
      </w:r>
      <w:r w:rsidR="00D22628" w:rsidRPr="00345713">
        <w:t>s</w:t>
      </w:r>
      <w:r w:rsidR="00FF0355" w:rsidRPr="00345713">
        <w:t xml:space="preserve"> not require </w:t>
      </w:r>
      <w:r w:rsidR="00171637" w:rsidRPr="00345713">
        <w:t xml:space="preserve">an amendment of the </w:t>
      </w:r>
      <w:r w:rsidR="00952E98" w:rsidRPr="004A3755">
        <w:t>Agreement</w:t>
      </w:r>
      <w:r w:rsidR="00953204" w:rsidRPr="004A3755">
        <w:t xml:space="preserve"> </w:t>
      </w:r>
      <w:r w:rsidR="004A3755">
        <w:t>as provided for in</w:t>
      </w:r>
      <w:r w:rsidR="00BE0361" w:rsidRPr="004A3755">
        <w:t xml:space="preserve"> </w:t>
      </w:r>
      <w:r w:rsidR="00171637" w:rsidRPr="004A3755">
        <w:t>Article</w:t>
      </w:r>
      <w:r w:rsidR="00171637" w:rsidRPr="00345713">
        <w:t xml:space="preserve"> II.1</w:t>
      </w:r>
      <w:r w:rsidR="00B229FC" w:rsidRPr="00345713">
        <w:t>3</w:t>
      </w:r>
      <w:r w:rsidR="00171637" w:rsidRPr="00345713">
        <w:t>.</w:t>
      </w:r>
    </w:p>
    <w:p w14:paraId="78AD09ED" w14:textId="77777777" w:rsidR="00FF0355" w:rsidRPr="00345713" w:rsidRDefault="00FF0355" w:rsidP="002740CE">
      <w:r w:rsidRPr="00345713">
        <w:t xml:space="preserve">However, the beneficiaries may not add costs relating to </w:t>
      </w:r>
      <w:r w:rsidRPr="00345713">
        <w:rPr>
          <w:i/>
        </w:rPr>
        <w:t>subcontract</w:t>
      </w:r>
      <w:r w:rsidR="003B1F7B" w:rsidRPr="00345713">
        <w:rPr>
          <w:i/>
        </w:rPr>
        <w:t>s</w:t>
      </w:r>
      <w:r w:rsidRPr="00345713">
        <w:t xml:space="preserve"> not provided for in Annex 1, unless such additional </w:t>
      </w:r>
      <w:r w:rsidRPr="00345713">
        <w:rPr>
          <w:i/>
        </w:rPr>
        <w:t>subcontracts</w:t>
      </w:r>
      <w:r w:rsidRPr="00345713">
        <w:t xml:space="preserve"> are </w:t>
      </w:r>
      <w:r w:rsidRPr="00DA6CBE">
        <w:t xml:space="preserve">approved </w:t>
      </w:r>
      <w:r w:rsidR="0028582B">
        <w:t xml:space="preserve">by the Commission </w:t>
      </w:r>
      <w:r w:rsidRPr="00DA6CBE">
        <w:t>in accordance with</w:t>
      </w:r>
      <w:r w:rsidRPr="00345713">
        <w:t xml:space="preserve"> Article </w:t>
      </w:r>
      <w:r w:rsidR="00D32E06" w:rsidRPr="00345713">
        <w:t>II.</w:t>
      </w:r>
      <w:r w:rsidRPr="00345713">
        <w:t>1</w:t>
      </w:r>
      <w:r w:rsidR="00B229FC" w:rsidRPr="00345713">
        <w:t>1</w:t>
      </w:r>
      <w:r w:rsidR="00472321" w:rsidRPr="00345713">
        <w:t>.1</w:t>
      </w:r>
      <w:r w:rsidR="00881321" w:rsidRPr="00345713">
        <w:t>(d)</w:t>
      </w:r>
      <w:r w:rsidRPr="00345713">
        <w:t>.</w:t>
      </w:r>
    </w:p>
    <w:p w14:paraId="78AD09EE" w14:textId="77777777" w:rsidR="00171637" w:rsidRPr="00345713" w:rsidRDefault="0070353C" w:rsidP="002740CE">
      <w:r w:rsidRPr="00345713">
        <w:t>As an exception to</w:t>
      </w:r>
      <w:r w:rsidR="00716493" w:rsidRPr="00345713">
        <w:t xml:space="preserve"> the first subparagraph, </w:t>
      </w:r>
      <w:r w:rsidR="008B5497">
        <w:t>if</w:t>
      </w:r>
      <w:r w:rsidR="008B5497" w:rsidRPr="00345713">
        <w:t xml:space="preserve"> </w:t>
      </w:r>
      <w:r w:rsidR="00171637" w:rsidRPr="00345713">
        <w:t xml:space="preserve">beneficiaries want to </w:t>
      </w:r>
      <w:r w:rsidR="008B5497">
        <w:t>change</w:t>
      </w:r>
      <w:r w:rsidR="008B5497" w:rsidRPr="00345713">
        <w:t xml:space="preserve"> </w:t>
      </w:r>
      <w:r w:rsidR="00171637" w:rsidRPr="00345713">
        <w:t xml:space="preserve">the value of the contribution </w:t>
      </w:r>
      <w:r w:rsidR="008B5497">
        <w:t xml:space="preserve">to which </w:t>
      </w:r>
      <w:r w:rsidR="00171637" w:rsidRPr="00345713">
        <w:t>each of them is entitled</w:t>
      </w:r>
      <w:r w:rsidR="00A14317">
        <w:t>,</w:t>
      </w:r>
      <w:r w:rsidR="00171637" w:rsidRPr="00345713">
        <w:t xml:space="preserve"> as re</w:t>
      </w:r>
      <w:r w:rsidR="00EC1986" w:rsidRPr="00345713">
        <w:t xml:space="preserve">ferred to in </w:t>
      </w:r>
      <w:r w:rsidR="006B4931" w:rsidRPr="00345713">
        <w:t xml:space="preserve">point (c) of </w:t>
      </w:r>
      <w:r w:rsidR="009D0838">
        <w:t xml:space="preserve">the third subparagraph of </w:t>
      </w:r>
      <w:r w:rsidR="0038608E">
        <w:t xml:space="preserve"> </w:t>
      </w:r>
      <w:r w:rsidR="00171637" w:rsidRPr="00345713">
        <w:t>II.26</w:t>
      </w:r>
      <w:r w:rsidR="00D53AC1" w:rsidRPr="00345713">
        <w:t>.</w:t>
      </w:r>
      <w:r w:rsidR="006B4931" w:rsidRPr="00345713">
        <w:t>3</w:t>
      </w:r>
      <w:r w:rsidR="00171637" w:rsidRPr="00345713">
        <w:t xml:space="preserve">, the coordinator </w:t>
      </w:r>
      <w:r w:rsidR="002212A1" w:rsidRPr="00345713">
        <w:t>must</w:t>
      </w:r>
      <w:r w:rsidR="00171637" w:rsidRPr="00345713">
        <w:t xml:space="preserve"> request an </w:t>
      </w:r>
      <w:r w:rsidR="00171637" w:rsidRPr="00805C3B">
        <w:t xml:space="preserve">amendment </w:t>
      </w:r>
      <w:r w:rsidR="00805C3B">
        <w:t>as provided for in</w:t>
      </w:r>
      <w:r w:rsidR="00171637" w:rsidRPr="00805C3B">
        <w:t xml:space="preserve"> Article</w:t>
      </w:r>
      <w:r w:rsidR="00171637" w:rsidRPr="00345713">
        <w:t xml:space="preserve"> II.1</w:t>
      </w:r>
      <w:r w:rsidR="00B229FC" w:rsidRPr="00345713">
        <w:t>3</w:t>
      </w:r>
      <w:r w:rsidR="00171637" w:rsidRPr="00345713">
        <w:t xml:space="preserve">.  </w:t>
      </w:r>
    </w:p>
    <w:p w14:paraId="78AD09EF" w14:textId="77777777" w:rsidR="00171637" w:rsidRPr="00345713" w:rsidRDefault="00171637" w:rsidP="002740CE">
      <w:pPr>
        <w:rPr>
          <w:i/>
        </w:rPr>
      </w:pPr>
      <w:r w:rsidRPr="00345713">
        <w:t xml:space="preserve">The first </w:t>
      </w:r>
      <w:r w:rsidR="007C14B1" w:rsidRPr="00345713">
        <w:t>t</w:t>
      </w:r>
      <w:r w:rsidR="00D32E06" w:rsidRPr="00345713">
        <w:t>hree</w:t>
      </w:r>
      <w:r w:rsidR="007C14B1" w:rsidRPr="00345713">
        <w:t xml:space="preserve"> </w:t>
      </w:r>
      <w:r w:rsidRPr="00345713">
        <w:t>subparagraphs do not apply to amounts which</w:t>
      </w:r>
      <w:r w:rsidR="00716493" w:rsidRPr="00A14317">
        <w:t xml:space="preserve">, </w:t>
      </w:r>
      <w:r w:rsidR="00A14317">
        <w:t>as provided for in</w:t>
      </w:r>
      <w:r w:rsidR="00716493" w:rsidRPr="00A14317">
        <w:t xml:space="preserve"> Article</w:t>
      </w:r>
      <w:r w:rsidR="00EC1986" w:rsidRPr="00A14317">
        <w:t xml:space="preserve"> </w:t>
      </w:r>
      <w:r w:rsidR="00716493" w:rsidRPr="00FA4334">
        <w:t>I.3</w:t>
      </w:r>
      <w:r w:rsidR="0091278F" w:rsidRPr="00FA4334">
        <w:t>.2</w:t>
      </w:r>
      <w:r w:rsidR="00716493" w:rsidRPr="00FA4334">
        <w:t>(a)(i</w:t>
      </w:r>
      <w:r w:rsidR="002F154B" w:rsidRPr="00FA4334">
        <w:t>ii</w:t>
      </w:r>
      <w:r w:rsidR="00716493" w:rsidRPr="00FA4334">
        <w:t>) or (</w:t>
      </w:r>
      <w:r w:rsidR="00232EC4" w:rsidRPr="00FA4334">
        <w:t>c</w:t>
      </w:r>
      <w:r w:rsidR="00716493" w:rsidRPr="00FA4334">
        <w:t>),</w:t>
      </w:r>
      <w:r w:rsidRPr="00FA4334">
        <w:t xml:space="preserve"> take the</w:t>
      </w:r>
      <w:r w:rsidRPr="00345713">
        <w:t xml:space="preserve"> form of lump </w:t>
      </w:r>
      <w:r w:rsidRPr="007D71E8">
        <w:t>sum</w:t>
      </w:r>
      <w:r w:rsidR="00426D3F" w:rsidRPr="007D71E8">
        <w:t>s</w:t>
      </w:r>
      <w:r w:rsidR="00C74733" w:rsidRPr="007D71E8">
        <w:t xml:space="preserve"> or which, as provided for in Article I.3.2(e)</w:t>
      </w:r>
      <w:r w:rsidR="001A6583" w:rsidRPr="007D71E8">
        <w:t>, take</w:t>
      </w:r>
      <w:r w:rsidR="00C74733" w:rsidRPr="007D71E8">
        <w:t xml:space="preserve"> the form of financing not linked to cost</w:t>
      </w:r>
      <w:r w:rsidRPr="007D71E8">
        <w:t>.</w:t>
      </w:r>
    </w:p>
    <w:p w14:paraId="78AD09F0" w14:textId="77777777" w:rsidR="00171637" w:rsidRPr="00345713" w:rsidRDefault="000A4F91" w:rsidP="002740CE">
      <w:pPr>
        <w:pStyle w:val="Heading2"/>
      </w:pPr>
      <w:bookmarkStart w:id="111" w:name="_Toc441250868"/>
      <w:bookmarkStart w:id="112" w:name="_Toc530496962"/>
      <w:r w:rsidRPr="00345713">
        <w:t xml:space="preserve">Article </w:t>
      </w:r>
      <w:r w:rsidR="00171637" w:rsidRPr="00345713">
        <w:t xml:space="preserve">II.23 </w:t>
      </w:r>
      <w:r w:rsidR="00345713">
        <w:rPr>
          <w:rFonts w:hint="eastAsia"/>
        </w:rPr>
        <w:t>—</w:t>
      </w:r>
      <w:r w:rsidR="00B301DA" w:rsidRPr="00345713">
        <w:t xml:space="preserve"> N</w:t>
      </w:r>
      <w:r w:rsidR="002740CE" w:rsidRPr="00345713">
        <w:t>on</w:t>
      </w:r>
      <w:r w:rsidR="00180D7C">
        <w:t>-</w:t>
      </w:r>
      <w:r w:rsidR="002740CE" w:rsidRPr="00345713">
        <w:t>compliance with reporting obligations</w:t>
      </w:r>
      <w:bookmarkEnd w:id="111"/>
      <w:bookmarkEnd w:id="112"/>
    </w:p>
    <w:p w14:paraId="78AD09F1" w14:textId="77777777" w:rsidR="00C93DAB" w:rsidRPr="00345713" w:rsidRDefault="00C93DAB" w:rsidP="00242651">
      <w:pPr>
        <w:spacing w:after="0"/>
        <w:rPr>
          <w:bCs/>
          <w:szCs w:val="24"/>
        </w:rPr>
      </w:pPr>
      <w:r w:rsidRPr="00345713">
        <w:rPr>
          <w:bCs/>
          <w:szCs w:val="24"/>
        </w:rPr>
        <w:t>T</w:t>
      </w:r>
      <w:r w:rsidR="00171637" w:rsidRPr="00345713">
        <w:rPr>
          <w:bCs/>
          <w:szCs w:val="24"/>
        </w:rPr>
        <w:t xml:space="preserve">he Commission </w:t>
      </w:r>
      <w:r w:rsidR="00B301DA" w:rsidRPr="00345713">
        <w:rPr>
          <w:bCs/>
          <w:szCs w:val="24"/>
        </w:rPr>
        <w:t>may</w:t>
      </w:r>
      <w:r w:rsidR="00171637" w:rsidRPr="00345713">
        <w:rPr>
          <w:bCs/>
          <w:szCs w:val="24"/>
        </w:rPr>
        <w:t xml:space="preserve"> terminate the </w:t>
      </w:r>
      <w:r w:rsidR="00952E98" w:rsidRPr="00345713">
        <w:rPr>
          <w:bCs/>
          <w:szCs w:val="24"/>
        </w:rPr>
        <w:t>Agreement</w:t>
      </w:r>
      <w:r w:rsidR="00171637" w:rsidRPr="00345713">
        <w:rPr>
          <w:bCs/>
          <w:szCs w:val="24"/>
        </w:rPr>
        <w:t xml:space="preserve"> </w:t>
      </w:r>
      <w:r w:rsidR="008B5497">
        <w:rPr>
          <w:bCs/>
          <w:szCs w:val="24"/>
        </w:rPr>
        <w:t>as provided for in</w:t>
      </w:r>
      <w:r w:rsidR="00171637" w:rsidRPr="00345713">
        <w:rPr>
          <w:bCs/>
          <w:szCs w:val="24"/>
        </w:rPr>
        <w:t xml:space="preserve"> Article II.1</w:t>
      </w:r>
      <w:r w:rsidR="00B229FC" w:rsidRPr="00345713">
        <w:rPr>
          <w:bCs/>
          <w:szCs w:val="24"/>
        </w:rPr>
        <w:t>7</w:t>
      </w:r>
      <w:r w:rsidR="00171637" w:rsidRPr="00345713">
        <w:rPr>
          <w:bCs/>
          <w:szCs w:val="24"/>
        </w:rPr>
        <w:t>.3</w:t>
      </w:r>
      <w:r w:rsidR="00EF1F6B" w:rsidRPr="00345713">
        <w:rPr>
          <w:bCs/>
          <w:szCs w:val="24"/>
        </w:rPr>
        <w:t>.1</w:t>
      </w:r>
      <w:r w:rsidR="00171637" w:rsidRPr="00345713">
        <w:rPr>
          <w:bCs/>
          <w:szCs w:val="24"/>
        </w:rPr>
        <w:t>(c)</w:t>
      </w:r>
      <w:r w:rsidRPr="00345713">
        <w:rPr>
          <w:bCs/>
          <w:szCs w:val="24"/>
        </w:rPr>
        <w:t xml:space="preserve"> and may reduce the grant </w:t>
      </w:r>
      <w:r w:rsidR="008B5497">
        <w:rPr>
          <w:bCs/>
          <w:szCs w:val="24"/>
        </w:rPr>
        <w:t>as provided for in</w:t>
      </w:r>
      <w:r w:rsidR="00F25BD0" w:rsidRPr="00345713">
        <w:rPr>
          <w:bCs/>
          <w:szCs w:val="24"/>
        </w:rPr>
        <w:t xml:space="preserve"> Article II.25.4 </w:t>
      </w:r>
      <w:r w:rsidRPr="00345713">
        <w:rPr>
          <w:bCs/>
          <w:szCs w:val="24"/>
        </w:rPr>
        <w:t>if</w:t>
      </w:r>
      <w:r w:rsidRPr="00345713">
        <w:rPr>
          <w:szCs w:val="24"/>
        </w:rPr>
        <w:t xml:space="preserve"> the coordinator</w:t>
      </w:r>
      <w:r w:rsidRPr="00345713">
        <w:rPr>
          <w:bCs/>
          <w:szCs w:val="24"/>
        </w:rPr>
        <w:t>:</w:t>
      </w:r>
    </w:p>
    <w:p w14:paraId="78AD09F2" w14:textId="77777777" w:rsidR="00C93DAB" w:rsidRPr="00345713" w:rsidRDefault="00C93DAB" w:rsidP="003A2A37">
      <w:pPr>
        <w:numPr>
          <w:ilvl w:val="0"/>
          <w:numId w:val="50"/>
        </w:numPr>
        <w:rPr>
          <w:bCs/>
        </w:rPr>
      </w:pPr>
      <w:r w:rsidRPr="00345713">
        <w:t xml:space="preserve">did not submit a request for interim payment or payment of the balance accompanied by the documents referred to in Articles I.4.3 or I.4.4 within </w:t>
      </w:r>
      <w:r w:rsidRPr="00345713">
        <w:rPr>
          <w:bCs/>
        </w:rPr>
        <w:t xml:space="preserve">60 </w:t>
      </w:r>
      <w:r w:rsidR="00EA0760" w:rsidRPr="00345713">
        <w:rPr>
          <w:bCs/>
        </w:rPr>
        <w:t xml:space="preserve">calendar </w:t>
      </w:r>
      <w:r w:rsidRPr="00345713">
        <w:rPr>
          <w:bCs/>
        </w:rPr>
        <w:t>days following the end of the corresponding reporting period</w:t>
      </w:r>
      <w:r w:rsidR="008B5497">
        <w:rPr>
          <w:bCs/>
        </w:rPr>
        <w:t>;</w:t>
      </w:r>
      <w:r w:rsidRPr="00345713">
        <w:rPr>
          <w:bCs/>
        </w:rPr>
        <w:t xml:space="preserve"> and</w:t>
      </w:r>
    </w:p>
    <w:p w14:paraId="78AD09F3" w14:textId="77777777" w:rsidR="00171637" w:rsidRPr="00345713" w:rsidRDefault="00C93DAB" w:rsidP="003A2A37">
      <w:pPr>
        <w:numPr>
          <w:ilvl w:val="0"/>
          <w:numId w:val="50"/>
        </w:numPr>
        <w:rPr>
          <w:i/>
        </w:rPr>
      </w:pPr>
      <w:r w:rsidRPr="00345713">
        <w:t xml:space="preserve">still fails to submit such a request within </w:t>
      </w:r>
      <w:r w:rsidR="004844C5">
        <w:t xml:space="preserve">further </w:t>
      </w:r>
      <w:r w:rsidRPr="00345713">
        <w:t xml:space="preserve">60 </w:t>
      </w:r>
      <w:r w:rsidR="00EA0760" w:rsidRPr="00345713">
        <w:t xml:space="preserve">calendar </w:t>
      </w:r>
      <w:r w:rsidRPr="00345713">
        <w:t>days following a written reminder sent by the Commission</w:t>
      </w:r>
      <w:r w:rsidR="00295FBB" w:rsidRPr="00345713">
        <w:t>.</w:t>
      </w:r>
    </w:p>
    <w:p w14:paraId="78AD09F4" w14:textId="77777777" w:rsidR="00171637" w:rsidRPr="00345713" w:rsidRDefault="000A4F91" w:rsidP="002740CE">
      <w:pPr>
        <w:pStyle w:val="Heading2"/>
      </w:pPr>
      <w:bookmarkStart w:id="113" w:name="_Toc441250869"/>
      <w:bookmarkStart w:id="114" w:name="_Toc530496963"/>
      <w:r w:rsidRPr="00345713">
        <w:t xml:space="preserve">Article </w:t>
      </w:r>
      <w:r w:rsidR="00171637" w:rsidRPr="00345713">
        <w:t xml:space="preserve">II.24 </w:t>
      </w:r>
      <w:r w:rsidR="00345713">
        <w:rPr>
          <w:rFonts w:hint="eastAsia"/>
        </w:rPr>
        <w:t>—</w:t>
      </w:r>
      <w:r w:rsidR="00171637" w:rsidRPr="00345713">
        <w:t xml:space="preserve"> </w:t>
      </w:r>
      <w:r w:rsidR="00771152" w:rsidRPr="00345713">
        <w:t>S</w:t>
      </w:r>
      <w:r w:rsidR="002740CE" w:rsidRPr="00345713">
        <w:t>uspension of payments and time limit for payment</w:t>
      </w:r>
      <w:bookmarkEnd w:id="113"/>
      <w:bookmarkEnd w:id="114"/>
    </w:p>
    <w:p w14:paraId="78AD09F5" w14:textId="77777777" w:rsidR="00B43219" w:rsidRPr="00345713" w:rsidRDefault="00B43219" w:rsidP="002740CE">
      <w:pPr>
        <w:pStyle w:val="Heading3"/>
      </w:pPr>
      <w:bookmarkStart w:id="115" w:name="_Toc441250870"/>
      <w:bookmarkStart w:id="116" w:name="_Toc530496964"/>
      <w:r w:rsidRPr="00345713">
        <w:t>II.24.1 Suspension of payments</w:t>
      </w:r>
      <w:bookmarkEnd w:id="115"/>
      <w:bookmarkEnd w:id="116"/>
      <w:r w:rsidRPr="00345713">
        <w:t xml:space="preserve">  </w:t>
      </w:r>
    </w:p>
    <w:p w14:paraId="78AD09F6" w14:textId="77777777" w:rsidR="00B336BD" w:rsidRPr="00345713" w:rsidRDefault="0031162A" w:rsidP="002740CE">
      <w:pPr>
        <w:pStyle w:val="Heading4"/>
      </w:pPr>
      <w:r w:rsidRPr="00345713">
        <w:t>II.2</w:t>
      </w:r>
      <w:r w:rsidR="00B43219" w:rsidRPr="00345713">
        <w:t>4</w:t>
      </w:r>
      <w:r w:rsidRPr="00345713">
        <w:t>.1</w:t>
      </w:r>
      <w:r w:rsidR="00B43219" w:rsidRPr="00345713">
        <w:t>.1</w:t>
      </w:r>
      <w:r w:rsidRPr="00345713">
        <w:t xml:space="preserve"> </w:t>
      </w:r>
      <w:r w:rsidR="00B336BD" w:rsidRPr="00345713">
        <w:t>Grounds for suspension</w:t>
      </w:r>
    </w:p>
    <w:p w14:paraId="78AD09F7" w14:textId="77777777" w:rsidR="009A2A93" w:rsidRPr="00345713" w:rsidRDefault="009A2A93" w:rsidP="002740CE">
      <w:r w:rsidRPr="00345713">
        <w:t>The Commission may at any moment suspend, in whole or in part, the pre-financing payment and interim payments for one or more beneficiaries or the payment of the balance for all beneficiaries:</w:t>
      </w:r>
    </w:p>
    <w:p w14:paraId="78AD09F8" w14:textId="77777777" w:rsidR="009A2A93" w:rsidRPr="00345713" w:rsidRDefault="009A2A93" w:rsidP="003A2A37">
      <w:pPr>
        <w:numPr>
          <w:ilvl w:val="0"/>
          <w:numId w:val="51"/>
        </w:numPr>
      </w:pPr>
      <w:r w:rsidRPr="00345713">
        <w:t xml:space="preserve">if the Commission has evidence that a beneficiary has </w:t>
      </w:r>
      <w:r w:rsidRPr="00D457F8">
        <w:t xml:space="preserve">committed </w:t>
      </w:r>
      <w:r w:rsidR="00DD603E" w:rsidRPr="00345713">
        <w:rPr>
          <w:i/>
        </w:rPr>
        <w:t>irregularities</w:t>
      </w:r>
      <w:r w:rsidR="00DF72FA">
        <w:t>,</w:t>
      </w:r>
      <w:r w:rsidRPr="00345713">
        <w:rPr>
          <w:i/>
        </w:rPr>
        <w:t xml:space="preserve"> </w:t>
      </w:r>
      <w:r w:rsidR="00DD603E" w:rsidRPr="00345713">
        <w:rPr>
          <w:i/>
        </w:rPr>
        <w:t>fraud</w:t>
      </w:r>
      <w:r w:rsidRPr="00345713">
        <w:t xml:space="preserve"> </w:t>
      </w:r>
      <w:r w:rsidR="00DF72FA">
        <w:t xml:space="preserve">or </w:t>
      </w:r>
      <w:r w:rsidR="00DF72FA" w:rsidRPr="004D590E">
        <w:rPr>
          <w:i/>
        </w:rPr>
        <w:t>breach of obligations</w:t>
      </w:r>
      <w:r w:rsidR="00DF72FA">
        <w:t xml:space="preserve"> </w:t>
      </w:r>
      <w:r w:rsidRPr="00345713">
        <w:t xml:space="preserve">in the award procedure or </w:t>
      </w:r>
      <w:r w:rsidR="00AB52B4">
        <w:t>while</w:t>
      </w:r>
      <w:r w:rsidRPr="00345713">
        <w:t xml:space="preserve"> implement</w:t>
      </w:r>
      <w:r w:rsidR="00AB52B4">
        <w:t>ing</w:t>
      </w:r>
      <w:r w:rsidRPr="00345713">
        <w:t xml:space="preserve"> the Agreement;</w:t>
      </w:r>
    </w:p>
    <w:p w14:paraId="78AD09F9" w14:textId="77777777" w:rsidR="009A2A93" w:rsidRPr="00345713" w:rsidRDefault="009A2A93" w:rsidP="003A2A37">
      <w:pPr>
        <w:numPr>
          <w:ilvl w:val="0"/>
          <w:numId w:val="51"/>
        </w:numPr>
      </w:pPr>
      <w:r w:rsidRPr="00345713">
        <w:t xml:space="preserve">if the Commission has evidence that a beneficiary has committed </w:t>
      </w:r>
      <w:r w:rsidR="00AB52B4" w:rsidRPr="00345713">
        <w:t xml:space="preserve">systemic or recurrent </w:t>
      </w:r>
      <w:r w:rsidR="00AB52B4" w:rsidRPr="00345713">
        <w:rPr>
          <w:i/>
        </w:rPr>
        <w:t>irregularities, fraud</w:t>
      </w:r>
      <w:r w:rsidR="00AB52B4" w:rsidRPr="00345713">
        <w:t xml:space="preserve"> or serious </w:t>
      </w:r>
      <w:r w:rsidR="00AB52B4" w:rsidRPr="004D590E">
        <w:rPr>
          <w:i/>
        </w:rPr>
        <w:t>breach of obligations</w:t>
      </w:r>
      <w:r w:rsidR="00AB52B4" w:rsidRPr="00345713">
        <w:t xml:space="preserve"> </w:t>
      </w:r>
      <w:r w:rsidRPr="00345713">
        <w:t>in other grants funded by the Union or the European Atomic Energy Community (</w:t>
      </w:r>
      <w:r w:rsidR="008021C5" w:rsidRPr="00345713">
        <w:t>‘</w:t>
      </w:r>
      <w:r w:rsidRPr="00345713">
        <w:t>Euratom</w:t>
      </w:r>
      <w:r w:rsidR="008021C5" w:rsidRPr="00345713">
        <w:t>’</w:t>
      </w:r>
      <w:r w:rsidRPr="00345713">
        <w:t>) awarded to the beneficiary under similar conditions</w:t>
      </w:r>
      <w:r w:rsidR="00AB52B4">
        <w:t xml:space="preserve"> and such</w:t>
      </w:r>
      <w:r w:rsidR="00AB52B4" w:rsidRPr="00AB52B4">
        <w:t xml:space="preserve"> </w:t>
      </w:r>
      <w:r w:rsidR="00AB52B4" w:rsidRPr="00A6537C">
        <w:rPr>
          <w:i/>
        </w:rPr>
        <w:t>irregularities, fraud</w:t>
      </w:r>
      <w:r w:rsidR="00AB52B4" w:rsidRPr="00AB52B4">
        <w:t xml:space="preserve"> or </w:t>
      </w:r>
      <w:r w:rsidR="00AB52B4" w:rsidRPr="004D590E">
        <w:rPr>
          <w:i/>
        </w:rPr>
        <w:t xml:space="preserve">breach </w:t>
      </w:r>
      <w:r w:rsidR="00DF72FA" w:rsidRPr="004D590E">
        <w:rPr>
          <w:i/>
        </w:rPr>
        <w:t xml:space="preserve">of obligations </w:t>
      </w:r>
      <w:r w:rsidRPr="00345713">
        <w:t>have a material impact on this grant; or</w:t>
      </w:r>
    </w:p>
    <w:p w14:paraId="78AD09FA" w14:textId="77777777" w:rsidR="009A2A93" w:rsidRPr="00345713" w:rsidRDefault="009A2A93" w:rsidP="003A2A37">
      <w:pPr>
        <w:numPr>
          <w:ilvl w:val="0"/>
          <w:numId w:val="51"/>
        </w:numPr>
      </w:pPr>
      <w:r w:rsidRPr="00345713">
        <w:t xml:space="preserve">if the Commission suspects </w:t>
      </w:r>
      <w:r w:rsidR="00DD603E" w:rsidRPr="00345713">
        <w:rPr>
          <w:i/>
        </w:rPr>
        <w:t>irregularities</w:t>
      </w:r>
      <w:r w:rsidR="00A55371" w:rsidRPr="00345713">
        <w:rPr>
          <w:i/>
        </w:rPr>
        <w:t>,</w:t>
      </w:r>
      <w:r w:rsidRPr="00345713">
        <w:rPr>
          <w:i/>
        </w:rPr>
        <w:t xml:space="preserve"> </w:t>
      </w:r>
      <w:r w:rsidR="00DD603E" w:rsidRPr="00345713">
        <w:rPr>
          <w:i/>
        </w:rPr>
        <w:t>fraud</w:t>
      </w:r>
      <w:r w:rsidR="00A55371" w:rsidRPr="00345713">
        <w:rPr>
          <w:i/>
        </w:rPr>
        <w:t xml:space="preserve"> </w:t>
      </w:r>
      <w:r w:rsidRPr="00345713">
        <w:t xml:space="preserve">or </w:t>
      </w:r>
      <w:r w:rsidRPr="004D590E">
        <w:rPr>
          <w:i/>
        </w:rPr>
        <w:t>breach of obligations</w:t>
      </w:r>
      <w:r w:rsidRPr="00345713">
        <w:t xml:space="preserve"> committed by a beneficiary in the award procedure or </w:t>
      </w:r>
      <w:r w:rsidR="00AB52B4">
        <w:t>while</w:t>
      </w:r>
      <w:r w:rsidRPr="00345713">
        <w:t xml:space="preserve"> implement</w:t>
      </w:r>
      <w:r w:rsidR="00AB52B4">
        <w:t>ing</w:t>
      </w:r>
      <w:r w:rsidRPr="00345713">
        <w:t xml:space="preserve"> the Agreement and needs to verify whether they have actually occurred.</w:t>
      </w:r>
    </w:p>
    <w:p w14:paraId="78AD09FB" w14:textId="77777777" w:rsidR="00B336BD" w:rsidRPr="00345713" w:rsidRDefault="0031162A" w:rsidP="002740CE">
      <w:pPr>
        <w:pStyle w:val="Heading4"/>
      </w:pPr>
      <w:r w:rsidRPr="00345713">
        <w:t>II.2</w:t>
      </w:r>
      <w:r w:rsidR="00B43219" w:rsidRPr="00345713">
        <w:t>4</w:t>
      </w:r>
      <w:r w:rsidRPr="00345713">
        <w:t>.</w:t>
      </w:r>
      <w:r w:rsidR="00B43219" w:rsidRPr="00345713">
        <w:t>1.2</w:t>
      </w:r>
      <w:r w:rsidRPr="00345713">
        <w:t xml:space="preserve"> </w:t>
      </w:r>
      <w:r w:rsidR="00B336BD" w:rsidRPr="00345713">
        <w:t>Procedure for suspension</w:t>
      </w:r>
    </w:p>
    <w:p w14:paraId="78AD09FC" w14:textId="77777777" w:rsidR="009A2A93" w:rsidRPr="00345713" w:rsidRDefault="00B336BD" w:rsidP="00AE4F1A">
      <w:r w:rsidRPr="00345713">
        <w:rPr>
          <w:b/>
        </w:rPr>
        <w:t xml:space="preserve">Step 1 </w:t>
      </w:r>
      <w:r w:rsidR="00345713">
        <w:rPr>
          <w:b/>
        </w:rPr>
        <w:t>—</w:t>
      </w:r>
      <w:r w:rsidR="003F3917" w:rsidRPr="00345713">
        <w:rPr>
          <w:b/>
        </w:rPr>
        <w:t xml:space="preserve"> </w:t>
      </w:r>
      <w:r w:rsidR="009A2A93" w:rsidRPr="00345713">
        <w:t xml:space="preserve">Before suspending payments, the </w:t>
      </w:r>
      <w:r w:rsidR="00615AA0" w:rsidRPr="00345713">
        <w:t>Commission must</w:t>
      </w:r>
      <w:r w:rsidR="009A2A93" w:rsidRPr="00345713">
        <w:t xml:space="preserve"> </w:t>
      </w:r>
      <w:r w:rsidR="0061552B" w:rsidRPr="00345713">
        <w:t xml:space="preserve">send a </w:t>
      </w:r>
      <w:r w:rsidR="009A2A93" w:rsidRPr="00345713">
        <w:rPr>
          <w:i/>
        </w:rPr>
        <w:t>formal notif</w:t>
      </w:r>
      <w:r w:rsidR="0061552B" w:rsidRPr="00345713">
        <w:rPr>
          <w:i/>
        </w:rPr>
        <w:t>ication</w:t>
      </w:r>
      <w:r w:rsidR="0061552B" w:rsidRPr="00345713">
        <w:t xml:space="preserve"> to</w:t>
      </w:r>
      <w:r w:rsidR="009A2A93" w:rsidRPr="00345713">
        <w:t xml:space="preserve"> the coordinator:</w:t>
      </w:r>
    </w:p>
    <w:p w14:paraId="78AD09FD" w14:textId="77777777" w:rsidR="00615AA0" w:rsidRPr="00345713" w:rsidRDefault="009A2A93" w:rsidP="003A2A37">
      <w:pPr>
        <w:numPr>
          <w:ilvl w:val="0"/>
          <w:numId w:val="52"/>
        </w:numPr>
      </w:pPr>
      <w:r w:rsidRPr="00345713">
        <w:t>informing it of</w:t>
      </w:r>
      <w:r w:rsidR="00615AA0" w:rsidRPr="00345713">
        <w:t>:</w:t>
      </w:r>
    </w:p>
    <w:p w14:paraId="78AD09FE" w14:textId="77777777" w:rsidR="00615AA0" w:rsidRPr="00345713" w:rsidRDefault="009A2A93" w:rsidP="003A2A37">
      <w:pPr>
        <w:numPr>
          <w:ilvl w:val="0"/>
          <w:numId w:val="53"/>
        </w:numPr>
        <w:ind w:left="1276" w:hanging="567"/>
      </w:pPr>
      <w:r w:rsidRPr="00345713">
        <w:t>its intention to suspend payments</w:t>
      </w:r>
      <w:r w:rsidR="00AB52B4">
        <w:t>;</w:t>
      </w:r>
    </w:p>
    <w:p w14:paraId="78AD09FF" w14:textId="77777777" w:rsidR="009A2A93" w:rsidRPr="00345713" w:rsidRDefault="009A2A93" w:rsidP="003A2A37">
      <w:pPr>
        <w:numPr>
          <w:ilvl w:val="0"/>
          <w:numId w:val="53"/>
        </w:numPr>
        <w:ind w:left="1276" w:hanging="567"/>
      </w:pPr>
      <w:r w:rsidRPr="00345713">
        <w:t>the reasons</w:t>
      </w:r>
      <w:r w:rsidR="00615AA0" w:rsidRPr="00345713">
        <w:t xml:space="preserve"> for </w:t>
      </w:r>
      <w:r w:rsidR="00AB52B4">
        <w:t>suspension;</w:t>
      </w:r>
      <w:r w:rsidR="00615AA0" w:rsidRPr="00345713">
        <w:t xml:space="preserve"> </w:t>
      </w:r>
      <w:r w:rsidRPr="00345713">
        <w:t xml:space="preserve"> </w:t>
      </w:r>
    </w:p>
    <w:p w14:paraId="78AD0A00" w14:textId="77777777" w:rsidR="009A2A93" w:rsidRPr="00345713" w:rsidRDefault="00615AA0" w:rsidP="003A2A37">
      <w:pPr>
        <w:numPr>
          <w:ilvl w:val="0"/>
          <w:numId w:val="53"/>
        </w:numPr>
        <w:ind w:left="1276" w:hanging="567"/>
      </w:pPr>
      <w:r w:rsidRPr="00345713">
        <w:t xml:space="preserve">in the cases referred to in points (a) and (b) of </w:t>
      </w:r>
      <w:r w:rsidR="0031162A" w:rsidRPr="00345713">
        <w:t>Article II.2</w:t>
      </w:r>
      <w:r w:rsidR="00B43219" w:rsidRPr="00345713">
        <w:t>4</w:t>
      </w:r>
      <w:r w:rsidR="0031162A" w:rsidRPr="00345713">
        <w:t>.1</w:t>
      </w:r>
      <w:r w:rsidR="00B43219" w:rsidRPr="00345713">
        <w:t>.1</w:t>
      </w:r>
      <w:r w:rsidRPr="00345713">
        <w:t>, the conditions</w:t>
      </w:r>
      <w:r w:rsidR="00AB52B4">
        <w:t xml:space="preserve"> that need to be met</w:t>
      </w:r>
      <w:r w:rsidRPr="00345713">
        <w:t xml:space="preserve"> for </w:t>
      </w:r>
      <w:r w:rsidR="00AB52B4" w:rsidRPr="00345713">
        <w:t xml:space="preserve">payments </w:t>
      </w:r>
      <w:r w:rsidR="00AB52B4">
        <w:t xml:space="preserve">to </w:t>
      </w:r>
      <w:r w:rsidR="00AB52B4" w:rsidRPr="00345713">
        <w:t>resum</w:t>
      </w:r>
      <w:r w:rsidR="00AB52B4">
        <w:t>e;</w:t>
      </w:r>
      <w:r w:rsidRPr="00345713">
        <w:t xml:space="preserve"> </w:t>
      </w:r>
      <w:r w:rsidR="008765B5" w:rsidRPr="00345713">
        <w:t>and</w:t>
      </w:r>
    </w:p>
    <w:p w14:paraId="78AD0A01" w14:textId="77777777" w:rsidR="00615AA0" w:rsidRPr="00345713" w:rsidRDefault="009A2A93" w:rsidP="003A2A37">
      <w:pPr>
        <w:numPr>
          <w:ilvl w:val="0"/>
          <w:numId w:val="52"/>
        </w:numPr>
      </w:pPr>
      <w:r w:rsidRPr="00345713">
        <w:t xml:space="preserve">inviting it to submit observations within 30 </w:t>
      </w:r>
      <w:r w:rsidR="00EA0760" w:rsidRPr="00345713">
        <w:t xml:space="preserve">calendar </w:t>
      </w:r>
      <w:r w:rsidRPr="00345713">
        <w:t xml:space="preserve">days of </w:t>
      </w:r>
      <w:r w:rsidR="00615AA0" w:rsidRPr="00345713">
        <w:t xml:space="preserve">receiving </w:t>
      </w:r>
      <w:r w:rsidR="0061552B" w:rsidRPr="00345713">
        <w:t xml:space="preserve">the </w:t>
      </w:r>
      <w:r w:rsidR="0061552B" w:rsidRPr="00345713">
        <w:rPr>
          <w:i/>
        </w:rPr>
        <w:t xml:space="preserve">formal </w:t>
      </w:r>
      <w:r w:rsidR="00615AA0" w:rsidRPr="00345713">
        <w:rPr>
          <w:i/>
        </w:rPr>
        <w:t>notification</w:t>
      </w:r>
      <w:r w:rsidR="006F6D5C" w:rsidRPr="00345713">
        <w:t>.</w:t>
      </w:r>
    </w:p>
    <w:p w14:paraId="78AD0A02" w14:textId="77777777" w:rsidR="0031162A" w:rsidRPr="00345713" w:rsidRDefault="00B336BD" w:rsidP="00DA09E4">
      <w:r w:rsidRPr="00345713">
        <w:rPr>
          <w:b/>
        </w:rPr>
        <w:t xml:space="preserve">Step 2 </w:t>
      </w:r>
      <w:r w:rsidR="00345713">
        <w:t>—</w:t>
      </w:r>
      <w:r w:rsidRPr="00345713">
        <w:t xml:space="preserve"> </w:t>
      </w:r>
      <w:r w:rsidR="0031162A" w:rsidRPr="00345713">
        <w:t>If the Commission does not receive observations or decides to pursue the procedure despite the observations it has received, it must</w:t>
      </w:r>
      <w:r w:rsidR="003D0E07" w:rsidRPr="00345713">
        <w:t xml:space="preserve"> send a </w:t>
      </w:r>
      <w:r w:rsidR="0031162A" w:rsidRPr="00345713">
        <w:rPr>
          <w:i/>
        </w:rPr>
        <w:t>formal notif</w:t>
      </w:r>
      <w:r w:rsidR="003D0E07" w:rsidRPr="00345713">
        <w:rPr>
          <w:i/>
        </w:rPr>
        <w:t>ication</w:t>
      </w:r>
      <w:r w:rsidR="003D0E07" w:rsidRPr="00345713">
        <w:t xml:space="preserve"> to </w:t>
      </w:r>
      <w:r w:rsidR="0031162A" w:rsidRPr="00345713">
        <w:t>the coordinator informing it of:</w:t>
      </w:r>
    </w:p>
    <w:p w14:paraId="78AD0A03" w14:textId="77777777" w:rsidR="0031162A" w:rsidRPr="00345713" w:rsidRDefault="0031162A" w:rsidP="003A2A37">
      <w:pPr>
        <w:numPr>
          <w:ilvl w:val="0"/>
          <w:numId w:val="54"/>
        </w:numPr>
      </w:pPr>
      <w:r w:rsidRPr="00345713">
        <w:t>the suspension of payments;</w:t>
      </w:r>
    </w:p>
    <w:p w14:paraId="78AD0A04" w14:textId="77777777" w:rsidR="0031162A" w:rsidRPr="00345713" w:rsidRDefault="0031162A" w:rsidP="003A2A37">
      <w:pPr>
        <w:numPr>
          <w:ilvl w:val="0"/>
          <w:numId w:val="54"/>
        </w:numPr>
      </w:pPr>
      <w:r w:rsidRPr="00345713">
        <w:t>the reasons for suspension;</w:t>
      </w:r>
    </w:p>
    <w:p w14:paraId="78AD0A05" w14:textId="77777777" w:rsidR="0031162A" w:rsidRPr="00345713" w:rsidRDefault="00EB1C76" w:rsidP="003A2A37">
      <w:pPr>
        <w:numPr>
          <w:ilvl w:val="0"/>
          <w:numId w:val="54"/>
        </w:numPr>
      </w:pPr>
      <w:r w:rsidRPr="00345713">
        <w:t xml:space="preserve">the final conditions </w:t>
      </w:r>
      <w:r>
        <w:t>under which</w:t>
      </w:r>
      <w:r w:rsidRPr="00345713">
        <w:t xml:space="preserve"> </w:t>
      </w:r>
      <w:r w:rsidR="009464D0">
        <w:t>payments</w:t>
      </w:r>
      <w:r w:rsidRPr="00345713">
        <w:t xml:space="preserve"> </w:t>
      </w:r>
      <w:r>
        <w:t xml:space="preserve">may </w:t>
      </w:r>
      <w:r w:rsidRPr="00345713">
        <w:t>resum</w:t>
      </w:r>
      <w:r>
        <w:t>e</w:t>
      </w:r>
      <w:r w:rsidRPr="00345713">
        <w:t xml:space="preserve"> </w:t>
      </w:r>
      <w:r w:rsidR="0031162A" w:rsidRPr="00345713">
        <w:t>in the cases referred to in points (a) and (b) of Article II.2</w:t>
      </w:r>
      <w:r w:rsidR="00B43219" w:rsidRPr="00345713">
        <w:t>4</w:t>
      </w:r>
      <w:r w:rsidR="0031162A" w:rsidRPr="00345713">
        <w:t>.1</w:t>
      </w:r>
      <w:r w:rsidR="00B43219" w:rsidRPr="00345713">
        <w:t>.1</w:t>
      </w:r>
      <w:r w:rsidR="0031162A" w:rsidRPr="00345713">
        <w:t>;</w:t>
      </w:r>
    </w:p>
    <w:p w14:paraId="78AD0A06" w14:textId="77777777" w:rsidR="0031162A" w:rsidRPr="00345713" w:rsidRDefault="00EB1C76" w:rsidP="003A2A37">
      <w:pPr>
        <w:numPr>
          <w:ilvl w:val="0"/>
          <w:numId w:val="54"/>
        </w:numPr>
      </w:pPr>
      <w:r w:rsidRPr="006B34F9">
        <w:t xml:space="preserve">the </w:t>
      </w:r>
      <w:r w:rsidRPr="00A6537C">
        <w:t>indicative date</w:t>
      </w:r>
      <w:r w:rsidRPr="006B34F9">
        <w:t xml:space="preserve"> of completion</w:t>
      </w:r>
      <w:r w:rsidRPr="00345713">
        <w:t xml:space="preserve"> of the necessary </w:t>
      </w:r>
      <w:r w:rsidR="008B50DF" w:rsidRPr="00345713">
        <w:t>verification</w:t>
      </w:r>
      <w:r w:rsidR="008B50DF">
        <w:rPr>
          <w:rStyle w:val="CommentReference"/>
        </w:rPr>
        <w:t xml:space="preserve"> </w:t>
      </w:r>
      <w:r w:rsidR="008B50DF" w:rsidRPr="00345713">
        <w:t>in</w:t>
      </w:r>
      <w:r w:rsidR="0031162A" w:rsidRPr="00345713">
        <w:t xml:space="preserve"> the case referred to in point (c) of Article II.2</w:t>
      </w:r>
      <w:r w:rsidR="00B43219" w:rsidRPr="00345713">
        <w:t>4</w:t>
      </w:r>
      <w:r w:rsidR="0031162A" w:rsidRPr="00345713">
        <w:t>.1</w:t>
      </w:r>
      <w:r w:rsidR="00B43219" w:rsidRPr="00345713">
        <w:t>.1</w:t>
      </w:r>
      <w:r w:rsidR="0031162A" w:rsidRPr="00345713">
        <w:t>.</w:t>
      </w:r>
    </w:p>
    <w:p w14:paraId="78AD0A07" w14:textId="77777777" w:rsidR="009A2A93" w:rsidRPr="00345713" w:rsidRDefault="00710E25" w:rsidP="00AE4F1A">
      <w:pPr>
        <w:ind w:left="426"/>
        <w:rPr>
          <w:szCs w:val="24"/>
        </w:rPr>
      </w:pPr>
      <w:r w:rsidRPr="00345713">
        <w:rPr>
          <w:szCs w:val="24"/>
        </w:rPr>
        <w:t xml:space="preserve">The coordinator must </w:t>
      </w:r>
      <w:r w:rsidR="00190D32" w:rsidRPr="00345713">
        <w:rPr>
          <w:szCs w:val="24"/>
        </w:rPr>
        <w:t xml:space="preserve">immediately </w:t>
      </w:r>
      <w:r w:rsidRPr="00345713">
        <w:rPr>
          <w:szCs w:val="24"/>
        </w:rPr>
        <w:t>inform the other beneficiaries</w:t>
      </w:r>
      <w:r w:rsidR="00190D32" w:rsidRPr="00345713">
        <w:rPr>
          <w:szCs w:val="24"/>
        </w:rPr>
        <w:t xml:space="preserve"> of the suspension</w:t>
      </w:r>
      <w:r w:rsidRPr="00345713">
        <w:rPr>
          <w:szCs w:val="24"/>
        </w:rPr>
        <w:t xml:space="preserve">. </w:t>
      </w:r>
      <w:r w:rsidR="009A2A93" w:rsidRPr="00345713">
        <w:rPr>
          <w:szCs w:val="24"/>
        </w:rPr>
        <w:t>The suspension take</w:t>
      </w:r>
      <w:r w:rsidR="0031162A" w:rsidRPr="00345713">
        <w:rPr>
          <w:szCs w:val="24"/>
        </w:rPr>
        <w:t>s</w:t>
      </w:r>
      <w:r w:rsidR="009A2A93" w:rsidRPr="00345713">
        <w:rPr>
          <w:szCs w:val="24"/>
        </w:rPr>
        <w:t xml:space="preserve"> effect </w:t>
      </w:r>
      <w:r w:rsidR="00EA0760" w:rsidRPr="00345713">
        <w:rPr>
          <w:szCs w:val="24"/>
        </w:rPr>
        <w:t xml:space="preserve">on </w:t>
      </w:r>
      <w:r w:rsidR="009A2A93" w:rsidRPr="00345713">
        <w:rPr>
          <w:szCs w:val="24"/>
        </w:rPr>
        <w:t xml:space="preserve">the day the </w:t>
      </w:r>
      <w:r w:rsidR="00AB52B4">
        <w:rPr>
          <w:szCs w:val="24"/>
        </w:rPr>
        <w:t xml:space="preserve">Commission sends </w:t>
      </w:r>
      <w:r w:rsidR="003D0E07" w:rsidRPr="00345713">
        <w:rPr>
          <w:i/>
          <w:szCs w:val="24"/>
        </w:rPr>
        <w:t xml:space="preserve">formal </w:t>
      </w:r>
      <w:r w:rsidR="009A2A93" w:rsidRPr="00345713">
        <w:rPr>
          <w:i/>
          <w:szCs w:val="24"/>
        </w:rPr>
        <w:t>notification</w:t>
      </w:r>
      <w:r w:rsidR="0031162A" w:rsidRPr="00345713">
        <w:rPr>
          <w:szCs w:val="24"/>
        </w:rPr>
        <w:t xml:space="preserve"> of suspension</w:t>
      </w:r>
      <w:r w:rsidR="00B97427" w:rsidRPr="00345713">
        <w:rPr>
          <w:szCs w:val="24"/>
        </w:rPr>
        <w:t xml:space="preserve"> (Step 2)</w:t>
      </w:r>
      <w:r w:rsidR="009A2A93" w:rsidRPr="00345713">
        <w:rPr>
          <w:szCs w:val="24"/>
        </w:rPr>
        <w:t>.</w:t>
      </w:r>
    </w:p>
    <w:p w14:paraId="78AD0A08" w14:textId="77777777" w:rsidR="00295FBB" w:rsidRPr="00345713" w:rsidRDefault="00295FBB" w:rsidP="00AE4F1A">
      <w:pPr>
        <w:rPr>
          <w:szCs w:val="24"/>
        </w:rPr>
      </w:pPr>
      <w:r w:rsidRPr="00345713">
        <w:rPr>
          <w:szCs w:val="24"/>
        </w:rPr>
        <w:t xml:space="preserve">Otherwise, the Commission must send a </w:t>
      </w:r>
      <w:r w:rsidRPr="00345713">
        <w:rPr>
          <w:i/>
          <w:szCs w:val="24"/>
        </w:rPr>
        <w:t>formal notification</w:t>
      </w:r>
      <w:r w:rsidRPr="00345713">
        <w:rPr>
          <w:szCs w:val="24"/>
        </w:rPr>
        <w:t xml:space="preserve"> to the coordinator informing it that </w:t>
      </w:r>
      <w:r w:rsidR="00AB52B4">
        <w:rPr>
          <w:szCs w:val="24"/>
        </w:rPr>
        <w:t xml:space="preserve">it is not continuing with </w:t>
      </w:r>
      <w:r w:rsidRPr="00345713">
        <w:rPr>
          <w:szCs w:val="24"/>
        </w:rPr>
        <w:t>the suspension procedure.</w:t>
      </w:r>
    </w:p>
    <w:p w14:paraId="78AD0A09" w14:textId="77777777" w:rsidR="003F3917" w:rsidRPr="00345713" w:rsidRDefault="003F3917" w:rsidP="002740CE">
      <w:pPr>
        <w:pStyle w:val="Heading4"/>
      </w:pPr>
      <w:r w:rsidRPr="00345713">
        <w:t>II.24.1.3 Effects of suspension</w:t>
      </w:r>
    </w:p>
    <w:p w14:paraId="78AD0A0A" w14:textId="77777777" w:rsidR="00274B9E" w:rsidRPr="00345713" w:rsidRDefault="00171637" w:rsidP="00AE4F1A">
      <w:r w:rsidRPr="00345713">
        <w:t>During the period of suspension of payments the coordinator is not entitled to submit</w:t>
      </w:r>
      <w:r w:rsidR="00274B9E" w:rsidRPr="00345713">
        <w:t>:</w:t>
      </w:r>
    </w:p>
    <w:p w14:paraId="78AD0A0B" w14:textId="77777777" w:rsidR="00274B9E" w:rsidRPr="00345713" w:rsidRDefault="00171637" w:rsidP="003A2A37">
      <w:pPr>
        <w:numPr>
          <w:ilvl w:val="0"/>
          <w:numId w:val="55"/>
        </w:numPr>
      </w:pPr>
      <w:r w:rsidRPr="00345713">
        <w:t>any requests for payments and supporting documents referred to in Article</w:t>
      </w:r>
      <w:r w:rsidR="00800D08" w:rsidRPr="00345713">
        <w:t>s</w:t>
      </w:r>
      <w:r w:rsidRPr="00345713">
        <w:t xml:space="preserve"> </w:t>
      </w:r>
      <w:r w:rsidR="0016799C" w:rsidRPr="00345713">
        <w:t>I.4</w:t>
      </w:r>
      <w:r w:rsidR="00800D08" w:rsidRPr="00345713">
        <w:t>.2, I.4.3 and I.4.4</w:t>
      </w:r>
      <w:r w:rsidR="006931B1">
        <w:t>;</w:t>
      </w:r>
      <w:r w:rsidR="00862F2B" w:rsidRPr="00345713">
        <w:t xml:space="preserve"> or</w:t>
      </w:r>
    </w:p>
    <w:p w14:paraId="78AD0A0C" w14:textId="77777777" w:rsidR="00274B9E" w:rsidRPr="00345713" w:rsidRDefault="00862F2B" w:rsidP="003A2A37">
      <w:pPr>
        <w:numPr>
          <w:ilvl w:val="0"/>
          <w:numId w:val="55"/>
        </w:numPr>
      </w:pPr>
      <w:r w:rsidRPr="00345713">
        <w:t>w</w:t>
      </w:r>
      <w:r w:rsidR="00401D28" w:rsidRPr="00345713">
        <w:t>here</w:t>
      </w:r>
      <w:r w:rsidR="00171637" w:rsidRPr="00345713">
        <w:t xml:space="preserve"> </w:t>
      </w:r>
      <w:r w:rsidR="00401D28" w:rsidRPr="00345713">
        <w:t>the</w:t>
      </w:r>
      <w:r w:rsidR="00171637" w:rsidRPr="00345713">
        <w:t xml:space="preserve"> suspension </w:t>
      </w:r>
      <w:r w:rsidR="00320AB7" w:rsidRPr="00345713">
        <w:t xml:space="preserve">concerns </w:t>
      </w:r>
      <w:r w:rsidR="00171637" w:rsidRPr="00345713">
        <w:t xml:space="preserve">the pre-financing payments or interim payments </w:t>
      </w:r>
      <w:r w:rsidR="00320AB7" w:rsidRPr="00345713">
        <w:t xml:space="preserve">for </w:t>
      </w:r>
      <w:r w:rsidR="00171637" w:rsidRPr="00345713">
        <w:t>one or several beneficiaries</w:t>
      </w:r>
      <w:r w:rsidRPr="00345713">
        <w:t xml:space="preserve"> only</w:t>
      </w:r>
      <w:r w:rsidR="00171637" w:rsidRPr="00345713">
        <w:t>,</w:t>
      </w:r>
      <w:r w:rsidRPr="00345713">
        <w:t xml:space="preserve"> any </w:t>
      </w:r>
      <w:r w:rsidR="00171637" w:rsidRPr="00345713">
        <w:t xml:space="preserve">requests for payments and supporting documents </w:t>
      </w:r>
      <w:r w:rsidRPr="00345713">
        <w:t>relating to</w:t>
      </w:r>
      <w:r w:rsidR="00401D28" w:rsidRPr="00345713">
        <w:t xml:space="preserve"> </w:t>
      </w:r>
      <w:r w:rsidR="00171637" w:rsidRPr="00345713">
        <w:t xml:space="preserve">the participation of the concerned beneficiary or beneficiaries in the </w:t>
      </w:r>
      <w:r w:rsidR="00F648C4" w:rsidRPr="00345713">
        <w:rPr>
          <w:i/>
        </w:rPr>
        <w:t>action</w:t>
      </w:r>
      <w:r w:rsidR="00171637" w:rsidRPr="00345713">
        <w:t>.</w:t>
      </w:r>
    </w:p>
    <w:p w14:paraId="78AD0A0D" w14:textId="77777777" w:rsidR="00DA4395" w:rsidRPr="00345713" w:rsidRDefault="00171637" w:rsidP="00AE4F1A">
      <w:r w:rsidRPr="00345713">
        <w:t>The corresponding requests for payments and supporting documents</w:t>
      </w:r>
      <w:r w:rsidR="003F3917" w:rsidRPr="00345713">
        <w:t xml:space="preserve"> </w:t>
      </w:r>
      <w:r w:rsidRPr="00345713">
        <w:t xml:space="preserve">may be submitted as soon as possible after resumption of payments or may be included in the first request for payment due </w:t>
      </w:r>
      <w:r w:rsidR="00242651" w:rsidRPr="00345713">
        <w:t xml:space="preserve">following resumption of payments </w:t>
      </w:r>
      <w:r w:rsidRPr="00345713">
        <w:t xml:space="preserve">in accordance with </w:t>
      </w:r>
      <w:r w:rsidR="00242651" w:rsidRPr="00345713">
        <w:t>the schedule laid down in Article I.4</w:t>
      </w:r>
      <w:r w:rsidRPr="00345713">
        <w:t>.</w:t>
      </w:r>
      <w:r w:rsidR="00F20F62" w:rsidRPr="00345713">
        <w:t>1</w:t>
      </w:r>
      <w:r w:rsidR="0033066C" w:rsidRPr="00345713">
        <w:t>.</w:t>
      </w:r>
    </w:p>
    <w:p w14:paraId="78AD0A0E" w14:textId="77777777" w:rsidR="0033066C" w:rsidRPr="00345713" w:rsidRDefault="00DA4395" w:rsidP="00AE4F1A">
      <w:r w:rsidRPr="00345713">
        <w:t xml:space="preserve">The suspension of payments does not affect the right of the coordinator to suspend the implementation of the </w:t>
      </w:r>
      <w:r w:rsidR="00F648C4" w:rsidRPr="00345713">
        <w:rPr>
          <w:i/>
        </w:rPr>
        <w:t>action</w:t>
      </w:r>
      <w:r w:rsidRPr="00345713">
        <w:t xml:space="preserve"> </w:t>
      </w:r>
      <w:r w:rsidR="00244578">
        <w:t>as provided for in</w:t>
      </w:r>
      <w:r w:rsidR="00B229FC" w:rsidRPr="00345713">
        <w:t xml:space="preserve"> Article II.16</w:t>
      </w:r>
      <w:r w:rsidRPr="00345713">
        <w:t xml:space="preserve">.1 or to terminate the Agreement or the participation of a beneficiary </w:t>
      </w:r>
      <w:r w:rsidR="00244578">
        <w:t>as provided for in</w:t>
      </w:r>
      <w:r w:rsidRPr="00345713">
        <w:t xml:space="preserve"> Article</w:t>
      </w:r>
      <w:r w:rsidR="000155C1">
        <w:t>s</w:t>
      </w:r>
      <w:r w:rsidRPr="00345713">
        <w:t xml:space="preserve"> II.1</w:t>
      </w:r>
      <w:r w:rsidR="004D15D3" w:rsidRPr="00345713">
        <w:t>7</w:t>
      </w:r>
      <w:r w:rsidRPr="00345713">
        <w:t>.1 and II.1</w:t>
      </w:r>
      <w:r w:rsidR="004D15D3" w:rsidRPr="00345713">
        <w:t>7</w:t>
      </w:r>
      <w:r w:rsidRPr="00345713">
        <w:t>.2.</w:t>
      </w:r>
    </w:p>
    <w:p w14:paraId="78AD0A0F" w14:textId="77777777" w:rsidR="00EF0ED6" w:rsidRPr="00345713" w:rsidRDefault="00EF0ED6" w:rsidP="002740CE">
      <w:pPr>
        <w:pStyle w:val="Heading4"/>
      </w:pPr>
      <w:r w:rsidRPr="00345713">
        <w:t>II.24.1.4 Resuming payments</w:t>
      </w:r>
    </w:p>
    <w:p w14:paraId="78AD0A10" w14:textId="77777777" w:rsidR="00EF0ED6" w:rsidRPr="00345713" w:rsidRDefault="00EF0ED6" w:rsidP="002740CE">
      <w:r w:rsidRPr="00345713">
        <w:t xml:space="preserve">In order </w:t>
      </w:r>
      <w:r w:rsidR="000155C1">
        <w:t xml:space="preserve">for the Commission </w:t>
      </w:r>
      <w:r w:rsidRPr="00345713">
        <w:t>to resume payments, the beneficiaries must meet the notified conditions as soon as possible and must inform the Commission of any progress made.</w:t>
      </w:r>
    </w:p>
    <w:p w14:paraId="78AD0A11" w14:textId="77777777" w:rsidR="00EF0ED6" w:rsidRPr="00345713" w:rsidRDefault="00EF0ED6" w:rsidP="002740CE">
      <w:r w:rsidRPr="00345713">
        <w:t>If the conditions for resuming payments are met</w:t>
      </w:r>
      <w:r w:rsidR="00A12A4B">
        <w:t>,</w:t>
      </w:r>
      <w:r w:rsidRPr="00345713">
        <w:t xml:space="preserve"> the suspension will be lifted. The Commission will </w:t>
      </w:r>
      <w:r w:rsidR="007F28FF" w:rsidRPr="00345713">
        <w:t xml:space="preserve">send a </w:t>
      </w:r>
      <w:r w:rsidRPr="00345713">
        <w:rPr>
          <w:i/>
        </w:rPr>
        <w:t>formal notif</w:t>
      </w:r>
      <w:r w:rsidR="007F28FF" w:rsidRPr="00345713">
        <w:rPr>
          <w:i/>
        </w:rPr>
        <w:t>ication</w:t>
      </w:r>
      <w:r w:rsidR="007F28FF" w:rsidRPr="00345713">
        <w:t xml:space="preserve"> to </w:t>
      </w:r>
      <w:r w:rsidRPr="00345713">
        <w:t>the coordinator</w:t>
      </w:r>
      <w:r w:rsidR="00CC209B">
        <w:t xml:space="preserve"> informing it of this</w:t>
      </w:r>
      <w:r w:rsidRPr="00345713">
        <w:t>.</w:t>
      </w:r>
    </w:p>
    <w:p w14:paraId="78AD0A12" w14:textId="77777777" w:rsidR="00B43219" w:rsidRPr="00345713" w:rsidRDefault="00B43219" w:rsidP="002740CE">
      <w:pPr>
        <w:pStyle w:val="Heading3"/>
      </w:pPr>
      <w:bookmarkStart w:id="117" w:name="_Toc441250871"/>
      <w:bookmarkStart w:id="118" w:name="_Toc530496965"/>
      <w:r w:rsidRPr="00345713">
        <w:t>II.24.2 Suspension of the time limit for payments</w:t>
      </w:r>
      <w:bookmarkEnd w:id="117"/>
      <w:bookmarkEnd w:id="118"/>
    </w:p>
    <w:p w14:paraId="78AD0A13" w14:textId="5439DE11" w:rsidR="00B43219" w:rsidRPr="00345713" w:rsidRDefault="00021F41" w:rsidP="001134CC">
      <w:pPr>
        <w:spacing w:after="0"/>
        <w:ind w:left="960" w:hanging="960"/>
        <w:rPr>
          <w:szCs w:val="24"/>
        </w:rPr>
      </w:pPr>
      <w:r w:rsidRPr="00345713">
        <w:rPr>
          <w:b/>
          <w:szCs w:val="24"/>
        </w:rPr>
        <w:t>II.24.2.1</w:t>
      </w:r>
      <w:r w:rsidRPr="00345713">
        <w:rPr>
          <w:szCs w:val="24"/>
        </w:rPr>
        <w:t xml:space="preserve"> </w:t>
      </w:r>
      <w:r w:rsidR="00B43219" w:rsidRPr="00345713">
        <w:rPr>
          <w:szCs w:val="24"/>
        </w:rPr>
        <w:t>The Commission may at any moment suspend the time limit for payment specified in Articles I.</w:t>
      </w:r>
      <w:r w:rsidR="003548D6">
        <w:rPr>
          <w:szCs w:val="24"/>
        </w:rPr>
        <w:t>4</w:t>
      </w:r>
      <w:r w:rsidR="00B43219" w:rsidRPr="00345713">
        <w:rPr>
          <w:szCs w:val="24"/>
        </w:rPr>
        <w:t>.2, I.</w:t>
      </w:r>
      <w:r w:rsidR="003548D6">
        <w:rPr>
          <w:szCs w:val="24"/>
        </w:rPr>
        <w:t>4</w:t>
      </w:r>
      <w:r w:rsidR="00B43219" w:rsidRPr="00345713">
        <w:rPr>
          <w:szCs w:val="24"/>
        </w:rPr>
        <w:t>.3 and I.</w:t>
      </w:r>
      <w:r w:rsidR="003548D6">
        <w:rPr>
          <w:szCs w:val="24"/>
        </w:rPr>
        <w:t>4.5</w:t>
      </w:r>
      <w:r w:rsidR="00B43219" w:rsidRPr="00345713">
        <w:rPr>
          <w:szCs w:val="24"/>
        </w:rPr>
        <w:t xml:space="preserve"> if a request for payment cannot be approved because:</w:t>
      </w:r>
    </w:p>
    <w:p w14:paraId="78AD0A14" w14:textId="77777777" w:rsidR="00B43219" w:rsidRPr="00345713" w:rsidRDefault="00B43219" w:rsidP="003A2A37">
      <w:pPr>
        <w:numPr>
          <w:ilvl w:val="0"/>
          <w:numId w:val="56"/>
        </w:numPr>
      </w:pPr>
      <w:r w:rsidRPr="00345713">
        <w:t>it does not comply with the Agreement</w:t>
      </w:r>
      <w:r w:rsidR="00CC209B">
        <w:t>;</w:t>
      </w:r>
    </w:p>
    <w:p w14:paraId="78AD0A15" w14:textId="77777777" w:rsidR="00B43219" w:rsidRPr="00345713" w:rsidRDefault="00B43219" w:rsidP="003A2A37">
      <w:pPr>
        <w:numPr>
          <w:ilvl w:val="0"/>
          <w:numId w:val="56"/>
        </w:numPr>
      </w:pPr>
      <w:r w:rsidRPr="00345713">
        <w:t>the appropriate supporting documents have not been produced</w:t>
      </w:r>
      <w:r w:rsidR="00CC209B">
        <w:t>;</w:t>
      </w:r>
      <w:r w:rsidR="00CC209B" w:rsidRPr="00345713">
        <w:t xml:space="preserve"> </w:t>
      </w:r>
      <w:r w:rsidRPr="00345713">
        <w:t>or</w:t>
      </w:r>
    </w:p>
    <w:p w14:paraId="78AD0A16" w14:textId="77777777" w:rsidR="00B43219" w:rsidRPr="00345713" w:rsidRDefault="00B43219" w:rsidP="003A2A37">
      <w:pPr>
        <w:numPr>
          <w:ilvl w:val="0"/>
          <w:numId w:val="56"/>
        </w:numPr>
      </w:pPr>
      <w:r w:rsidRPr="00345713">
        <w:t xml:space="preserve">there is </w:t>
      </w:r>
      <w:r w:rsidR="00B74E18" w:rsidRPr="00345713">
        <w:t xml:space="preserve">a </w:t>
      </w:r>
      <w:r w:rsidRPr="00345713">
        <w:t xml:space="preserve">doubt about the eligibility of the </w:t>
      </w:r>
      <w:r w:rsidRPr="00A12A4B">
        <w:t>costs declared in the financial statements</w:t>
      </w:r>
      <w:r w:rsidRPr="00345713">
        <w:t xml:space="preserve"> and additional checks, reviews, audits or investigations are necessary.</w:t>
      </w:r>
    </w:p>
    <w:p w14:paraId="78AD0A17" w14:textId="77777777" w:rsidR="00B43219" w:rsidRPr="00345713" w:rsidRDefault="00021F41" w:rsidP="00B43219">
      <w:pPr>
        <w:rPr>
          <w:szCs w:val="24"/>
        </w:rPr>
      </w:pPr>
      <w:r w:rsidRPr="00345713">
        <w:rPr>
          <w:b/>
          <w:szCs w:val="24"/>
        </w:rPr>
        <w:t>II.24.2.2</w:t>
      </w:r>
      <w:r w:rsidRPr="00345713">
        <w:rPr>
          <w:szCs w:val="24"/>
        </w:rPr>
        <w:t xml:space="preserve"> </w:t>
      </w:r>
      <w:r w:rsidR="00B43219" w:rsidRPr="00345713">
        <w:rPr>
          <w:szCs w:val="24"/>
        </w:rPr>
        <w:t xml:space="preserve">The Commission must </w:t>
      </w:r>
      <w:r w:rsidR="007F28FF" w:rsidRPr="00345713">
        <w:rPr>
          <w:szCs w:val="24"/>
        </w:rPr>
        <w:t xml:space="preserve">send a </w:t>
      </w:r>
      <w:r w:rsidR="007F28FF" w:rsidRPr="00345713">
        <w:rPr>
          <w:i/>
          <w:szCs w:val="24"/>
        </w:rPr>
        <w:t>formal</w:t>
      </w:r>
      <w:r w:rsidR="00B43219" w:rsidRPr="00345713">
        <w:rPr>
          <w:i/>
          <w:szCs w:val="24"/>
        </w:rPr>
        <w:t xml:space="preserve"> notif</w:t>
      </w:r>
      <w:r w:rsidR="007F28FF" w:rsidRPr="00345713">
        <w:rPr>
          <w:i/>
          <w:szCs w:val="24"/>
        </w:rPr>
        <w:t>ication</w:t>
      </w:r>
      <w:r w:rsidR="007F28FF" w:rsidRPr="00345713">
        <w:rPr>
          <w:szCs w:val="24"/>
        </w:rPr>
        <w:t xml:space="preserve"> to </w:t>
      </w:r>
      <w:r w:rsidR="00B43219" w:rsidRPr="00345713">
        <w:rPr>
          <w:szCs w:val="24"/>
        </w:rPr>
        <w:t xml:space="preserve">the coordinator </w:t>
      </w:r>
      <w:r w:rsidR="00221F8E" w:rsidRPr="00345713">
        <w:rPr>
          <w:szCs w:val="24"/>
        </w:rPr>
        <w:t xml:space="preserve">informing it </w:t>
      </w:r>
      <w:r w:rsidR="00B43219" w:rsidRPr="00345713">
        <w:rPr>
          <w:szCs w:val="24"/>
        </w:rPr>
        <w:t>of:</w:t>
      </w:r>
    </w:p>
    <w:p w14:paraId="78AD0A18" w14:textId="77777777" w:rsidR="00B43219" w:rsidRPr="00345713" w:rsidRDefault="00B43219" w:rsidP="003A2A37">
      <w:pPr>
        <w:numPr>
          <w:ilvl w:val="0"/>
          <w:numId w:val="57"/>
        </w:numPr>
      </w:pPr>
      <w:r w:rsidRPr="00345713">
        <w:t>the suspension</w:t>
      </w:r>
      <w:r w:rsidR="00CC209B">
        <w:t>;</w:t>
      </w:r>
      <w:r w:rsidRPr="00345713">
        <w:t xml:space="preserve"> and</w:t>
      </w:r>
    </w:p>
    <w:p w14:paraId="78AD0A19" w14:textId="77777777" w:rsidR="00B43219" w:rsidRPr="00345713" w:rsidRDefault="00B43219" w:rsidP="003A2A37">
      <w:pPr>
        <w:numPr>
          <w:ilvl w:val="0"/>
          <w:numId w:val="57"/>
        </w:numPr>
      </w:pPr>
      <w:r w:rsidRPr="00345713">
        <w:t>the reasons for the suspension.</w:t>
      </w:r>
    </w:p>
    <w:p w14:paraId="78AD0A1A" w14:textId="77777777" w:rsidR="00B43219" w:rsidRPr="00345713" w:rsidRDefault="00B43219" w:rsidP="00AE4F1A">
      <w:r w:rsidRPr="00345713">
        <w:t>The suspension takes effect on the day the</w:t>
      </w:r>
      <w:r w:rsidR="00CC209B">
        <w:t xml:space="preserve"> Commission sends the</w:t>
      </w:r>
      <w:r w:rsidRPr="00345713">
        <w:t xml:space="preserve"> </w:t>
      </w:r>
      <w:r w:rsidR="007F28FF" w:rsidRPr="00345713">
        <w:rPr>
          <w:i/>
        </w:rPr>
        <w:t xml:space="preserve">formal </w:t>
      </w:r>
      <w:r w:rsidRPr="00345713">
        <w:rPr>
          <w:i/>
        </w:rPr>
        <w:t>notification</w:t>
      </w:r>
      <w:r w:rsidRPr="00345713">
        <w:t>.</w:t>
      </w:r>
    </w:p>
    <w:p w14:paraId="78AD0A1B" w14:textId="77777777" w:rsidR="00B43219" w:rsidRPr="00345713" w:rsidRDefault="00021F41" w:rsidP="00AE4F1A">
      <w:pPr>
        <w:ind w:left="960" w:hanging="960"/>
        <w:rPr>
          <w:szCs w:val="24"/>
        </w:rPr>
      </w:pPr>
      <w:r w:rsidRPr="00345713">
        <w:rPr>
          <w:b/>
          <w:szCs w:val="24"/>
        </w:rPr>
        <w:t>II.24.2.3</w:t>
      </w:r>
      <w:r w:rsidRPr="00345713">
        <w:rPr>
          <w:szCs w:val="24"/>
        </w:rPr>
        <w:t xml:space="preserve"> </w:t>
      </w:r>
      <w:r w:rsidR="00B43219" w:rsidRPr="00345713">
        <w:rPr>
          <w:szCs w:val="24"/>
        </w:rPr>
        <w:t xml:space="preserve">If the conditions for suspending the payment deadline are no longer met, the suspension will be lifted and </w:t>
      </w:r>
      <w:r w:rsidR="00B43219" w:rsidRPr="00A12A4B">
        <w:rPr>
          <w:szCs w:val="24"/>
        </w:rPr>
        <w:t>the remaining period will</w:t>
      </w:r>
      <w:r w:rsidR="00B43219" w:rsidRPr="00345713">
        <w:rPr>
          <w:szCs w:val="24"/>
        </w:rPr>
        <w:t xml:space="preserve"> resume.</w:t>
      </w:r>
    </w:p>
    <w:p w14:paraId="78AD0A1C" w14:textId="77777777" w:rsidR="00B43219" w:rsidRPr="00345713" w:rsidRDefault="00B43219" w:rsidP="00AE4F1A">
      <w:r w:rsidRPr="00345713">
        <w:t>If the suspension exceeds two months, the coordinator may request the Commission if the suspension will continue.</w:t>
      </w:r>
    </w:p>
    <w:p w14:paraId="78AD0A1D" w14:textId="77777777" w:rsidR="00B43219" w:rsidRPr="00345713" w:rsidRDefault="00B43219" w:rsidP="00AE4F1A">
      <w:r w:rsidRPr="00345713">
        <w:t xml:space="preserve">If the payment deadline has been suspended </w:t>
      </w:r>
      <w:r w:rsidR="00CC209B">
        <w:t xml:space="preserve">because </w:t>
      </w:r>
      <w:r w:rsidRPr="00345713">
        <w:t xml:space="preserve">the technical reports or financial statements </w:t>
      </w:r>
      <w:r w:rsidR="00CC209B">
        <w:t xml:space="preserve">do not comply </w:t>
      </w:r>
      <w:r w:rsidRPr="00345713">
        <w:t>with th</w:t>
      </w:r>
      <w:r w:rsidR="00B82D03" w:rsidRPr="00345713">
        <w:t>e</w:t>
      </w:r>
      <w:r w:rsidRPr="00345713">
        <w:t xml:space="preserve"> Agreement and the revised report or statement is not submitted or was submitted but is also rejected, the Commission may terminate the Agreement or the participation of the beneficiary </w:t>
      </w:r>
      <w:r w:rsidR="00CC209B">
        <w:t>as provided for in</w:t>
      </w:r>
      <w:r w:rsidRPr="00345713">
        <w:t xml:space="preserve"> Article II.17.3.1(c) and reduce the grant </w:t>
      </w:r>
      <w:r w:rsidR="00CC209B">
        <w:t>as provided for in</w:t>
      </w:r>
      <w:r w:rsidRPr="00345713">
        <w:t xml:space="preserve"> Article II.25.4.</w:t>
      </w:r>
    </w:p>
    <w:p w14:paraId="78AD0A1E" w14:textId="77777777" w:rsidR="00171637" w:rsidRPr="00345713" w:rsidRDefault="000A4F91" w:rsidP="002740CE">
      <w:pPr>
        <w:pStyle w:val="Heading2"/>
      </w:pPr>
      <w:bookmarkStart w:id="119" w:name="_Toc441250872"/>
      <w:bookmarkStart w:id="120" w:name="_Toc530496966"/>
      <w:r w:rsidRPr="002D4BBC">
        <w:t xml:space="preserve">Article </w:t>
      </w:r>
      <w:r w:rsidR="00171637" w:rsidRPr="002D4BBC">
        <w:t xml:space="preserve">II.25 </w:t>
      </w:r>
      <w:r w:rsidR="00345713" w:rsidRPr="002D4BBC">
        <w:rPr>
          <w:rFonts w:hint="eastAsia"/>
        </w:rPr>
        <w:t>—</w:t>
      </w:r>
      <w:r w:rsidR="00171637" w:rsidRPr="002D4BBC">
        <w:t xml:space="preserve"> </w:t>
      </w:r>
      <w:r w:rsidR="00304820" w:rsidRPr="002D4BBC">
        <w:t>C</w:t>
      </w:r>
      <w:r w:rsidR="002740CE" w:rsidRPr="002D4BBC">
        <w:t>alculation of the final amount of the grant</w:t>
      </w:r>
      <w:bookmarkEnd w:id="119"/>
      <w:bookmarkEnd w:id="120"/>
    </w:p>
    <w:p w14:paraId="78AD0A1F" w14:textId="77777777" w:rsidR="0010237A" w:rsidRPr="00345713" w:rsidRDefault="0010237A" w:rsidP="00AE4F1A">
      <w:r w:rsidRPr="00345713">
        <w:t xml:space="preserve">The final amount of the grant depends on the extent to which the </w:t>
      </w:r>
      <w:r w:rsidR="00F648C4" w:rsidRPr="00345713">
        <w:rPr>
          <w:i/>
        </w:rPr>
        <w:t>action</w:t>
      </w:r>
      <w:r w:rsidRPr="00345713">
        <w:t xml:space="preserve"> </w:t>
      </w:r>
      <w:r w:rsidR="00A12A4B">
        <w:t>has been</w:t>
      </w:r>
      <w:r w:rsidR="00A12A4B" w:rsidRPr="00345713">
        <w:t xml:space="preserve"> </w:t>
      </w:r>
      <w:r w:rsidRPr="00345713">
        <w:t xml:space="preserve">implemented in accordance with the </w:t>
      </w:r>
      <w:r w:rsidR="000B1DD4">
        <w:t xml:space="preserve">terms of the </w:t>
      </w:r>
      <w:r w:rsidRPr="00345713">
        <w:t>Agreement.</w:t>
      </w:r>
    </w:p>
    <w:p w14:paraId="78AD0A20" w14:textId="77777777" w:rsidR="0010237A" w:rsidRPr="00345713" w:rsidRDefault="0010237A" w:rsidP="00AE4F1A">
      <w:pPr>
        <w:rPr>
          <w:bCs/>
        </w:rPr>
      </w:pPr>
      <w:r w:rsidRPr="00345713">
        <w:t>T</w:t>
      </w:r>
      <w:r w:rsidR="00171637" w:rsidRPr="00345713">
        <w:rPr>
          <w:bCs/>
        </w:rPr>
        <w:t xml:space="preserve">he final amount of the grant </w:t>
      </w:r>
      <w:r w:rsidR="00B2087D" w:rsidRPr="00345713">
        <w:rPr>
          <w:bCs/>
        </w:rPr>
        <w:t>is</w:t>
      </w:r>
      <w:r w:rsidR="00171637" w:rsidRPr="00345713">
        <w:rPr>
          <w:bCs/>
        </w:rPr>
        <w:t xml:space="preserve"> </w:t>
      </w:r>
      <w:r w:rsidRPr="00345713">
        <w:rPr>
          <w:bCs/>
        </w:rPr>
        <w:t>calculated by the Commission at the time of</w:t>
      </w:r>
      <w:r w:rsidR="00830308">
        <w:rPr>
          <w:bCs/>
        </w:rPr>
        <w:t xml:space="preserve"> the </w:t>
      </w:r>
      <w:r w:rsidRPr="00345713">
        <w:rPr>
          <w:bCs/>
        </w:rPr>
        <w:t>payment of the balance</w:t>
      </w:r>
      <w:r w:rsidR="000B1DD4">
        <w:rPr>
          <w:bCs/>
        </w:rPr>
        <w:t>. The calculation involves</w:t>
      </w:r>
      <w:r w:rsidRPr="00345713">
        <w:rPr>
          <w:bCs/>
        </w:rPr>
        <w:t xml:space="preserve"> the following steps:</w:t>
      </w:r>
    </w:p>
    <w:p w14:paraId="78AD0A21" w14:textId="77777777" w:rsidR="0010237A" w:rsidRPr="00345713" w:rsidRDefault="0010237A" w:rsidP="00AE4F1A">
      <w:pPr>
        <w:ind w:left="567"/>
      </w:pPr>
      <w:r w:rsidRPr="00345713">
        <w:t xml:space="preserve">Step 1 </w:t>
      </w:r>
      <w:r w:rsidR="00345713">
        <w:t>—</w:t>
      </w:r>
      <w:r w:rsidRPr="00345713">
        <w:t xml:space="preserve"> Application of the reimbursement rate to the eligible costs and addition of the </w:t>
      </w:r>
      <w:r w:rsidR="000B5873" w:rsidRPr="00632A31">
        <w:t xml:space="preserve">financing not linked to costs, </w:t>
      </w:r>
      <w:r w:rsidRPr="00632A31">
        <w:t>unit, flat</w:t>
      </w:r>
      <w:r w:rsidRPr="00345713">
        <w:t xml:space="preserve">-rate </w:t>
      </w:r>
      <w:r w:rsidR="002C6D29">
        <w:t>and</w:t>
      </w:r>
      <w:r w:rsidR="002C6D29" w:rsidRPr="00345713">
        <w:t xml:space="preserve"> </w:t>
      </w:r>
      <w:r w:rsidRPr="00345713">
        <w:t>lump sum contributions</w:t>
      </w:r>
    </w:p>
    <w:p w14:paraId="78AD0A22" w14:textId="77777777" w:rsidR="0010237A" w:rsidRPr="00345713" w:rsidRDefault="0010237A" w:rsidP="00AE4F1A">
      <w:pPr>
        <w:ind w:left="567"/>
      </w:pPr>
      <w:r w:rsidRPr="00345713">
        <w:t xml:space="preserve">Step 2 </w:t>
      </w:r>
      <w:r w:rsidR="00345713">
        <w:t>—</w:t>
      </w:r>
      <w:r w:rsidRPr="00345713">
        <w:t xml:space="preserve"> Limit</w:t>
      </w:r>
      <w:r w:rsidR="00D21249">
        <w:t xml:space="preserve"> </w:t>
      </w:r>
      <w:r w:rsidRPr="00345713">
        <w:t xml:space="preserve">to the </w:t>
      </w:r>
      <w:r w:rsidRPr="00345713">
        <w:rPr>
          <w:i/>
        </w:rPr>
        <w:t>maximum amount of the grant</w:t>
      </w:r>
    </w:p>
    <w:p w14:paraId="78AD0A23" w14:textId="77777777" w:rsidR="0010237A" w:rsidRPr="00345713" w:rsidRDefault="0010237A" w:rsidP="00AE4F1A">
      <w:pPr>
        <w:ind w:left="567"/>
      </w:pPr>
      <w:r w:rsidRPr="00345713">
        <w:t xml:space="preserve">Step 3 </w:t>
      </w:r>
      <w:r w:rsidR="00345713">
        <w:t>—</w:t>
      </w:r>
      <w:r w:rsidRPr="00345713">
        <w:t xml:space="preserve"> Reduction due to the no-profit rule</w:t>
      </w:r>
    </w:p>
    <w:p w14:paraId="78AD0A24" w14:textId="77777777" w:rsidR="0010237A" w:rsidRPr="00345713" w:rsidRDefault="0010237A" w:rsidP="00AE4F1A">
      <w:pPr>
        <w:ind w:left="567"/>
      </w:pPr>
      <w:r w:rsidRPr="00345713">
        <w:t xml:space="preserve">Step 4 </w:t>
      </w:r>
      <w:r w:rsidR="00345713">
        <w:t>—</w:t>
      </w:r>
      <w:r w:rsidRPr="00345713">
        <w:t xml:space="preserve"> Reduction due to improper implementation or breach of other obligations</w:t>
      </w:r>
      <w:r w:rsidR="008D147D">
        <w:t>.</w:t>
      </w:r>
    </w:p>
    <w:p w14:paraId="78AD0A25" w14:textId="77777777" w:rsidR="0010237A" w:rsidRPr="00345713" w:rsidRDefault="0010237A" w:rsidP="00BD35BC">
      <w:pPr>
        <w:pStyle w:val="Heading3"/>
        <w:ind w:left="993" w:hanging="993"/>
        <w:jc w:val="both"/>
      </w:pPr>
      <w:bookmarkStart w:id="121" w:name="_Toc441250873"/>
      <w:bookmarkStart w:id="122" w:name="_Toc530496967"/>
      <w:r w:rsidRPr="00345713">
        <w:t>II.25.1</w:t>
      </w:r>
      <w:r w:rsidRPr="00345713">
        <w:tab/>
        <w:t xml:space="preserve">Step 1 </w:t>
      </w:r>
      <w:r w:rsidR="00345713">
        <w:rPr>
          <w:rFonts w:hint="eastAsia"/>
        </w:rPr>
        <w:t>—</w:t>
      </w:r>
      <w:r w:rsidRPr="00345713">
        <w:t xml:space="preserve"> Application of the reimbursement rate to the eligible cost</w:t>
      </w:r>
      <w:r w:rsidR="00FE6105" w:rsidRPr="00345713">
        <w:t>s</w:t>
      </w:r>
      <w:r w:rsidRPr="00345713">
        <w:t xml:space="preserve"> and addition of the </w:t>
      </w:r>
      <w:r w:rsidR="00E34B40">
        <w:t xml:space="preserve">financing not linked to costs, </w:t>
      </w:r>
      <w:r w:rsidRPr="00345713">
        <w:t xml:space="preserve">unit, flat-rate </w:t>
      </w:r>
      <w:r w:rsidR="002C6D29" w:rsidRPr="003D4188">
        <w:t>and</w:t>
      </w:r>
      <w:r w:rsidR="002C6D29" w:rsidRPr="00345713">
        <w:t xml:space="preserve"> </w:t>
      </w:r>
      <w:r w:rsidRPr="00345713">
        <w:t>lump sum contributions</w:t>
      </w:r>
      <w:bookmarkEnd w:id="121"/>
      <w:bookmarkEnd w:id="122"/>
    </w:p>
    <w:p w14:paraId="78AD0A26" w14:textId="77777777" w:rsidR="00171637" w:rsidRPr="00345713" w:rsidRDefault="0010237A" w:rsidP="002740CE">
      <w:r w:rsidRPr="00345713">
        <w:t xml:space="preserve">This step is applied </w:t>
      </w:r>
      <w:r w:rsidR="00171637" w:rsidRPr="00345713">
        <w:t>as follows:</w:t>
      </w:r>
    </w:p>
    <w:p w14:paraId="78AD0A27" w14:textId="77777777" w:rsidR="006C1FDF" w:rsidRDefault="006C1FDF" w:rsidP="003A2A37">
      <w:pPr>
        <w:numPr>
          <w:ilvl w:val="0"/>
          <w:numId w:val="58"/>
        </w:numPr>
        <w:ind w:left="709" w:hanging="720"/>
      </w:pPr>
      <w:r w:rsidRPr="00345713">
        <w:t xml:space="preserve">If, </w:t>
      </w:r>
      <w:r>
        <w:t>as provided for in</w:t>
      </w:r>
      <w:r w:rsidRPr="00345713">
        <w:t xml:space="preserve"> </w:t>
      </w:r>
      <w:r w:rsidRPr="006B5F54">
        <w:t>Article I.3.2(a)</w:t>
      </w:r>
      <w:r>
        <w:t>(i)</w:t>
      </w:r>
      <w:r w:rsidRPr="006B5F54">
        <w:t>, the grant takes the form of the reimbursement of eligible costs</w:t>
      </w:r>
      <w:r>
        <w:t xml:space="preserve"> </w:t>
      </w:r>
      <w:r>
        <w:rPr>
          <w:lang w:val="en-US"/>
        </w:rPr>
        <w:t>actually incurred</w:t>
      </w:r>
      <w:r w:rsidRPr="006B5F54">
        <w:t xml:space="preserve">, the reimbursement rate specified in that Article </w:t>
      </w:r>
      <w:r w:rsidRPr="00A624FF">
        <w:t xml:space="preserve">is applied </w:t>
      </w:r>
      <w:r>
        <w:t>to those</w:t>
      </w:r>
      <w:r w:rsidRPr="007C7983">
        <w:t xml:space="preserve"> eligible costs </w:t>
      </w:r>
      <w:r>
        <w:t xml:space="preserve">as </w:t>
      </w:r>
      <w:r w:rsidRPr="00CB6730">
        <w:t>approved by the Commission for the corresponding categories of costs, beneficiaries and affiliated entities</w:t>
      </w:r>
    </w:p>
    <w:p w14:paraId="78AD0A28" w14:textId="77777777" w:rsidR="00171637" w:rsidRDefault="0010237A" w:rsidP="003A2A37">
      <w:pPr>
        <w:numPr>
          <w:ilvl w:val="0"/>
          <w:numId w:val="58"/>
        </w:numPr>
        <w:ind w:left="709" w:hanging="720"/>
      </w:pPr>
      <w:r w:rsidRPr="00345713">
        <w:t>If</w:t>
      </w:r>
      <w:r w:rsidR="00171637" w:rsidRPr="00345713">
        <w:t xml:space="preserve">, </w:t>
      </w:r>
      <w:r w:rsidR="008D147D">
        <w:t>as provided for in</w:t>
      </w:r>
      <w:r w:rsidR="00171637" w:rsidRPr="00345713">
        <w:t xml:space="preserve"> </w:t>
      </w:r>
      <w:r w:rsidR="00171637" w:rsidRPr="006B5F54">
        <w:t>Article I.3</w:t>
      </w:r>
      <w:r w:rsidR="0091278F" w:rsidRPr="006B5F54">
        <w:t>.2</w:t>
      </w:r>
      <w:r w:rsidR="00171637" w:rsidRPr="006B5F54">
        <w:t>(a)</w:t>
      </w:r>
      <w:r w:rsidR="006C1FDF">
        <w:t xml:space="preserve"> (ii) to (v)</w:t>
      </w:r>
      <w:r w:rsidR="00171637" w:rsidRPr="006B5F54">
        <w:t xml:space="preserve">, the grant takes the form of the reimbursement of </w:t>
      </w:r>
      <w:r w:rsidR="006C1FDF">
        <w:t xml:space="preserve"> </w:t>
      </w:r>
      <w:r w:rsidR="006C1FDF" w:rsidRPr="006B5F54">
        <w:t>eligible</w:t>
      </w:r>
      <w:r w:rsidR="006C1FDF">
        <w:t xml:space="preserve"> unit costs, lump sum costs or flat rate costs </w:t>
      </w:r>
      <w:r w:rsidR="00171637" w:rsidRPr="006B5F54">
        <w:t xml:space="preserve">, the reimbursement rate specified in that Article </w:t>
      </w:r>
      <w:r w:rsidRPr="00A624FF">
        <w:t xml:space="preserve">is applied </w:t>
      </w:r>
      <w:r w:rsidR="00171637" w:rsidRPr="007C7983">
        <w:t xml:space="preserve">to the </w:t>
      </w:r>
      <w:r w:rsidR="006C1FDF">
        <w:t xml:space="preserve">those </w:t>
      </w:r>
      <w:r w:rsidR="00171637" w:rsidRPr="007C7983">
        <w:t xml:space="preserve">eligible costs </w:t>
      </w:r>
      <w:r w:rsidR="006C1FDF">
        <w:t>as</w:t>
      </w:r>
      <w:r w:rsidR="00171637" w:rsidRPr="007C7983">
        <w:t xml:space="preserve"> </w:t>
      </w:r>
      <w:r w:rsidR="00171637" w:rsidRPr="00CB6730">
        <w:t>approved by the Commission for the corresponding categories of costs, beneficiaries and affiliated entities;</w:t>
      </w:r>
    </w:p>
    <w:p w14:paraId="78AD0A29" w14:textId="77777777" w:rsidR="006D2C5F" w:rsidRDefault="006D2C5F" w:rsidP="006D2C5F">
      <w:pPr>
        <w:ind w:left="720"/>
      </w:pPr>
      <w:r w:rsidRPr="00F42957">
        <w:t xml:space="preserve">The amount of volunteers' work declared as direct eligible costs </w:t>
      </w:r>
      <w:r w:rsidRPr="000D5D74">
        <w:t xml:space="preserve">for the corresponding beneficiaries and affiliated entities must be limited to </w:t>
      </w:r>
      <w:r w:rsidRPr="00BE5FFE">
        <w:t>the following amount, whichever is the lowest:</w:t>
      </w:r>
    </w:p>
    <w:p w14:paraId="78AD0A2A" w14:textId="77777777" w:rsidR="006D2C5F" w:rsidRDefault="00EC6E67" w:rsidP="00EC6E67">
      <w:pPr>
        <w:ind w:left="1276" w:hanging="556"/>
      </w:pPr>
      <w:r>
        <w:t>(i)</w:t>
      </w:r>
      <w:r>
        <w:tab/>
      </w:r>
      <w:r w:rsidR="006D2C5F" w:rsidRPr="00A32814">
        <w:t xml:space="preserve">the total </w:t>
      </w:r>
      <w:r w:rsidR="0069158C" w:rsidRPr="00A22CC0">
        <w:t>sources of financing</w:t>
      </w:r>
      <w:r w:rsidR="006D2C5F" w:rsidRPr="00A32814">
        <w:t xml:space="preserve"> </w:t>
      </w:r>
      <w:r w:rsidR="007463B0">
        <w:t xml:space="preserve">as indicated </w:t>
      </w:r>
      <w:r w:rsidR="006D2C5F">
        <w:t xml:space="preserve">in the final financial statement </w:t>
      </w:r>
      <w:r w:rsidR="007463B0">
        <w:t xml:space="preserve">and </w:t>
      </w:r>
      <w:r w:rsidR="007463B0" w:rsidRPr="00A32814">
        <w:t>as</w:t>
      </w:r>
      <w:r w:rsidR="007463B0">
        <w:t xml:space="preserve"> accepted by the Commission </w:t>
      </w:r>
      <w:r w:rsidR="006D2C5F" w:rsidRPr="003275EC">
        <w:t>multiplied by fifty per cent</w:t>
      </w:r>
      <w:r w:rsidR="006D2C5F">
        <w:t>;</w:t>
      </w:r>
      <w:r w:rsidR="009246A7">
        <w:t xml:space="preserve"> or</w:t>
      </w:r>
    </w:p>
    <w:p w14:paraId="78AD0A2B" w14:textId="4B09109F" w:rsidR="00CB0C4F" w:rsidRDefault="006D2C5F" w:rsidP="00BD35BC">
      <w:pPr>
        <w:ind w:left="1276" w:hanging="556"/>
      </w:pPr>
      <w:r>
        <w:t>(ii)</w:t>
      </w:r>
      <w:r w:rsidR="00EC6E67">
        <w:tab/>
      </w:r>
      <w:r>
        <w:t>the amount of volunteers' work indicated in the estimated budget set out in Annex II</w:t>
      </w:r>
      <w:r w:rsidR="00A22CC0">
        <w:t>.</w:t>
      </w:r>
    </w:p>
    <w:p w14:paraId="78AD0A2C" w14:textId="77777777" w:rsidR="00171637" w:rsidRPr="00C6117F" w:rsidRDefault="0010237A" w:rsidP="003A2A37">
      <w:pPr>
        <w:numPr>
          <w:ilvl w:val="0"/>
          <w:numId w:val="58"/>
        </w:numPr>
        <w:spacing w:after="240" w:afterAutospacing="0"/>
        <w:ind w:left="709" w:hanging="720"/>
      </w:pPr>
      <w:r w:rsidRPr="00A72031">
        <w:t>If</w:t>
      </w:r>
      <w:r w:rsidR="00171637" w:rsidRPr="00A72031">
        <w:t xml:space="preserve">, </w:t>
      </w:r>
      <w:r w:rsidR="008D147D" w:rsidRPr="00A72031">
        <w:t>as provided for in</w:t>
      </w:r>
      <w:r w:rsidR="00171637" w:rsidRPr="00A72031">
        <w:t xml:space="preserve"> Article </w:t>
      </w:r>
      <w:r w:rsidR="00171637" w:rsidRPr="006B5F54">
        <w:t>I.3</w:t>
      </w:r>
      <w:r w:rsidR="0091278F" w:rsidRPr="006B5F54">
        <w:t>.2</w:t>
      </w:r>
      <w:r w:rsidR="00171637" w:rsidRPr="006B5F54">
        <w:t xml:space="preserve">(b), the grant takes the form of a unit contribution, the unit contribution specified </w:t>
      </w:r>
      <w:r w:rsidR="00A12A4B" w:rsidRPr="00A624FF">
        <w:t xml:space="preserve">in </w:t>
      </w:r>
      <w:r w:rsidR="00171637" w:rsidRPr="007C7983">
        <w:t xml:space="preserve">that Article </w:t>
      </w:r>
      <w:r w:rsidRPr="00A37EC1">
        <w:t xml:space="preserve">is multiplied </w:t>
      </w:r>
      <w:r w:rsidR="00171637" w:rsidRPr="00CB6730">
        <w:t>by the actual number of units approved by the Commission for the corresponding beneficiaries and affiliated e</w:t>
      </w:r>
      <w:r w:rsidR="00171637" w:rsidRPr="00C6117F">
        <w:t>ntities;</w:t>
      </w:r>
    </w:p>
    <w:p w14:paraId="78AD0A2D" w14:textId="3ED64F47" w:rsidR="00171637" w:rsidRPr="00E83BE4" w:rsidRDefault="0010237A" w:rsidP="003A2A37">
      <w:pPr>
        <w:numPr>
          <w:ilvl w:val="0"/>
          <w:numId w:val="58"/>
        </w:numPr>
        <w:spacing w:after="240" w:afterAutospacing="0"/>
        <w:ind w:left="709" w:hanging="720"/>
      </w:pPr>
      <w:r w:rsidRPr="00E83BE4">
        <w:t>If</w:t>
      </w:r>
      <w:r w:rsidR="00171637" w:rsidRPr="00E83BE4">
        <w:t xml:space="preserve">, </w:t>
      </w:r>
      <w:r w:rsidR="008D147D" w:rsidRPr="00E83BE4">
        <w:t>as provided for in</w:t>
      </w:r>
      <w:r w:rsidR="00171637" w:rsidRPr="00E83BE4">
        <w:t xml:space="preserve"> Article </w:t>
      </w:r>
      <w:r w:rsidR="00171637" w:rsidRPr="006B5F54">
        <w:t>I.3</w:t>
      </w:r>
      <w:r w:rsidR="0091278F" w:rsidRPr="006B5F54">
        <w:t>.2</w:t>
      </w:r>
      <w:r w:rsidR="00171637" w:rsidRPr="006B5F54">
        <w:t xml:space="preserve">(c), the grant takes the form of a lump sum contribution, </w:t>
      </w:r>
      <w:r w:rsidR="003D4188" w:rsidRPr="006B5F54">
        <w:t>the Commission applies</w:t>
      </w:r>
      <w:r w:rsidR="003D4188" w:rsidRPr="00A624FF">
        <w:t xml:space="preserve"> </w:t>
      </w:r>
      <w:r w:rsidR="00171637" w:rsidRPr="007C7983">
        <w:t>the lump sum specified in that Article for the corresponding beneficiaries and affiliated entities</w:t>
      </w:r>
      <w:r w:rsidR="003D4188" w:rsidRPr="00A37EC1">
        <w:t xml:space="preserve"> if it </w:t>
      </w:r>
      <w:r w:rsidR="003D4188" w:rsidRPr="00CB6730">
        <w:t>f</w:t>
      </w:r>
      <w:r w:rsidR="003D4188" w:rsidRPr="00077CA6">
        <w:t xml:space="preserve">inds that </w:t>
      </w:r>
      <w:r w:rsidR="003D4188" w:rsidRPr="000C1745">
        <w:t>the corresponding tasks or part of the</w:t>
      </w:r>
      <w:r w:rsidR="003D4188" w:rsidRPr="00BD35BC">
        <w:rPr>
          <w:i/>
        </w:rPr>
        <w:t xml:space="preserve"> action</w:t>
      </w:r>
      <w:r w:rsidR="003D4188" w:rsidRPr="00E83BE4">
        <w:t xml:space="preserve"> were implemented properly in accordance with Annex I;</w:t>
      </w:r>
    </w:p>
    <w:p w14:paraId="78AD0A2E" w14:textId="77777777" w:rsidR="00171637" w:rsidRPr="00345713" w:rsidRDefault="0010237A" w:rsidP="003A2A37">
      <w:pPr>
        <w:numPr>
          <w:ilvl w:val="0"/>
          <w:numId w:val="58"/>
        </w:numPr>
        <w:spacing w:after="240" w:afterAutospacing="0"/>
        <w:ind w:left="709" w:hanging="720"/>
      </w:pPr>
      <w:r w:rsidRPr="00DC153E">
        <w:t>If</w:t>
      </w:r>
      <w:r w:rsidR="00171637" w:rsidRPr="00DC153E">
        <w:t xml:space="preserve">, </w:t>
      </w:r>
      <w:r w:rsidR="008D147D" w:rsidRPr="00DC153E">
        <w:t>as provided for in</w:t>
      </w:r>
      <w:r w:rsidR="00171637" w:rsidRPr="00DC153E">
        <w:t xml:space="preserve"> Article </w:t>
      </w:r>
      <w:r w:rsidR="00171637" w:rsidRPr="006B5F54">
        <w:t>I.3</w:t>
      </w:r>
      <w:r w:rsidR="0091278F" w:rsidRPr="006B5F54">
        <w:t>.2</w:t>
      </w:r>
      <w:r w:rsidR="00171637" w:rsidRPr="006B5F54">
        <w:t xml:space="preserve">(d), the grant takes the form of a flat-rate contribution, the flat rate referred to in that Article </w:t>
      </w:r>
      <w:r w:rsidRPr="00A624FF">
        <w:t xml:space="preserve">is applied </w:t>
      </w:r>
      <w:r w:rsidR="00171637" w:rsidRPr="007C7983">
        <w:t>to</w:t>
      </w:r>
      <w:r w:rsidR="00C541C7" w:rsidRPr="00A37EC1">
        <w:t xml:space="preserve"> </w:t>
      </w:r>
      <w:r w:rsidR="00171637" w:rsidRPr="00CB6730">
        <w:t>the</w:t>
      </w:r>
      <w:r w:rsidR="00C541C7" w:rsidRPr="00077CA6">
        <w:t xml:space="preserve"> </w:t>
      </w:r>
      <w:r w:rsidR="00171637" w:rsidRPr="00077CA6">
        <w:t xml:space="preserve">eligible costs </w:t>
      </w:r>
      <w:r w:rsidR="00171637" w:rsidRPr="000C1745">
        <w:t xml:space="preserve">or to the contribution </w:t>
      </w:r>
      <w:r w:rsidRPr="00E83BE4">
        <w:t xml:space="preserve">approved </w:t>
      </w:r>
      <w:r w:rsidR="00171637" w:rsidRPr="00E83BE4">
        <w:t>by the Commission for the corresponding</w:t>
      </w:r>
      <w:r w:rsidR="00171637" w:rsidRPr="00345713">
        <w:t xml:space="preserve"> beneficiaries and affiliated entities</w:t>
      </w:r>
      <w:r w:rsidR="00734ADF">
        <w:t>;</w:t>
      </w:r>
    </w:p>
    <w:p w14:paraId="78AD0A2F" w14:textId="77777777" w:rsidR="00734ADF" w:rsidRPr="00240163" w:rsidRDefault="00734ADF" w:rsidP="003A2A37">
      <w:pPr>
        <w:numPr>
          <w:ilvl w:val="0"/>
          <w:numId w:val="58"/>
        </w:numPr>
        <w:ind w:left="709" w:hanging="720"/>
      </w:pPr>
      <w:r w:rsidRPr="00E34B40">
        <w:t xml:space="preserve">If, as provided for in </w:t>
      </w:r>
      <w:r w:rsidRPr="00A72031">
        <w:t>Article I.3.2(e), the grant takes the form of financing not linked to costs, the Commission</w:t>
      </w:r>
      <w:r w:rsidRPr="00E34B40">
        <w:t xml:space="preserve"> applies </w:t>
      </w:r>
      <w:r>
        <w:t>the amount</w:t>
      </w:r>
      <w:r w:rsidRPr="00E34B40">
        <w:t xml:space="preserve"> specified in that Article for the corresponding beneficiaries and affiliated entities if it finds </w:t>
      </w:r>
      <w:r w:rsidRPr="0069158C">
        <w:t xml:space="preserve">that [the conditions specified in Annex I </w:t>
      </w:r>
      <w:r w:rsidR="001106BA" w:rsidRPr="0069158C">
        <w:t>were</w:t>
      </w:r>
      <w:r w:rsidRPr="0069158C">
        <w:t xml:space="preserve"> fulfilled]</w:t>
      </w:r>
      <w:r w:rsidR="004F5DF5" w:rsidRPr="0069158C">
        <w:t>[and]</w:t>
      </w:r>
      <w:r w:rsidRPr="0069158C">
        <w:t xml:space="preserve">[the results specified in Annex I </w:t>
      </w:r>
      <w:r w:rsidR="001106BA" w:rsidRPr="0069158C">
        <w:t>were</w:t>
      </w:r>
      <w:r w:rsidRPr="0069158C">
        <w:t xml:space="preserve"> achieved].</w:t>
      </w:r>
    </w:p>
    <w:p w14:paraId="78AD0A30" w14:textId="77777777" w:rsidR="00E34B40" w:rsidRPr="00345713" w:rsidRDefault="0010237A" w:rsidP="002740CE">
      <w:r w:rsidRPr="00345713">
        <w:t xml:space="preserve">If </w:t>
      </w:r>
      <w:r w:rsidR="00171637" w:rsidRPr="00345713">
        <w:t>Article I.3</w:t>
      </w:r>
      <w:r w:rsidR="0091278F" w:rsidRPr="00345713">
        <w:t>.2</w:t>
      </w:r>
      <w:r w:rsidR="00171637" w:rsidRPr="00345713">
        <w:t xml:space="preserve"> provides for a combination of different forms of grant, the amounts </w:t>
      </w:r>
      <w:r w:rsidRPr="00345713">
        <w:t xml:space="preserve">obtained </w:t>
      </w:r>
      <w:r w:rsidR="002212A1" w:rsidRPr="00345713">
        <w:t>must</w:t>
      </w:r>
      <w:r w:rsidR="00171637" w:rsidRPr="00345713">
        <w:t xml:space="preserve"> be added</w:t>
      </w:r>
      <w:r w:rsidR="008D147D">
        <w:t xml:space="preserve"> together</w:t>
      </w:r>
      <w:r w:rsidR="00171637" w:rsidRPr="00345713">
        <w:t>.</w:t>
      </w:r>
    </w:p>
    <w:p w14:paraId="78AD0A31" w14:textId="77777777" w:rsidR="00171637" w:rsidRPr="00345713" w:rsidRDefault="00171637" w:rsidP="00BD35BC">
      <w:pPr>
        <w:pStyle w:val="Heading3"/>
        <w:ind w:left="993" w:hanging="993"/>
        <w:jc w:val="both"/>
      </w:pPr>
      <w:bookmarkStart w:id="123" w:name="_Toc441250874"/>
      <w:bookmarkStart w:id="124" w:name="_Toc530496968"/>
      <w:r w:rsidRPr="00345713">
        <w:t>II.25.2</w:t>
      </w:r>
      <w:r w:rsidRPr="00345713">
        <w:tab/>
      </w:r>
      <w:r w:rsidR="0010237A" w:rsidRPr="00345713">
        <w:t xml:space="preserve">Step 2 </w:t>
      </w:r>
      <w:r w:rsidR="00345713">
        <w:rPr>
          <w:rFonts w:hint="eastAsia"/>
        </w:rPr>
        <w:t>—</w:t>
      </w:r>
      <w:r w:rsidR="0010237A" w:rsidRPr="00345713">
        <w:t xml:space="preserve"> Limit to </w:t>
      </w:r>
      <w:r w:rsidR="0010237A" w:rsidRPr="00345713">
        <w:rPr>
          <w:i/>
        </w:rPr>
        <w:t>m</w:t>
      </w:r>
      <w:r w:rsidRPr="00345713">
        <w:rPr>
          <w:i/>
        </w:rPr>
        <w:t>aximum amount</w:t>
      </w:r>
      <w:r w:rsidR="0010237A" w:rsidRPr="00345713">
        <w:rPr>
          <w:i/>
        </w:rPr>
        <w:t xml:space="preserve"> of the grant</w:t>
      </w:r>
      <w:bookmarkEnd w:id="123"/>
      <w:bookmarkEnd w:id="124"/>
    </w:p>
    <w:p w14:paraId="78AD0A32" w14:textId="77777777" w:rsidR="00171637" w:rsidRPr="00345713" w:rsidRDefault="00171637" w:rsidP="00AE4F1A">
      <w:r w:rsidRPr="00345713">
        <w:t xml:space="preserve">The total amount paid to the beneficiaries by the Commission may in no circumstances exceed the </w:t>
      </w:r>
      <w:r w:rsidRPr="00345713">
        <w:rPr>
          <w:i/>
        </w:rPr>
        <w:t>maximum amount</w:t>
      </w:r>
      <w:r w:rsidR="00D26A3D" w:rsidRPr="00345713">
        <w:rPr>
          <w:i/>
        </w:rPr>
        <w:t xml:space="preserve"> of the grant</w:t>
      </w:r>
      <w:r w:rsidRPr="00345713">
        <w:t>.</w:t>
      </w:r>
    </w:p>
    <w:p w14:paraId="73002767" w14:textId="77777777" w:rsidR="006132E7" w:rsidRDefault="0010237A" w:rsidP="00AE4F1A">
      <w:r w:rsidRPr="00345713">
        <w:t>If</w:t>
      </w:r>
      <w:r w:rsidR="00171637" w:rsidRPr="00345713">
        <w:t xml:space="preserve"> the amount </w:t>
      </w:r>
      <w:r w:rsidRPr="00345713">
        <w:t>obtained following Step 1</w:t>
      </w:r>
      <w:r w:rsidR="005835C4" w:rsidRPr="00345713">
        <w:t xml:space="preserve"> </w:t>
      </w:r>
      <w:r w:rsidRPr="00345713">
        <w:t xml:space="preserve">is higher than </w:t>
      </w:r>
      <w:r w:rsidR="00171637" w:rsidRPr="00345713">
        <w:t xml:space="preserve">this maximum amount, the final amount of the grant </w:t>
      </w:r>
      <w:r w:rsidR="00DE7564" w:rsidRPr="00345713">
        <w:t>is</w:t>
      </w:r>
      <w:r w:rsidR="00171637" w:rsidRPr="00345713">
        <w:t xml:space="preserve"> limited to the </w:t>
      </w:r>
      <w:r w:rsidRPr="00375109">
        <w:t>latter</w:t>
      </w:r>
      <w:r w:rsidR="00171637" w:rsidRPr="00375109">
        <w:t>.</w:t>
      </w:r>
      <w:r w:rsidR="007C0EC9" w:rsidRPr="00470388">
        <w:t xml:space="preserve"> </w:t>
      </w:r>
    </w:p>
    <w:p w14:paraId="78AD0A33" w14:textId="2CD37731" w:rsidR="007C0EC9" w:rsidRPr="00345713" w:rsidRDefault="007C0EC9" w:rsidP="006132E7">
      <w:r w:rsidRPr="006132E7">
        <w:t xml:space="preserve">If volunteers' work is declared as part of direct eligible costs, the final amount of the grant is limited to the amount of total eligible costs </w:t>
      </w:r>
      <w:r w:rsidR="00DC6349">
        <w:t xml:space="preserve">and contributions </w:t>
      </w:r>
      <w:r w:rsidRPr="006132E7">
        <w:t>approved by the Commission minus the amount of volunteers' work</w:t>
      </w:r>
      <w:r w:rsidR="00221E54" w:rsidRPr="006132E7">
        <w:t xml:space="preserve"> approved by the Commission</w:t>
      </w:r>
      <w:r w:rsidRPr="006132E7">
        <w:t>.</w:t>
      </w:r>
    </w:p>
    <w:p w14:paraId="78AD0A34" w14:textId="77777777" w:rsidR="00171637" w:rsidRPr="00345713" w:rsidRDefault="00171637" w:rsidP="00F91F23">
      <w:pPr>
        <w:pStyle w:val="Heading3"/>
        <w:ind w:left="993" w:hanging="993"/>
        <w:jc w:val="both"/>
      </w:pPr>
      <w:bookmarkStart w:id="125" w:name="_Toc441250875"/>
      <w:bookmarkStart w:id="126" w:name="_Toc530496969"/>
      <w:r w:rsidRPr="00345713">
        <w:t>II.25.3</w:t>
      </w:r>
      <w:r w:rsidRPr="00345713">
        <w:tab/>
      </w:r>
      <w:r w:rsidR="0010237A" w:rsidRPr="00345713">
        <w:t xml:space="preserve">Step 3 </w:t>
      </w:r>
      <w:r w:rsidR="00345713">
        <w:rPr>
          <w:rFonts w:hint="eastAsia"/>
        </w:rPr>
        <w:t>—</w:t>
      </w:r>
      <w:r w:rsidR="0010237A" w:rsidRPr="00345713">
        <w:t xml:space="preserve"> Reduction due to the no-profit rule</w:t>
      </w:r>
      <w:bookmarkEnd w:id="125"/>
      <w:bookmarkEnd w:id="126"/>
    </w:p>
    <w:p w14:paraId="78AD0A35" w14:textId="77777777" w:rsidR="00600EBA" w:rsidRPr="00345713" w:rsidRDefault="00171637" w:rsidP="00DA09E4">
      <w:r w:rsidRPr="00345713">
        <w:t xml:space="preserve">The grant may not produce a profit for the beneficiaries, unless specified otherwise in the </w:t>
      </w:r>
      <w:r w:rsidR="00952E98" w:rsidRPr="00345713">
        <w:t>Special Conditions</w:t>
      </w:r>
      <w:r w:rsidRPr="00345713">
        <w:t>.</w:t>
      </w:r>
    </w:p>
    <w:p w14:paraId="78AD0A36" w14:textId="77777777" w:rsidR="00527AC6" w:rsidRDefault="00527AC6" w:rsidP="002740CE">
      <w:r>
        <w:t>The profit must be calculated as follows:</w:t>
      </w:r>
    </w:p>
    <w:p w14:paraId="78AD0A37" w14:textId="77777777" w:rsidR="00527AC6" w:rsidRPr="00E77870" w:rsidRDefault="00527AC6" w:rsidP="00527AC6">
      <w:pPr>
        <w:ind w:left="709" w:hanging="709"/>
      </w:pPr>
      <w:r>
        <w:t>(a)</w:t>
      </w:r>
      <w:r>
        <w:tab/>
        <w:t>calculate the surplus of the total receipts of the action</w:t>
      </w:r>
      <w:r w:rsidRPr="00527AC6">
        <w:t xml:space="preserve">, over the total eligible costs of </w:t>
      </w:r>
      <w:r w:rsidRPr="00E77870">
        <w:t>the action, as follows:</w:t>
      </w:r>
    </w:p>
    <w:p w14:paraId="78AD0A38" w14:textId="77777777" w:rsidR="00851C56" w:rsidRDefault="00851C56" w:rsidP="006D17C1">
      <w:pPr>
        <w:ind w:left="993" w:hanging="284"/>
      </w:pPr>
      <w:r w:rsidRPr="006D17C1">
        <w:t>{</w:t>
      </w:r>
      <w:r w:rsidR="00C526A0">
        <w:tab/>
      </w:r>
      <w:r w:rsidRPr="00E77870">
        <w:t xml:space="preserve">receipts of the action </w:t>
      </w:r>
    </w:p>
    <w:p w14:paraId="78AD0A39" w14:textId="77777777" w:rsidR="00851C56" w:rsidRPr="00E77870" w:rsidRDefault="00851C56" w:rsidP="006D17C1">
      <w:pPr>
        <w:ind w:left="1418" w:hanging="425"/>
      </w:pPr>
      <w:r w:rsidRPr="00E77870">
        <w:t xml:space="preserve">minus </w:t>
      </w:r>
    </w:p>
    <w:p w14:paraId="78AD0A3A" w14:textId="77777777" w:rsidR="00851C56" w:rsidRDefault="00A3284C" w:rsidP="006D17C1">
      <w:pPr>
        <w:ind w:left="993"/>
      </w:pPr>
      <w:r w:rsidRPr="00345713">
        <w:t xml:space="preserve">consolidated total eligible costs </w:t>
      </w:r>
      <w:r>
        <w:t xml:space="preserve">and contributions </w:t>
      </w:r>
      <w:r w:rsidRPr="00345713">
        <w:t xml:space="preserve">approved by the Commission </w:t>
      </w:r>
      <w:r>
        <w:t xml:space="preserve">corresponding to </w:t>
      </w:r>
      <w:r w:rsidR="007E680F" w:rsidRPr="006D17C1">
        <w:t xml:space="preserve">the amounts determined in accordance </w:t>
      </w:r>
      <w:r w:rsidR="00206806" w:rsidRPr="00E77870">
        <w:t xml:space="preserve">with Article </w:t>
      </w:r>
      <w:r w:rsidR="00E77870" w:rsidRPr="006D17C1">
        <w:t>II.25.1</w:t>
      </w:r>
      <w:r w:rsidR="00C526A0">
        <w:tab/>
      </w:r>
      <w:r w:rsidR="00851C56" w:rsidRPr="00E77870">
        <w:t>}</w:t>
      </w:r>
    </w:p>
    <w:p w14:paraId="78AD0A3B" w14:textId="77777777" w:rsidR="00851C56" w:rsidRDefault="00851C56" w:rsidP="00527AC6">
      <w:pPr>
        <w:ind w:left="709" w:hanging="709"/>
      </w:pPr>
      <w:r>
        <w:t>The receipts</w:t>
      </w:r>
      <w:r w:rsidR="00206806">
        <w:t xml:space="preserve"> of the action</w:t>
      </w:r>
      <w:r>
        <w:t xml:space="preserve"> are calculated as follows</w:t>
      </w:r>
      <w:r w:rsidR="00AA2BE2">
        <w:t>:</w:t>
      </w:r>
    </w:p>
    <w:p w14:paraId="78AD0A3C" w14:textId="77777777" w:rsidR="00527AC6" w:rsidRPr="00E77870" w:rsidRDefault="00527AC6" w:rsidP="0047767D">
      <w:pPr>
        <w:ind w:left="709" w:hanging="283"/>
      </w:pPr>
      <w:r w:rsidRPr="00E77870">
        <w:t>{</w:t>
      </w:r>
      <w:r w:rsidR="0047767D" w:rsidRPr="00E77870">
        <w:tab/>
      </w:r>
      <w:r w:rsidR="00CA684B">
        <w:t>the</w:t>
      </w:r>
      <w:r w:rsidR="004E2F45">
        <w:t xml:space="preserve"> </w:t>
      </w:r>
      <w:r w:rsidR="0029554E">
        <w:t>revenue</w:t>
      </w:r>
      <w:r w:rsidRPr="00E77870">
        <w:t xml:space="preserve"> generated by the </w:t>
      </w:r>
      <w:r w:rsidRPr="006D17C1">
        <w:rPr>
          <w:i/>
        </w:rPr>
        <w:t>action</w:t>
      </w:r>
      <w:r w:rsidR="00CA684B" w:rsidRPr="00CA684B">
        <w:t xml:space="preserve"> </w:t>
      </w:r>
      <w:r w:rsidR="00CA684B" w:rsidRPr="00905A1E">
        <w:t>for beneficiaries and affiliated entities other than non-profit organisations</w:t>
      </w:r>
    </w:p>
    <w:p w14:paraId="78AD0A3D" w14:textId="77777777" w:rsidR="00527AC6" w:rsidRPr="00E77870" w:rsidRDefault="00527AC6" w:rsidP="00527AC6">
      <w:pPr>
        <w:ind w:left="709"/>
      </w:pPr>
      <w:r w:rsidRPr="00E77870">
        <w:t xml:space="preserve">plus </w:t>
      </w:r>
    </w:p>
    <w:p w14:paraId="78AD0A3E" w14:textId="77777777" w:rsidR="00CA684B" w:rsidRDefault="00527AC6" w:rsidP="006D17C1">
      <w:pPr>
        <w:tabs>
          <w:tab w:val="left" w:pos="5387"/>
        </w:tabs>
        <w:ind w:left="709"/>
      </w:pPr>
      <w:r w:rsidRPr="00E77870">
        <w:t>the amount obtained following Steps 1 and 2</w:t>
      </w:r>
      <w:r w:rsidR="00C526A0">
        <w:tab/>
      </w:r>
      <w:r>
        <w:t>}</w:t>
      </w:r>
    </w:p>
    <w:p w14:paraId="78AD0A3F" w14:textId="77777777" w:rsidR="00870A1D" w:rsidRPr="00345713" w:rsidRDefault="00102EE4">
      <w:pPr>
        <w:ind w:left="709"/>
      </w:pPr>
      <w:r>
        <w:t>where t</w:t>
      </w:r>
      <w:r w:rsidR="00171637" w:rsidRPr="00345713">
        <w:t xml:space="preserve">he </w:t>
      </w:r>
      <w:r w:rsidR="0029554E">
        <w:t>revenue</w:t>
      </w:r>
      <w:r w:rsidR="004E2F45">
        <w:t xml:space="preserve"> generated by</w:t>
      </w:r>
      <w:r w:rsidR="00870A1D" w:rsidRPr="00345713">
        <w:t xml:space="preserve"> the </w:t>
      </w:r>
      <w:r w:rsidR="00F648C4" w:rsidRPr="001C5C0A">
        <w:rPr>
          <w:i/>
        </w:rPr>
        <w:t>action</w:t>
      </w:r>
      <w:r w:rsidR="00870A1D" w:rsidRPr="00345713">
        <w:t xml:space="preserve"> </w:t>
      </w:r>
      <w:r w:rsidR="004E2F45">
        <w:t>is</w:t>
      </w:r>
      <w:r w:rsidR="00171637" w:rsidRPr="00345713">
        <w:t xml:space="preserve"> the consolidated </w:t>
      </w:r>
      <w:r w:rsidR="0029554E">
        <w:t>revenue</w:t>
      </w:r>
      <w:r w:rsidR="004E2F45">
        <w:t xml:space="preserve"> </w:t>
      </w:r>
      <w:r w:rsidR="00171637" w:rsidRPr="00345713">
        <w:t xml:space="preserve">established, generated or confirmed </w:t>
      </w:r>
      <w:r w:rsidR="00CA684B" w:rsidRPr="00905A1E">
        <w:t>for beneficiaries and affiliated entities other than non-profit organisations</w:t>
      </w:r>
      <w:r w:rsidR="00CA684B" w:rsidRPr="00CA684B">
        <w:t xml:space="preserve"> </w:t>
      </w:r>
      <w:r w:rsidR="00171637" w:rsidRPr="00345713">
        <w:t>on the date on which the request for payment of the balance</w:t>
      </w:r>
      <w:r w:rsidR="00280E3B" w:rsidRPr="00345713">
        <w:t xml:space="preserve"> </w:t>
      </w:r>
      <w:r w:rsidR="00171637" w:rsidRPr="00345713">
        <w:t>is drawn up by the coordinator</w:t>
      </w:r>
      <w:r w:rsidR="00870A1D" w:rsidRPr="00345713">
        <w:t>.</w:t>
      </w:r>
    </w:p>
    <w:p w14:paraId="78AD0A40" w14:textId="77777777" w:rsidR="00642ADC" w:rsidRPr="00654F72" w:rsidRDefault="00600EBA" w:rsidP="00102EE4">
      <w:pPr>
        <w:rPr>
          <w:bCs/>
          <w:szCs w:val="24"/>
        </w:rPr>
      </w:pPr>
      <w:r>
        <w:t xml:space="preserve">In-kind and </w:t>
      </w:r>
      <w:r w:rsidRPr="00345713">
        <w:t>financial contributions by third parties</w:t>
      </w:r>
      <w:r w:rsidRPr="001C5C0A">
        <w:rPr>
          <w:bCs/>
          <w:szCs w:val="24"/>
        </w:rPr>
        <w:t xml:space="preserve"> </w:t>
      </w:r>
      <w:r w:rsidR="00DE7564" w:rsidRPr="00654F72">
        <w:rPr>
          <w:bCs/>
          <w:szCs w:val="24"/>
        </w:rPr>
        <w:t xml:space="preserve">are </w:t>
      </w:r>
      <w:r w:rsidR="00642ADC" w:rsidRPr="00527AC6">
        <w:t>not</w:t>
      </w:r>
      <w:r w:rsidR="00642ADC" w:rsidRPr="001C5C0A">
        <w:rPr>
          <w:bCs/>
          <w:szCs w:val="24"/>
        </w:rPr>
        <w:t xml:space="preserve"> considered receipts</w:t>
      </w:r>
      <w:r w:rsidRPr="00654F72">
        <w:rPr>
          <w:bCs/>
          <w:szCs w:val="24"/>
        </w:rPr>
        <w:t>.</w:t>
      </w:r>
    </w:p>
    <w:p w14:paraId="78AD0A41" w14:textId="77777777" w:rsidR="00600EBA" w:rsidRDefault="00C3663A" w:rsidP="00102EE4">
      <w:pPr>
        <w:ind w:left="709" w:hanging="709"/>
      </w:pPr>
      <w:r>
        <w:t>(b)</w:t>
      </w:r>
      <w:r w:rsidR="00C526A0">
        <w:tab/>
      </w:r>
      <w:r w:rsidR="00A655B5" w:rsidRPr="00585AD0">
        <w:t>I</w:t>
      </w:r>
      <w:r w:rsidR="00A655B5">
        <w:t xml:space="preserve">f the </w:t>
      </w:r>
      <w:r w:rsidR="00805559">
        <w:t xml:space="preserve">amount calculated under point </w:t>
      </w:r>
      <w:r w:rsidR="00A655B5">
        <w:t>(</w:t>
      </w:r>
      <w:r>
        <w:t>a</w:t>
      </w:r>
      <w:r w:rsidR="00A655B5">
        <w:t xml:space="preserve">) is positive, </w:t>
      </w:r>
      <w:r w:rsidR="00805559">
        <w:t>this amount</w:t>
      </w:r>
      <w:r w:rsidR="00A655B5">
        <w:t xml:space="preserve"> will be deducted</w:t>
      </w:r>
      <w:r w:rsidR="00A655B5" w:rsidRPr="00A655B5">
        <w:t xml:space="preserve"> </w:t>
      </w:r>
      <w:r w:rsidR="004179EB">
        <w:t xml:space="preserve">from the amount </w:t>
      </w:r>
      <w:r w:rsidR="004179EB" w:rsidRPr="004179EB">
        <w:t>cal</w:t>
      </w:r>
      <w:r w:rsidR="004179EB">
        <w:t xml:space="preserve">culated following Steps 1 and 2, </w:t>
      </w:r>
      <w:r w:rsidR="00A655B5" w:rsidRPr="00A655B5">
        <w:t xml:space="preserve">in proportion to the final rate of reimbursement of the actual eligible costs of the </w:t>
      </w:r>
      <w:r w:rsidR="00A655B5" w:rsidRPr="004179EB">
        <w:rPr>
          <w:i/>
        </w:rPr>
        <w:t>action</w:t>
      </w:r>
      <w:r w:rsidR="00A655B5" w:rsidRPr="00A655B5">
        <w:t xml:space="preserve"> approved by the Commission for the categories of costs ref</w:t>
      </w:r>
      <w:r w:rsidR="004179EB">
        <w:t>erred to in Article I.3.2(a)(i)</w:t>
      </w:r>
      <w:r w:rsidR="00A655B5" w:rsidRPr="00A655B5">
        <w:t>.</w:t>
      </w:r>
    </w:p>
    <w:p w14:paraId="78AD0A42" w14:textId="77777777" w:rsidR="00171637" w:rsidRPr="00345713" w:rsidRDefault="00171637" w:rsidP="009D282C">
      <w:pPr>
        <w:pStyle w:val="Heading3"/>
        <w:ind w:left="993" w:hanging="993"/>
        <w:jc w:val="both"/>
      </w:pPr>
      <w:bookmarkStart w:id="127" w:name="_Toc441250876"/>
      <w:bookmarkStart w:id="128" w:name="_Toc530496970"/>
      <w:r w:rsidRPr="00345713">
        <w:t>II.25.4</w:t>
      </w:r>
      <w:r w:rsidR="00C84293">
        <w:tab/>
      </w:r>
      <w:r w:rsidR="00382050" w:rsidRPr="00345713">
        <w:t xml:space="preserve">Step 4 </w:t>
      </w:r>
      <w:r w:rsidR="00345713">
        <w:rPr>
          <w:rFonts w:hint="eastAsia"/>
        </w:rPr>
        <w:t>—</w:t>
      </w:r>
      <w:r w:rsidR="00382050" w:rsidRPr="00345713">
        <w:t xml:space="preserve"> </w:t>
      </w:r>
      <w:r w:rsidRPr="00345713">
        <w:t xml:space="preserve">Reduction </w:t>
      </w:r>
      <w:r w:rsidR="00382050" w:rsidRPr="00345713">
        <w:t xml:space="preserve">due to improper implementation or </w:t>
      </w:r>
      <w:r w:rsidR="00203E5B" w:rsidRPr="00345713">
        <w:t xml:space="preserve">breach of </w:t>
      </w:r>
      <w:r w:rsidR="00382050" w:rsidRPr="00345713">
        <w:t xml:space="preserve">other </w:t>
      </w:r>
      <w:r w:rsidR="00203E5B" w:rsidRPr="00345713">
        <w:t>obligations</w:t>
      </w:r>
      <w:bookmarkEnd w:id="127"/>
      <w:bookmarkEnd w:id="128"/>
    </w:p>
    <w:p w14:paraId="78AD0A43" w14:textId="2830C527" w:rsidR="00203E5B" w:rsidRPr="00345713" w:rsidRDefault="00FB7BFF" w:rsidP="00770E86">
      <w:r w:rsidRPr="00345713">
        <w:t xml:space="preserve">The Commission may reduce the </w:t>
      </w:r>
      <w:r w:rsidRPr="00345713">
        <w:rPr>
          <w:i/>
        </w:rPr>
        <w:t>maximum amount of the grant</w:t>
      </w:r>
      <w:r w:rsidRPr="00345713">
        <w:t xml:space="preserve"> if </w:t>
      </w:r>
      <w:r w:rsidR="00171637" w:rsidRPr="00345713">
        <w:t xml:space="preserve">the </w:t>
      </w:r>
      <w:r w:rsidR="00F648C4" w:rsidRPr="00345713">
        <w:rPr>
          <w:i/>
        </w:rPr>
        <w:t>action</w:t>
      </w:r>
      <w:r w:rsidR="00171637" w:rsidRPr="00345713">
        <w:t xml:space="preserve"> </w:t>
      </w:r>
      <w:r w:rsidRPr="00345713">
        <w:t xml:space="preserve">has not been implemented properly as described in </w:t>
      </w:r>
      <w:r w:rsidRPr="00AD5749">
        <w:t>Annex I</w:t>
      </w:r>
      <w:r w:rsidR="009141E3">
        <w:t>I</w:t>
      </w:r>
      <w:r w:rsidRPr="00AD5749">
        <w:t xml:space="preserve"> (i.e. </w:t>
      </w:r>
      <w:r w:rsidR="00977EBB" w:rsidRPr="00AD5749">
        <w:t xml:space="preserve">if it </w:t>
      </w:r>
      <w:r w:rsidRPr="00AD5749">
        <w:t xml:space="preserve">has </w:t>
      </w:r>
      <w:r w:rsidR="00171637" w:rsidRPr="00AD5749">
        <w:t xml:space="preserve">not </w:t>
      </w:r>
      <w:r w:rsidR="00680447" w:rsidRPr="00AD5749">
        <w:t xml:space="preserve">been </w:t>
      </w:r>
      <w:r w:rsidR="00171637" w:rsidRPr="00AD5749">
        <w:t xml:space="preserve">implemented or </w:t>
      </w:r>
      <w:r w:rsidRPr="00AD5749">
        <w:t xml:space="preserve">has been </w:t>
      </w:r>
      <w:r w:rsidR="00171637" w:rsidRPr="00AD5749">
        <w:t>implemented poorly, partially or late</w:t>
      </w:r>
      <w:r w:rsidRPr="00AD5749">
        <w:t>)</w:t>
      </w:r>
      <w:r w:rsidR="00171637" w:rsidRPr="00D37301">
        <w:t xml:space="preserve">, </w:t>
      </w:r>
      <w:r w:rsidR="00203E5B" w:rsidRPr="00D37301">
        <w:t>or</w:t>
      </w:r>
      <w:r w:rsidR="00203E5B" w:rsidRPr="00345713">
        <w:t xml:space="preserve"> if another obligation under the Agreement has been breached</w:t>
      </w:r>
      <w:r w:rsidR="007B1C10" w:rsidRPr="00345713">
        <w:t>.</w:t>
      </w:r>
    </w:p>
    <w:p w14:paraId="78AD0A44" w14:textId="77777777" w:rsidR="007B1C10" w:rsidRPr="00345713" w:rsidRDefault="007B1C10" w:rsidP="00770E86">
      <w:r w:rsidRPr="00345713">
        <w:t xml:space="preserve">The amount of the reduction will be proportionate to the </w:t>
      </w:r>
      <w:r w:rsidR="00095423">
        <w:t xml:space="preserve">degree to which </w:t>
      </w:r>
      <w:r w:rsidRPr="00345713">
        <w:t xml:space="preserve">the </w:t>
      </w:r>
      <w:r w:rsidR="00F648C4" w:rsidRPr="00345713">
        <w:rPr>
          <w:i/>
        </w:rPr>
        <w:t>action</w:t>
      </w:r>
      <w:r w:rsidRPr="00345713">
        <w:t xml:space="preserve"> </w:t>
      </w:r>
      <w:r w:rsidR="00095423">
        <w:t xml:space="preserve">has been </w:t>
      </w:r>
      <w:r w:rsidR="00095423" w:rsidRPr="00345713">
        <w:t>implement</w:t>
      </w:r>
      <w:r w:rsidR="00095423">
        <w:t>ed</w:t>
      </w:r>
      <w:r w:rsidR="00095423" w:rsidRPr="00345713">
        <w:t xml:space="preserve"> improper</w:t>
      </w:r>
      <w:r w:rsidR="00095423">
        <w:t>ly</w:t>
      </w:r>
      <w:r w:rsidR="00095423" w:rsidRPr="00345713">
        <w:t xml:space="preserve"> </w:t>
      </w:r>
      <w:r w:rsidRPr="00345713">
        <w:t>or to the seriousness of the breach.</w:t>
      </w:r>
    </w:p>
    <w:p w14:paraId="78AD0A45" w14:textId="77777777" w:rsidR="007B1C10" w:rsidRPr="00345713" w:rsidRDefault="007B1C10" w:rsidP="00770E86">
      <w:r w:rsidRPr="00345713">
        <w:t xml:space="preserve">Before </w:t>
      </w:r>
      <w:r w:rsidR="00095423">
        <w:t xml:space="preserve">the Commission </w:t>
      </w:r>
      <w:r w:rsidRPr="00345713">
        <w:t>reduc</w:t>
      </w:r>
      <w:r w:rsidR="00095423">
        <w:t>es</w:t>
      </w:r>
      <w:r w:rsidRPr="00345713">
        <w:t xml:space="preserve"> the grant, </w:t>
      </w:r>
      <w:r w:rsidR="00095423">
        <w:t>it</w:t>
      </w:r>
      <w:r w:rsidRPr="00345713">
        <w:t xml:space="preserve"> </w:t>
      </w:r>
      <w:r w:rsidR="002212A1" w:rsidRPr="00345713">
        <w:t>must</w:t>
      </w:r>
      <w:r w:rsidRPr="00345713">
        <w:t xml:space="preserve"> </w:t>
      </w:r>
      <w:r w:rsidR="007F28FF" w:rsidRPr="00345713">
        <w:t xml:space="preserve">send a </w:t>
      </w:r>
      <w:r w:rsidRPr="00345713">
        <w:rPr>
          <w:i/>
        </w:rPr>
        <w:t>formal notif</w:t>
      </w:r>
      <w:r w:rsidR="007F28FF" w:rsidRPr="00345713">
        <w:rPr>
          <w:i/>
        </w:rPr>
        <w:t>ication</w:t>
      </w:r>
      <w:r w:rsidRPr="00345713">
        <w:t xml:space="preserve"> </w:t>
      </w:r>
      <w:r w:rsidR="007F28FF" w:rsidRPr="00345713">
        <w:t xml:space="preserve">to </w:t>
      </w:r>
      <w:r w:rsidRPr="00345713">
        <w:t>the coordinator:</w:t>
      </w:r>
    </w:p>
    <w:p w14:paraId="78AD0A46" w14:textId="77777777" w:rsidR="001B2B82" w:rsidRPr="00345713" w:rsidRDefault="007B1C10" w:rsidP="003A2A37">
      <w:pPr>
        <w:numPr>
          <w:ilvl w:val="0"/>
          <w:numId w:val="59"/>
        </w:numPr>
      </w:pPr>
      <w:r w:rsidRPr="00345713">
        <w:t>informing it of</w:t>
      </w:r>
      <w:r w:rsidR="001B2B82" w:rsidRPr="00345713">
        <w:t>:</w:t>
      </w:r>
    </w:p>
    <w:p w14:paraId="78AD0A47" w14:textId="77777777" w:rsidR="001B2B82" w:rsidRPr="00345713" w:rsidRDefault="007B1C10" w:rsidP="003A2A37">
      <w:pPr>
        <w:numPr>
          <w:ilvl w:val="0"/>
          <w:numId w:val="60"/>
        </w:numPr>
        <w:ind w:left="1276" w:hanging="567"/>
      </w:pPr>
      <w:r w:rsidRPr="00345713">
        <w:t xml:space="preserve">its intention to reduce the </w:t>
      </w:r>
      <w:r w:rsidR="00B57A3E" w:rsidRPr="00345713">
        <w:rPr>
          <w:i/>
        </w:rPr>
        <w:t xml:space="preserve">maximum amount of the </w:t>
      </w:r>
      <w:r w:rsidRPr="00345713">
        <w:rPr>
          <w:i/>
        </w:rPr>
        <w:t>grant</w:t>
      </w:r>
      <w:r w:rsidR="00095423">
        <w:t>;</w:t>
      </w:r>
    </w:p>
    <w:p w14:paraId="78AD0A48" w14:textId="77777777" w:rsidR="001B2B82" w:rsidRPr="00345713" w:rsidRDefault="007B1C10" w:rsidP="003A2A37">
      <w:pPr>
        <w:numPr>
          <w:ilvl w:val="0"/>
          <w:numId w:val="60"/>
        </w:numPr>
        <w:ind w:left="1276" w:hanging="567"/>
      </w:pPr>
      <w:r w:rsidRPr="00345713">
        <w:t>the</w:t>
      </w:r>
      <w:r w:rsidR="00680447" w:rsidRPr="00345713">
        <w:t xml:space="preserve"> amount </w:t>
      </w:r>
      <w:r w:rsidR="00095423">
        <w:t xml:space="preserve">by which </w:t>
      </w:r>
      <w:r w:rsidR="00680447" w:rsidRPr="00345713">
        <w:t>it intends to reduce</w:t>
      </w:r>
      <w:r w:rsidR="00095423">
        <w:t xml:space="preserve"> the grant;</w:t>
      </w:r>
    </w:p>
    <w:p w14:paraId="78AD0A49" w14:textId="77777777" w:rsidR="007B1C10" w:rsidRPr="00345713" w:rsidRDefault="007B1C10" w:rsidP="003A2A37">
      <w:pPr>
        <w:numPr>
          <w:ilvl w:val="0"/>
          <w:numId w:val="60"/>
        </w:numPr>
        <w:ind w:left="1276" w:hanging="567"/>
      </w:pPr>
      <w:r w:rsidRPr="00345713">
        <w:t xml:space="preserve">the reasons </w:t>
      </w:r>
      <w:r w:rsidR="001B2B82" w:rsidRPr="00345713">
        <w:t>for reduction;</w:t>
      </w:r>
    </w:p>
    <w:p w14:paraId="78AD0A4A" w14:textId="77777777" w:rsidR="007B1C10" w:rsidRPr="00345713" w:rsidRDefault="001B2B82" w:rsidP="003A2A37">
      <w:pPr>
        <w:numPr>
          <w:ilvl w:val="0"/>
          <w:numId w:val="59"/>
        </w:numPr>
      </w:pPr>
      <w:r w:rsidRPr="00345713">
        <w:t xml:space="preserve"> </w:t>
      </w:r>
      <w:r w:rsidR="007B1C10" w:rsidRPr="00345713">
        <w:t xml:space="preserve">inviting it to submit observations within 30 </w:t>
      </w:r>
      <w:r w:rsidR="000F64DB" w:rsidRPr="00345713">
        <w:t xml:space="preserve">calendar </w:t>
      </w:r>
      <w:r w:rsidR="007B1C10" w:rsidRPr="00345713">
        <w:t xml:space="preserve">days of receiving </w:t>
      </w:r>
      <w:r w:rsidR="007F28FF" w:rsidRPr="00345713">
        <w:t xml:space="preserve">the formal </w:t>
      </w:r>
      <w:r w:rsidR="007B1C10" w:rsidRPr="00345713">
        <w:t>notification.</w:t>
      </w:r>
    </w:p>
    <w:p w14:paraId="78AD0A4B" w14:textId="77777777" w:rsidR="00203E5B" w:rsidRPr="00345713" w:rsidRDefault="007B1C10" w:rsidP="00770E86">
      <w:r w:rsidRPr="00345713">
        <w:t xml:space="preserve">If the </w:t>
      </w:r>
      <w:r w:rsidR="00AC1AB8" w:rsidRPr="00345713">
        <w:t>C</w:t>
      </w:r>
      <w:r w:rsidRPr="00345713">
        <w:t xml:space="preserve">ommission does not receive any observations or decides to pursue reduction despite the observations it has received, it will </w:t>
      </w:r>
      <w:r w:rsidR="007F28FF" w:rsidRPr="00345713">
        <w:t xml:space="preserve">send a </w:t>
      </w:r>
      <w:r w:rsidRPr="00345713">
        <w:rPr>
          <w:i/>
        </w:rPr>
        <w:t>formal notif</w:t>
      </w:r>
      <w:r w:rsidR="007F28FF" w:rsidRPr="00345713">
        <w:rPr>
          <w:i/>
        </w:rPr>
        <w:t>ication</w:t>
      </w:r>
      <w:r w:rsidR="007F28FF" w:rsidRPr="00345713">
        <w:t xml:space="preserve"> informing the coordinator </w:t>
      </w:r>
      <w:r w:rsidR="00680447" w:rsidRPr="00345713">
        <w:t>of its</w:t>
      </w:r>
      <w:r w:rsidR="008F6C99" w:rsidRPr="00345713">
        <w:t xml:space="preserve"> decision.</w:t>
      </w:r>
    </w:p>
    <w:p w14:paraId="78AD0A4C" w14:textId="77777777" w:rsidR="003461D7" w:rsidRPr="00345713" w:rsidRDefault="00382050" w:rsidP="00770E86">
      <w:pPr>
        <w:rPr>
          <w:rFonts w:eastAsia="Calibri"/>
          <w:lang w:eastAsia="en-US"/>
        </w:rPr>
      </w:pPr>
      <w:r w:rsidRPr="00345713">
        <w:t xml:space="preserve">If the grant is reduced, the </w:t>
      </w:r>
      <w:r w:rsidR="003461D7" w:rsidRPr="00345713">
        <w:t>Commission must</w:t>
      </w:r>
      <w:r w:rsidRPr="00345713">
        <w:t xml:space="preserve"> calculate the reduced grant amount</w:t>
      </w:r>
      <w:r w:rsidRPr="00345713">
        <w:rPr>
          <w:lang w:eastAsia="en-US"/>
        </w:rPr>
        <w:t xml:space="preserve"> by deducting the amount of the reduction (calculated in proportion to </w:t>
      </w:r>
      <w:r w:rsidRPr="00345713">
        <w:t xml:space="preserve">the improper implementation of the </w:t>
      </w:r>
      <w:r w:rsidR="00F648C4" w:rsidRPr="00345713">
        <w:rPr>
          <w:i/>
        </w:rPr>
        <w:t>action</w:t>
      </w:r>
      <w:r w:rsidRPr="00345713">
        <w:rPr>
          <w:lang w:eastAsia="en-US"/>
        </w:rPr>
        <w:t xml:space="preserve"> or to the seriousness of the </w:t>
      </w:r>
      <w:r w:rsidRPr="004D590E">
        <w:rPr>
          <w:i/>
          <w:lang w:eastAsia="en-US"/>
        </w:rPr>
        <w:t>breach of obligations</w:t>
      </w:r>
      <w:r w:rsidRPr="00345713">
        <w:rPr>
          <w:lang w:eastAsia="en-US"/>
        </w:rPr>
        <w:t xml:space="preserve">) from the </w:t>
      </w:r>
      <w:r w:rsidRPr="00345713">
        <w:rPr>
          <w:i/>
          <w:lang w:eastAsia="en-US"/>
        </w:rPr>
        <w:t>maximum amount</w:t>
      </w:r>
      <w:r w:rsidR="003461D7" w:rsidRPr="00345713">
        <w:rPr>
          <w:i/>
        </w:rPr>
        <w:t xml:space="preserve"> of the grant</w:t>
      </w:r>
      <w:r w:rsidR="00995AFD" w:rsidRPr="00345713">
        <w:rPr>
          <w:rFonts w:eastAsia="Calibri"/>
          <w:lang w:eastAsia="en-US"/>
        </w:rPr>
        <w:t>.</w:t>
      </w:r>
    </w:p>
    <w:p w14:paraId="78AD0A4D" w14:textId="77777777" w:rsidR="00382050" w:rsidRPr="00345713" w:rsidRDefault="00382050" w:rsidP="00770E86">
      <w:pPr>
        <w:rPr>
          <w:rFonts w:eastAsia="Calibri"/>
          <w:lang w:eastAsia="en-US"/>
        </w:rPr>
      </w:pPr>
      <w:r w:rsidRPr="00345713">
        <w:rPr>
          <w:rFonts w:eastAsia="Calibri"/>
          <w:lang w:eastAsia="en-US"/>
        </w:rPr>
        <w:t xml:space="preserve">The final amount </w:t>
      </w:r>
      <w:r w:rsidR="00B57A3E" w:rsidRPr="00345713">
        <w:t xml:space="preserve">of the grant </w:t>
      </w:r>
      <w:r w:rsidRPr="00345713">
        <w:rPr>
          <w:rFonts w:eastAsia="Calibri"/>
          <w:lang w:eastAsia="en-US"/>
        </w:rPr>
        <w:t>will be the lower of the following two:</w:t>
      </w:r>
    </w:p>
    <w:p w14:paraId="78AD0A4E" w14:textId="77777777" w:rsidR="00382050" w:rsidRPr="00345713" w:rsidRDefault="00382050" w:rsidP="003A2A37">
      <w:pPr>
        <w:numPr>
          <w:ilvl w:val="0"/>
          <w:numId w:val="61"/>
        </w:numPr>
        <w:rPr>
          <w:rFonts w:eastAsia="Calibri"/>
          <w:lang w:eastAsia="en-US"/>
        </w:rPr>
      </w:pPr>
      <w:r w:rsidRPr="00345713">
        <w:rPr>
          <w:rFonts w:eastAsia="Calibri"/>
          <w:lang w:eastAsia="en-US"/>
        </w:rPr>
        <w:t>the amount obtained following Steps 1 to 3</w:t>
      </w:r>
      <w:r w:rsidR="001B6D68">
        <w:rPr>
          <w:rFonts w:eastAsia="Calibri"/>
          <w:lang w:eastAsia="en-US"/>
        </w:rPr>
        <w:t>;</w:t>
      </w:r>
      <w:r w:rsidRPr="00345713">
        <w:rPr>
          <w:rFonts w:eastAsia="Calibri"/>
          <w:lang w:eastAsia="en-US"/>
        </w:rPr>
        <w:t xml:space="preserve"> or</w:t>
      </w:r>
    </w:p>
    <w:p w14:paraId="78AD0A4F" w14:textId="77777777" w:rsidR="00382050" w:rsidRPr="00345713" w:rsidRDefault="00382050" w:rsidP="003A2A37">
      <w:pPr>
        <w:numPr>
          <w:ilvl w:val="0"/>
          <w:numId w:val="61"/>
        </w:numPr>
        <w:rPr>
          <w:rFonts w:eastAsia="Calibri"/>
          <w:lang w:eastAsia="en-US"/>
        </w:rPr>
      </w:pPr>
      <w:r w:rsidRPr="00345713">
        <w:rPr>
          <w:rFonts w:eastAsia="Calibri"/>
          <w:lang w:eastAsia="en-US"/>
        </w:rPr>
        <w:t>the reduced grant amount following Step 4.</w:t>
      </w:r>
    </w:p>
    <w:p w14:paraId="78AD0A50" w14:textId="77777777" w:rsidR="00171637" w:rsidRPr="00345713" w:rsidRDefault="000A4F91" w:rsidP="00770E86">
      <w:pPr>
        <w:pStyle w:val="Heading2"/>
      </w:pPr>
      <w:bookmarkStart w:id="129" w:name="_Toc441250877"/>
      <w:bookmarkStart w:id="130" w:name="_Toc530496971"/>
      <w:r w:rsidRPr="00345713">
        <w:t xml:space="preserve">Article </w:t>
      </w:r>
      <w:r w:rsidR="00171637" w:rsidRPr="00345713">
        <w:t>II.</w:t>
      </w:r>
      <w:r w:rsidR="00F655E9" w:rsidRPr="00345713">
        <w:t xml:space="preserve">26 </w:t>
      </w:r>
      <w:r w:rsidR="00345713">
        <w:rPr>
          <w:rFonts w:hint="eastAsia"/>
        </w:rPr>
        <w:t>—</w:t>
      </w:r>
      <w:r w:rsidR="00171637" w:rsidRPr="00345713">
        <w:t xml:space="preserve"> R</w:t>
      </w:r>
      <w:r w:rsidR="00770E86" w:rsidRPr="00345713">
        <w:t>ecovery</w:t>
      </w:r>
      <w:bookmarkEnd w:id="129"/>
      <w:bookmarkEnd w:id="130"/>
    </w:p>
    <w:p w14:paraId="78AD0A51" w14:textId="77777777" w:rsidR="00A60B44" w:rsidRPr="00345713" w:rsidRDefault="00171637" w:rsidP="007F5C0C">
      <w:pPr>
        <w:pStyle w:val="Heading3"/>
        <w:tabs>
          <w:tab w:val="left" w:pos="851"/>
        </w:tabs>
      </w:pPr>
      <w:bookmarkStart w:id="131" w:name="_Toc441250878"/>
      <w:bookmarkStart w:id="132" w:name="_Toc530496972"/>
      <w:r w:rsidRPr="00345713">
        <w:t>II.</w:t>
      </w:r>
      <w:r w:rsidR="00F655E9" w:rsidRPr="00345713">
        <w:t>26</w:t>
      </w:r>
      <w:r w:rsidRPr="00345713">
        <w:t>.1</w:t>
      </w:r>
      <w:r w:rsidRPr="00345713">
        <w:tab/>
      </w:r>
      <w:r w:rsidR="00A60B44" w:rsidRPr="00345713">
        <w:t>Recovery at the time of payment of the balance</w:t>
      </w:r>
      <w:bookmarkEnd w:id="131"/>
      <w:bookmarkEnd w:id="132"/>
    </w:p>
    <w:p w14:paraId="78AD0A52" w14:textId="77777777" w:rsidR="009B5301" w:rsidRPr="00345713" w:rsidRDefault="009B5301" w:rsidP="00770E86">
      <w:r w:rsidRPr="00345713">
        <w:t xml:space="preserve">Where the payment of the balance takes the form of a recovery, the coordinator </w:t>
      </w:r>
      <w:r w:rsidR="002212A1" w:rsidRPr="00345713">
        <w:t>must</w:t>
      </w:r>
      <w:r w:rsidRPr="00345713">
        <w:t xml:space="preserve"> repay the Commission the amount in question, even if </w:t>
      </w:r>
      <w:r w:rsidR="00CD18E9" w:rsidRPr="00345713">
        <w:t>it</w:t>
      </w:r>
      <w:r w:rsidRPr="00345713">
        <w:t xml:space="preserve"> </w:t>
      </w:r>
      <w:r w:rsidR="0011314B">
        <w:t>was</w:t>
      </w:r>
      <w:r w:rsidR="0011314B" w:rsidRPr="00345713">
        <w:t xml:space="preserve"> </w:t>
      </w:r>
      <w:r w:rsidRPr="00345713">
        <w:t>not the final recipient of the amount due.</w:t>
      </w:r>
    </w:p>
    <w:p w14:paraId="78AD0A53" w14:textId="77777777" w:rsidR="00A60B44" w:rsidRPr="00345713" w:rsidRDefault="00A60B44" w:rsidP="007F5C0C">
      <w:pPr>
        <w:pStyle w:val="Heading3"/>
        <w:tabs>
          <w:tab w:val="left" w:pos="851"/>
        </w:tabs>
      </w:pPr>
      <w:bookmarkStart w:id="133" w:name="_Toc441250879"/>
      <w:bookmarkStart w:id="134" w:name="_Toc530496973"/>
      <w:r w:rsidRPr="00345713">
        <w:t>II.2</w:t>
      </w:r>
      <w:r w:rsidR="00F655E9" w:rsidRPr="00345713">
        <w:t>6</w:t>
      </w:r>
      <w:r w:rsidRPr="00345713">
        <w:t>.2</w:t>
      </w:r>
      <w:r w:rsidRPr="00345713">
        <w:tab/>
        <w:t>Recovery after payment of the balance</w:t>
      </w:r>
      <w:bookmarkEnd w:id="133"/>
      <w:bookmarkEnd w:id="134"/>
    </w:p>
    <w:p w14:paraId="78AD0A54" w14:textId="77777777" w:rsidR="00171637" w:rsidRPr="00345713" w:rsidRDefault="00171637" w:rsidP="00770E86">
      <w:r w:rsidRPr="00345713">
        <w:t>Where an amount is to be recovered</w:t>
      </w:r>
      <w:r w:rsidR="00393D4D" w:rsidRPr="00345713">
        <w:t xml:space="preserve"> </w:t>
      </w:r>
      <w:r w:rsidR="00393D4D">
        <w:t>as provided for in</w:t>
      </w:r>
      <w:r w:rsidR="009B5301" w:rsidRPr="00345713">
        <w:t xml:space="preserve"> </w:t>
      </w:r>
      <w:r w:rsidR="00B93574" w:rsidRPr="00345713">
        <w:t>Articles II.2</w:t>
      </w:r>
      <w:r w:rsidR="00042C8B" w:rsidRPr="00345713">
        <w:t>7</w:t>
      </w:r>
      <w:r w:rsidR="00B93574" w:rsidRPr="00345713">
        <w:t>.6</w:t>
      </w:r>
      <w:r w:rsidR="00042C8B" w:rsidRPr="00345713">
        <w:t>, II.27.7</w:t>
      </w:r>
      <w:r w:rsidR="00B93574" w:rsidRPr="00345713">
        <w:t xml:space="preserve"> and II.2</w:t>
      </w:r>
      <w:r w:rsidR="00042C8B" w:rsidRPr="00345713">
        <w:t>7</w:t>
      </w:r>
      <w:r w:rsidR="00B93574" w:rsidRPr="00345713">
        <w:t>.</w:t>
      </w:r>
      <w:r w:rsidR="00042C8B" w:rsidRPr="00345713">
        <w:t>8</w:t>
      </w:r>
      <w:r w:rsidRPr="00345713">
        <w:t xml:space="preserve">, the beneficiary concerned </w:t>
      </w:r>
      <w:r w:rsidR="00B93574" w:rsidRPr="00345713">
        <w:t xml:space="preserve">by the audit or OLAF findings </w:t>
      </w:r>
      <w:r w:rsidR="002212A1" w:rsidRPr="00345713">
        <w:t>must</w:t>
      </w:r>
      <w:r w:rsidRPr="00345713">
        <w:t xml:space="preserve"> repay the Commission the amount in question</w:t>
      </w:r>
      <w:r w:rsidR="00042C8B" w:rsidRPr="00345713">
        <w:t>.</w:t>
      </w:r>
      <w:r w:rsidR="00967108" w:rsidRPr="00345713">
        <w:t xml:space="preserve"> </w:t>
      </w:r>
      <w:r w:rsidR="00042C8B" w:rsidRPr="00345713">
        <w:t>W</w:t>
      </w:r>
      <w:r w:rsidR="003D5089" w:rsidRPr="00345713">
        <w:t xml:space="preserve">here the audit findings </w:t>
      </w:r>
      <w:r w:rsidR="00042C8B" w:rsidRPr="00345713">
        <w:t>do not</w:t>
      </w:r>
      <w:r w:rsidR="00967108" w:rsidRPr="00345713">
        <w:t xml:space="preserve"> concern a</w:t>
      </w:r>
      <w:r w:rsidR="00042C8B" w:rsidRPr="00345713">
        <w:t xml:space="preserve"> specific</w:t>
      </w:r>
      <w:r w:rsidR="00967108" w:rsidRPr="00345713">
        <w:t xml:space="preserve"> beneficiar</w:t>
      </w:r>
      <w:r w:rsidR="00042C8B" w:rsidRPr="00345713">
        <w:t>y</w:t>
      </w:r>
      <w:r w:rsidR="00EB2223" w:rsidRPr="00345713">
        <w:t xml:space="preserve"> (or its affiliated entities)</w:t>
      </w:r>
      <w:r w:rsidR="00967108" w:rsidRPr="00345713">
        <w:t xml:space="preserve">, the coordinator </w:t>
      </w:r>
      <w:r w:rsidR="002212A1" w:rsidRPr="00345713">
        <w:t>must</w:t>
      </w:r>
      <w:r w:rsidR="00967108" w:rsidRPr="00345713">
        <w:t xml:space="preserve"> repay the Commission the amount in question, even if</w:t>
      </w:r>
      <w:r w:rsidR="00CD18E9" w:rsidRPr="00345713">
        <w:t xml:space="preserve"> it</w:t>
      </w:r>
      <w:r w:rsidR="00967108" w:rsidRPr="00345713">
        <w:t xml:space="preserve"> </w:t>
      </w:r>
      <w:r w:rsidR="00393D4D">
        <w:t>was</w:t>
      </w:r>
      <w:r w:rsidR="00393D4D" w:rsidRPr="00345713">
        <w:t xml:space="preserve"> </w:t>
      </w:r>
      <w:r w:rsidR="00967108" w:rsidRPr="00345713">
        <w:t>not the final recipient of the amount due.</w:t>
      </w:r>
      <w:r w:rsidR="003D5089" w:rsidRPr="00345713">
        <w:t xml:space="preserve">   </w:t>
      </w:r>
    </w:p>
    <w:p w14:paraId="78AD0A55" w14:textId="77777777" w:rsidR="00FC1021" w:rsidRPr="00345713" w:rsidRDefault="00FC1021" w:rsidP="00770E86">
      <w:r w:rsidRPr="00345713">
        <w:rPr>
          <w:bCs/>
        </w:rPr>
        <w:t xml:space="preserve">Each beneficiary </w:t>
      </w:r>
      <w:r w:rsidR="00885335" w:rsidRPr="00345713">
        <w:rPr>
          <w:bCs/>
        </w:rPr>
        <w:t>is</w:t>
      </w:r>
      <w:r w:rsidRPr="00345713">
        <w:rPr>
          <w:bCs/>
        </w:rPr>
        <w:t xml:space="preserve"> responsible for the repayment of any amount unduly paid by the Commission as a contribution towards the costs incurred by its affiliated entities.</w:t>
      </w:r>
    </w:p>
    <w:p w14:paraId="78AD0A56" w14:textId="77777777" w:rsidR="009B6CEB" w:rsidRPr="00345713" w:rsidRDefault="00171637" w:rsidP="007F5C0C">
      <w:pPr>
        <w:pStyle w:val="Heading3"/>
        <w:tabs>
          <w:tab w:val="left" w:pos="851"/>
        </w:tabs>
      </w:pPr>
      <w:bookmarkStart w:id="135" w:name="_Toc441250880"/>
      <w:bookmarkStart w:id="136" w:name="_Toc530496974"/>
      <w:r w:rsidRPr="00345713">
        <w:rPr>
          <w:bCs/>
        </w:rPr>
        <w:t>II.</w:t>
      </w:r>
      <w:r w:rsidR="00F655E9" w:rsidRPr="00345713">
        <w:rPr>
          <w:bCs/>
        </w:rPr>
        <w:t>26</w:t>
      </w:r>
      <w:r w:rsidRPr="00345713">
        <w:rPr>
          <w:bCs/>
        </w:rPr>
        <w:t>.</w:t>
      </w:r>
      <w:r w:rsidR="009B6CEB" w:rsidRPr="00345713">
        <w:rPr>
          <w:bCs/>
        </w:rPr>
        <w:t>3</w:t>
      </w:r>
      <w:r w:rsidRPr="00345713">
        <w:tab/>
      </w:r>
      <w:r w:rsidR="009B6CEB" w:rsidRPr="00345713">
        <w:t>Recovery procedure</w:t>
      </w:r>
      <w:bookmarkEnd w:id="135"/>
      <w:bookmarkEnd w:id="136"/>
    </w:p>
    <w:p w14:paraId="78AD0A57" w14:textId="77777777" w:rsidR="00451E89" w:rsidRPr="00345713" w:rsidRDefault="00171637" w:rsidP="00770E86">
      <w:r w:rsidRPr="00345713">
        <w:t xml:space="preserve">Before recovery, the Commission </w:t>
      </w:r>
      <w:r w:rsidR="002212A1" w:rsidRPr="00345713">
        <w:t>must</w:t>
      </w:r>
      <w:r w:rsidRPr="00345713">
        <w:t xml:space="preserve"> </w:t>
      </w:r>
      <w:r w:rsidR="00A55371" w:rsidRPr="00345713">
        <w:t xml:space="preserve">send a </w:t>
      </w:r>
      <w:r w:rsidRPr="00A6537C">
        <w:rPr>
          <w:i/>
        </w:rPr>
        <w:t>formal notif</w:t>
      </w:r>
      <w:r w:rsidR="007F28FF" w:rsidRPr="00A6537C">
        <w:rPr>
          <w:i/>
        </w:rPr>
        <w:t>ication</w:t>
      </w:r>
      <w:r w:rsidR="007F28FF" w:rsidRPr="00345713">
        <w:t xml:space="preserve"> to </w:t>
      </w:r>
      <w:r w:rsidRPr="00345713">
        <w:t>the beneficiary concerned</w:t>
      </w:r>
      <w:r w:rsidR="00451E89" w:rsidRPr="00345713">
        <w:t>:</w:t>
      </w:r>
    </w:p>
    <w:p w14:paraId="78AD0A58" w14:textId="77777777" w:rsidR="00451E89" w:rsidRPr="00345713" w:rsidRDefault="00451E89" w:rsidP="003A2A37">
      <w:pPr>
        <w:numPr>
          <w:ilvl w:val="0"/>
          <w:numId w:val="62"/>
        </w:numPr>
      </w:pPr>
      <w:r w:rsidRPr="00345713">
        <w:t>informing it</w:t>
      </w:r>
      <w:r w:rsidR="00171637" w:rsidRPr="00345713">
        <w:t xml:space="preserve"> of its intention to recover the amount unduly paid</w:t>
      </w:r>
      <w:r w:rsidR="00EB2223" w:rsidRPr="00345713">
        <w:t>;</w:t>
      </w:r>
    </w:p>
    <w:p w14:paraId="78AD0A59" w14:textId="77777777" w:rsidR="00451E89" w:rsidRPr="00345713" w:rsidRDefault="00171637" w:rsidP="003A2A37">
      <w:pPr>
        <w:numPr>
          <w:ilvl w:val="0"/>
          <w:numId w:val="62"/>
        </w:numPr>
      </w:pPr>
      <w:r w:rsidRPr="00345713">
        <w:t xml:space="preserve">specifying the amount due and the reasons </w:t>
      </w:r>
      <w:r w:rsidR="00E351B8" w:rsidRPr="00345713">
        <w:t xml:space="preserve">for </w:t>
      </w:r>
      <w:r w:rsidRPr="00345713">
        <w:t>recovery</w:t>
      </w:r>
      <w:r w:rsidR="00393D4D">
        <w:t>;</w:t>
      </w:r>
      <w:r w:rsidRPr="00345713">
        <w:t xml:space="preserve"> and</w:t>
      </w:r>
    </w:p>
    <w:p w14:paraId="78AD0A5A" w14:textId="77777777" w:rsidR="00171637" w:rsidRPr="00345713" w:rsidRDefault="00171637" w:rsidP="003A2A37">
      <w:pPr>
        <w:numPr>
          <w:ilvl w:val="0"/>
          <w:numId w:val="62"/>
        </w:numPr>
      </w:pPr>
      <w:r w:rsidRPr="00345713">
        <w:t xml:space="preserve">inviting </w:t>
      </w:r>
      <w:r w:rsidR="00E351B8" w:rsidRPr="00345713">
        <w:t xml:space="preserve">the beneficiary </w:t>
      </w:r>
      <w:r w:rsidRPr="00345713">
        <w:t>to make any observations</w:t>
      </w:r>
      <w:r w:rsidR="005B727A" w:rsidRPr="00345713">
        <w:t xml:space="preserve"> within a specified period</w:t>
      </w:r>
      <w:r w:rsidRPr="00345713">
        <w:t>.</w:t>
      </w:r>
    </w:p>
    <w:p w14:paraId="78AD0A5B" w14:textId="77777777" w:rsidR="00171637" w:rsidRPr="00345713" w:rsidRDefault="00171637" w:rsidP="00770E86">
      <w:r w:rsidRPr="00345713">
        <w:t xml:space="preserve">If no observations have been submitted or if, despite the observations submitted by the beneficiary, the Commission decides to pursue the recovery procedure, the Commission may confirm recovery by </w:t>
      </w:r>
      <w:r w:rsidR="007F28FF" w:rsidRPr="00345713">
        <w:t xml:space="preserve">sending </w:t>
      </w:r>
      <w:r w:rsidR="00743EEE" w:rsidRPr="00345713">
        <w:t xml:space="preserve">a </w:t>
      </w:r>
      <w:r w:rsidR="00743EEE" w:rsidRPr="00345713">
        <w:rPr>
          <w:i/>
        </w:rPr>
        <w:t>formal notification</w:t>
      </w:r>
      <w:r w:rsidR="00743EEE" w:rsidRPr="00345713">
        <w:t xml:space="preserve"> </w:t>
      </w:r>
      <w:r w:rsidRPr="00345713">
        <w:t xml:space="preserve">to the beneficiary </w:t>
      </w:r>
      <w:r w:rsidR="00393D4D">
        <w:t>con</w:t>
      </w:r>
      <w:r w:rsidR="00015202">
        <w:t xml:space="preserve">sisting  of </w:t>
      </w:r>
      <w:r w:rsidRPr="00345713">
        <w:t>a debit note, specifying the terms and the date for payment.</w:t>
      </w:r>
    </w:p>
    <w:p w14:paraId="78AD0A5C" w14:textId="77777777" w:rsidR="00701E6F" w:rsidRPr="00345713" w:rsidRDefault="00171637" w:rsidP="00DA09E4">
      <w:r w:rsidRPr="00345713">
        <w:rPr>
          <w:color w:val="000000"/>
        </w:rPr>
        <w:t xml:space="preserve">If payment has not been made by the date specified in the debit note, </w:t>
      </w:r>
      <w:r w:rsidRPr="00345713">
        <w:t xml:space="preserve">the Commission </w:t>
      </w:r>
      <w:r w:rsidR="00375BAA" w:rsidRPr="00345713">
        <w:t>will</w:t>
      </w:r>
      <w:r w:rsidR="00EA4213" w:rsidRPr="00345713">
        <w:t xml:space="preserve"> recover the amount due</w:t>
      </w:r>
      <w:r w:rsidR="00701E6F" w:rsidRPr="00345713">
        <w:t>:</w:t>
      </w:r>
    </w:p>
    <w:p w14:paraId="78AD0A5D" w14:textId="77777777" w:rsidR="00A65616" w:rsidRPr="00345713" w:rsidRDefault="00171637" w:rsidP="003A2A37">
      <w:pPr>
        <w:numPr>
          <w:ilvl w:val="0"/>
          <w:numId w:val="63"/>
        </w:numPr>
      </w:pPr>
      <w:r w:rsidRPr="00345713">
        <w:t xml:space="preserve">by offsetting </w:t>
      </w:r>
      <w:r w:rsidR="0078474C" w:rsidRPr="00345713">
        <w:t>it</w:t>
      </w:r>
      <w:r w:rsidR="00A65616" w:rsidRPr="00345713">
        <w:t>, without the beneficiary</w:t>
      </w:r>
      <w:r w:rsidR="008021C5" w:rsidRPr="00345713">
        <w:t>’</w:t>
      </w:r>
      <w:r w:rsidR="00A65616" w:rsidRPr="00345713">
        <w:t>s</w:t>
      </w:r>
      <w:r w:rsidR="0078474C" w:rsidRPr="00345713">
        <w:t xml:space="preserve"> </w:t>
      </w:r>
      <w:r w:rsidR="00A65616" w:rsidRPr="00345713">
        <w:t xml:space="preserve">prior consent, </w:t>
      </w:r>
      <w:r w:rsidRPr="00345713">
        <w:t>against any amounts owed to the beneficiary by the</w:t>
      </w:r>
      <w:r w:rsidR="003D21D3" w:rsidRPr="00345713">
        <w:t xml:space="preserve"> Commission or an executive agency (from the</w:t>
      </w:r>
      <w:r w:rsidRPr="00345713">
        <w:t xml:space="preserve"> Union or the European Atomic Energy Community (Euratom)</w:t>
      </w:r>
      <w:r w:rsidR="003D21D3" w:rsidRPr="00345713">
        <w:t xml:space="preserve"> budget)</w:t>
      </w:r>
      <w:r w:rsidRPr="00345713">
        <w:t xml:space="preserve"> (</w:t>
      </w:r>
      <w:r w:rsidR="008021C5" w:rsidRPr="00345713">
        <w:t>‘</w:t>
      </w:r>
      <w:r w:rsidRPr="00345713">
        <w:t>offsetting</w:t>
      </w:r>
      <w:r w:rsidR="008021C5" w:rsidRPr="00345713">
        <w:t>’</w:t>
      </w:r>
      <w:r w:rsidRPr="00345713">
        <w:t>)</w:t>
      </w:r>
      <w:r w:rsidR="00701E6F" w:rsidRPr="00345713">
        <w:t>;</w:t>
      </w:r>
    </w:p>
    <w:p w14:paraId="78AD0A5E" w14:textId="77777777" w:rsidR="00A65616" w:rsidRPr="00345713" w:rsidRDefault="00A65616" w:rsidP="002C30C1">
      <w:pPr>
        <w:ind w:left="709"/>
      </w:pPr>
      <w:r w:rsidRPr="00345713">
        <w:t>I</w:t>
      </w:r>
      <w:r w:rsidR="00701E6F" w:rsidRPr="00345713">
        <w:t>n exceptional circumstances, to safeguard the financial interests of the Union, the Commission may offset before the due date</w:t>
      </w:r>
      <w:r w:rsidRPr="00345713">
        <w:t>.</w:t>
      </w:r>
    </w:p>
    <w:p w14:paraId="78AD0A5F" w14:textId="77777777" w:rsidR="0011307E" w:rsidRPr="00345713" w:rsidRDefault="00A65616" w:rsidP="002C30C1">
      <w:pPr>
        <w:ind w:left="709"/>
      </w:pPr>
      <w:r w:rsidRPr="00345713">
        <w:t>A</w:t>
      </w:r>
      <w:r w:rsidR="00701E6F" w:rsidRPr="00345713">
        <w:t xml:space="preserve">n </w:t>
      </w:r>
      <w:r w:rsidR="00AA0EAA" w:rsidRPr="00345713">
        <w:t>action</w:t>
      </w:r>
      <w:r w:rsidR="00701E6F" w:rsidRPr="00345713">
        <w:t xml:space="preserve"> may be brought against such offsetting before the General Court of the European Union </w:t>
      </w:r>
      <w:r w:rsidR="00A06F13" w:rsidRPr="00345713">
        <w:t xml:space="preserve">in accordance with </w:t>
      </w:r>
      <w:r w:rsidR="00701E6F" w:rsidRPr="00345713">
        <w:t>Article 263 TFEU;</w:t>
      </w:r>
    </w:p>
    <w:p w14:paraId="78AD0A60" w14:textId="38021118" w:rsidR="00701E6F" w:rsidRPr="00345713" w:rsidRDefault="00171637" w:rsidP="003A2A37">
      <w:pPr>
        <w:numPr>
          <w:ilvl w:val="0"/>
          <w:numId w:val="63"/>
        </w:numPr>
      </w:pPr>
      <w:r w:rsidRPr="00345713">
        <w:t xml:space="preserve">by drawing on the financial </w:t>
      </w:r>
      <w:r w:rsidRPr="004E57B8">
        <w:t>guarantee where provided for in accordance with Article</w:t>
      </w:r>
      <w:r w:rsidRPr="00B67071">
        <w:t xml:space="preserve"> I.</w:t>
      </w:r>
      <w:r w:rsidR="00686558">
        <w:t>4.2</w:t>
      </w:r>
      <w:r w:rsidRPr="00B67071">
        <w:t xml:space="preserve"> (</w:t>
      </w:r>
      <w:r w:rsidR="008021C5" w:rsidRPr="00557BF6">
        <w:t>‘</w:t>
      </w:r>
      <w:r w:rsidRPr="00557BF6">
        <w:t>drawing on the financial gu</w:t>
      </w:r>
      <w:r w:rsidRPr="00345713">
        <w:t>arantee</w:t>
      </w:r>
      <w:r w:rsidR="008021C5" w:rsidRPr="00345713">
        <w:t>’</w:t>
      </w:r>
      <w:r w:rsidRPr="00345713">
        <w:t>)</w:t>
      </w:r>
      <w:r w:rsidR="0011307E" w:rsidRPr="00345713">
        <w:t>;</w:t>
      </w:r>
    </w:p>
    <w:p w14:paraId="78AD0A61" w14:textId="2A1BBDF8" w:rsidR="0011307E" w:rsidRPr="00345713" w:rsidRDefault="00701E6F" w:rsidP="003A2A37">
      <w:pPr>
        <w:numPr>
          <w:ilvl w:val="0"/>
          <w:numId w:val="63"/>
        </w:numPr>
      </w:pPr>
      <w:r w:rsidRPr="00345713">
        <w:t xml:space="preserve">by holding the beneficiaries jointly and severally liable </w:t>
      </w:r>
      <w:r w:rsidR="00B11C2F" w:rsidRPr="00345713">
        <w:t>up to the maximum EU contribution indicated, for each beneficiary, in the estimated budget</w:t>
      </w:r>
      <w:r w:rsidR="005C0BD7">
        <w:t>;</w:t>
      </w:r>
      <w:r w:rsidR="00B11C2F" w:rsidRPr="00345713">
        <w:t xml:space="preserve"> </w:t>
      </w:r>
    </w:p>
    <w:p w14:paraId="78AD0A62" w14:textId="77777777" w:rsidR="00171637" w:rsidRPr="00345713" w:rsidRDefault="00EA4213" w:rsidP="003A2A37">
      <w:pPr>
        <w:numPr>
          <w:ilvl w:val="0"/>
          <w:numId w:val="63"/>
        </w:numPr>
      </w:pPr>
      <w:r w:rsidRPr="00345713">
        <w:t xml:space="preserve">by </w:t>
      </w:r>
      <w:r w:rsidR="0014112C" w:rsidRPr="00345713">
        <w:t>tak</w:t>
      </w:r>
      <w:r w:rsidRPr="00345713">
        <w:t>ing</w:t>
      </w:r>
      <w:r w:rsidR="0014112C" w:rsidRPr="00345713">
        <w:t xml:space="preserve"> legal </w:t>
      </w:r>
      <w:r w:rsidR="00AA0EAA" w:rsidRPr="00345713">
        <w:t>action</w:t>
      </w:r>
      <w:r w:rsidR="0014112C" w:rsidRPr="00345713">
        <w:t xml:space="preserve"> </w:t>
      </w:r>
      <w:r w:rsidR="0068554B">
        <w:t>as provided for in</w:t>
      </w:r>
      <w:r w:rsidR="0014112C" w:rsidRPr="00345713">
        <w:t xml:space="preserve"> Article II.18.2</w:t>
      </w:r>
      <w:r w:rsidR="004A746E" w:rsidRPr="00345713">
        <w:t xml:space="preserve"> or </w:t>
      </w:r>
      <w:r w:rsidR="00557BF6">
        <w:t>in</w:t>
      </w:r>
      <w:r w:rsidR="00557BF6" w:rsidRPr="00345713">
        <w:t xml:space="preserve"> </w:t>
      </w:r>
      <w:r w:rsidR="00E22E48" w:rsidRPr="00345713">
        <w:t>the Special C</w:t>
      </w:r>
      <w:r w:rsidR="004A746E" w:rsidRPr="00345713">
        <w:t>onditions</w:t>
      </w:r>
      <w:r w:rsidR="0014112C" w:rsidRPr="00345713">
        <w:t xml:space="preserve"> or </w:t>
      </w:r>
      <w:r w:rsidRPr="00345713">
        <w:t xml:space="preserve">by adopting an enforceable </w:t>
      </w:r>
      <w:r w:rsidR="0014112C" w:rsidRPr="00345713">
        <w:t xml:space="preserve">decision </w:t>
      </w:r>
      <w:r w:rsidR="0068554B">
        <w:t>as provided for in</w:t>
      </w:r>
      <w:r w:rsidR="00A25D3E" w:rsidRPr="00345713">
        <w:t xml:space="preserve"> Article II.18.</w:t>
      </w:r>
      <w:r w:rsidR="0014112C" w:rsidRPr="00345713">
        <w:t>3.</w:t>
      </w:r>
    </w:p>
    <w:p w14:paraId="78AD0A63" w14:textId="77777777" w:rsidR="009B6CEB" w:rsidRPr="00345713" w:rsidRDefault="00171637" w:rsidP="007F5C0C">
      <w:pPr>
        <w:pStyle w:val="Heading3"/>
        <w:tabs>
          <w:tab w:val="left" w:pos="851"/>
        </w:tabs>
      </w:pPr>
      <w:bookmarkStart w:id="137" w:name="_Toc441250881"/>
      <w:bookmarkStart w:id="138" w:name="_Toc530496975"/>
      <w:r w:rsidRPr="00345713">
        <w:t>II.</w:t>
      </w:r>
      <w:r w:rsidR="00F655E9" w:rsidRPr="00345713">
        <w:t>26</w:t>
      </w:r>
      <w:r w:rsidRPr="00345713">
        <w:t>.</w:t>
      </w:r>
      <w:r w:rsidR="00770E86" w:rsidRPr="00345713">
        <w:t>4</w:t>
      </w:r>
      <w:r w:rsidR="00770E86" w:rsidRPr="00345713">
        <w:tab/>
      </w:r>
      <w:r w:rsidR="009B6CEB" w:rsidRPr="00345713">
        <w:t>Interest on late payment</w:t>
      </w:r>
      <w:bookmarkEnd w:id="137"/>
      <w:bookmarkEnd w:id="138"/>
    </w:p>
    <w:p w14:paraId="78AD0A64" w14:textId="74E7AC76" w:rsidR="00171637" w:rsidRPr="00345713" w:rsidRDefault="00171637" w:rsidP="00770E86">
      <w:r w:rsidRPr="00345713">
        <w:t xml:space="preserve">If payment </w:t>
      </w:r>
      <w:r w:rsidR="00A833D1" w:rsidRPr="00345713">
        <w:t>is</w:t>
      </w:r>
      <w:r w:rsidRPr="00345713">
        <w:t xml:space="preserve"> not made by the date in the debit note, the amount </w:t>
      </w:r>
      <w:r w:rsidR="00A833D1" w:rsidRPr="00345713">
        <w:t xml:space="preserve">to be recovered will be increased by late-payment interest at the rate set out </w:t>
      </w:r>
      <w:r w:rsidRPr="00345713">
        <w:t>in Article I</w:t>
      </w:r>
      <w:r w:rsidR="000970DD" w:rsidRPr="00345713">
        <w:t>.</w:t>
      </w:r>
      <w:r w:rsidR="00686558">
        <w:t>4.14</w:t>
      </w:r>
      <w:r w:rsidRPr="00345713">
        <w:t xml:space="preserve"> from the day following the date for payment</w:t>
      </w:r>
      <w:r w:rsidR="00A833D1" w:rsidRPr="00345713">
        <w:t xml:space="preserve"> in the debit note</w:t>
      </w:r>
      <w:r w:rsidRPr="00345713">
        <w:t xml:space="preserve"> up to and including the date the Commission receives full </w:t>
      </w:r>
      <w:r w:rsidR="00A833D1" w:rsidRPr="00345713">
        <w:t xml:space="preserve">payment </w:t>
      </w:r>
      <w:r w:rsidRPr="00345713">
        <w:t>of the amount.</w:t>
      </w:r>
    </w:p>
    <w:p w14:paraId="78AD0A65" w14:textId="77777777" w:rsidR="00A833D1" w:rsidRPr="00345713" w:rsidRDefault="00A833D1" w:rsidP="00770E86">
      <w:r w:rsidRPr="00345713">
        <w:t xml:space="preserve">Partial payments </w:t>
      </w:r>
      <w:r w:rsidR="00A97C87" w:rsidRPr="00345713">
        <w:t xml:space="preserve">must </w:t>
      </w:r>
      <w:r w:rsidRPr="00345713">
        <w:t xml:space="preserve">first </w:t>
      </w:r>
      <w:r w:rsidR="00A97C87" w:rsidRPr="00345713">
        <w:t xml:space="preserve">be </w:t>
      </w:r>
      <w:r w:rsidRPr="00345713">
        <w:t>credited against charges and late-payment interest and then against the principal.</w:t>
      </w:r>
    </w:p>
    <w:p w14:paraId="78AD0A66" w14:textId="77777777" w:rsidR="009B6CEB" w:rsidRPr="00345713" w:rsidRDefault="00171637" w:rsidP="007F5C0C">
      <w:pPr>
        <w:pStyle w:val="Heading3"/>
        <w:tabs>
          <w:tab w:val="left" w:pos="851"/>
        </w:tabs>
      </w:pPr>
      <w:bookmarkStart w:id="139" w:name="_Toc441250882"/>
      <w:bookmarkStart w:id="140" w:name="_Toc530496976"/>
      <w:r w:rsidRPr="00345713">
        <w:t>II.</w:t>
      </w:r>
      <w:r w:rsidR="00F655E9" w:rsidRPr="00345713">
        <w:t>26</w:t>
      </w:r>
      <w:r w:rsidRPr="00345713">
        <w:t>.</w:t>
      </w:r>
      <w:r w:rsidR="009B6CEB" w:rsidRPr="00345713">
        <w:t>5</w:t>
      </w:r>
      <w:r w:rsidRPr="00345713">
        <w:tab/>
      </w:r>
      <w:r w:rsidR="009B6CEB" w:rsidRPr="00345713">
        <w:t>Bank charges</w:t>
      </w:r>
      <w:bookmarkEnd w:id="139"/>
      <w:bookmarkEnd w:id="140"/>
    </w:p>
    <w:p w14:paraId="78AD0A67" w14:textId="77777777" w:rsidR="00171637" w:rsidRPr="00345713" w:rsidRDefault="00171637" w:rsidP="00770E86">
      <w:r w:rsidRPr="00345713">
        <w:t xml:space="preserve">Bank charges incurred in </w:t>
      </w:r>
      <w:r w:rsidR="00695D59" w:rsidRPr="00345713">
        <w:t>the recovery process</w:t>
      </w:r>
      <w:r w:rsidRPr="00345713">
        <w:t xml:space="preserve"> </w:t>
      </w:r>
      <w:r w:rsidR="002212A1" w:rsidRPr="00345713">
        <w:t>must</w:t>
      </w:r>
      <w:r w:rsidRPr="00345713">
        <w:t xml:space="preserve"> be borne by the beneficiary concerned</w:t>
      </w:r>
      <w:r w:rsidR="00417335" w:rsidRPr="00345713">
        <w:t>,</w:t>
      </w:r>
      <w:r w:rsidR="009963DF" w:rsidRPr="00345713">
        <w:t xml:space="preserve"> </w:t>
      </w:r>
      <w:r w:rsidR="002D16D1" w:rsidRPr="00345713">
        <w:t>unless</w:t>
      </w:r>
      <w:r w:rsidR="009963DF" w:rsidRPr="00345713">
        <w:t xml:space="preserve"> </w:t>
      </w:r>
      <w:r w:rsidR="00990875" w:rsidRPr="00345713">
        <w:rPr>
          <w:bCs/>
        </w:rPr>
        <w:t>Directive 2007/64/EC</w:t>
      </w:r>
      <w:r w:rsidR="00695D59" w:rsidRPr="00345713">
        <w:rPr>
          <w:rStyle w:val="FootnoteReference"/>
          <w:bCs/>
          <w:szCs w:val="24"/>
        </w:rPr>
        <w:footnoteReference w:id="4"/>
      </w:r>
      <w:r w:rsidR="00990875" w:rsidRPr="00345713">
        <w:rPr>
          <w:bCs/>
        </w:rPr>
        <w:t xml:space="preserve"> </w:t>
      </w:r>
      <w:r w:rsidR="009963DF" w:rsidRPr="00345713">
        <w:t>applies</w:t>
      </w:r>
      <w:r w:rsidRPr="00345713">
        <w:t>.</w:t>
      </w:r>
    </w:p>
    <w:p w14:paraId="78AD0A68" w14:textId="77777777" w:rsidR="00171637" w:rsidRPr="00345713" w:rsidRDefault="000A4F91" w:rsidP="00770E86">
      <w:pPr>
        <w:pStyle w:val="Heading2"/>
      </w:pPr>
      <w:bookmarkStart w:id="141" w:name="_Toc441250883"/>
      <w:bookmarkStart w:id="142" w:name="_Toc530496977"/>
      <w:r w:rsidRPr="00F144AB">
        <w:t xml:space="preserve">Article </w:t>
      </w:r>
      <w:r w:rsidR="00171637" w:rsidRPr="00F144AB">
        <w:t>II.</w:t>
      </w:r>
      <w:r w:rsidR="00F655E9" w:rsidRPr="00F144AB">
        <w:t xml:space="preserve">27 </w:t>
      </w:r>
      <w:r w:rsidR="00345713" w:rsidRPr="00F144AB">
        <w:rPr>
          <w:rFonts w:hint="eastAsia"/>
        </w:rPr>
        <w:t>—</w:t>
      </w:r>
      <w:r w:rsidR="00AB1E5F" w:rsidRPr="00F144AB">
        <w:t xml:space="preserve"> </w:t>
      </w:r>
      <w:r w:rsidR="00171637" w:rsidRPr="00F144AB">
        <w:t>C</w:t>
      </w:r>
      <w:r w:rsidR="00770E86" w:rsidRPr="00F144AB">
        <w:t>hecks, audits and evaluation</w:t>
      </w:r>
      <w:r w:rsidR="00B76866" w:rsidRPr="00F144AB">
        <w:t>S</w:t>
      </w:r>
      <w:bookmarkEnd w:id="141"/>
      <w:bookmarkEnd w:id="142"/>
    </w:p>
    <w:p w14:paraId="78AD0A69" w14:textId="77777777" w:rsidR="00171637" w:rsidRPr="00345713" w:rsidRDefault="00171637" w:rsidP="00E24A37">
      <w:pPr>
        <w:pStyle w:val="Heading3"/>
        <w:ind w:left="1134" w:hanging="1134"/>
      </w:pPr>
      <w:bookmarkStart w:id="143" w:name="_Toc441250884"/>
      <w:bookmarkStart w:id="144" w:name="_Toc530496978"/>
      <w:r w:rsidRPr="00345713">
        <w:t>II.</w:t>
      </w:r>
      <w:r w:rsidR="00F655E9" w:rsidRPr="00345713">
        <w:t>27</w:t>
      </w:r>
      <w:r w:rsidRPr="00345713">
        <w:t>.1</w:t>
      </w:r>
      <w:r w:rsidRPr="00345713">
        <w:tab/>
        <w:t xml:space="preserve">Technical </w:t>
      </w:r>
      <w:r w:rsidR="00EA4DB4" w:rsidRPr="00345713">
        <w:t xml:space="preserve">and </w:t>
      </w:r>
      <w:r w:rsidRPr="00345713">
        <w:t>financial checks</w:t>
      </w:r>
      <w:r w:rsidR="00EA4DB4" w:rsidRPr="00345713">
        <w:t>,</w:t>
      </w:r>
      <w:r w:rsidRPr="00345713">
        <w:t xml:space="preserve"> audits</w:t>
      </w:r>
      <w:r w:rsidR="00EA4DB4" w:rsidRPr="00345713">
        <w:t>,</w:t>
      </w:r>
      <w:r w:rsidRPr="00345713">
        <w:t xml:space="preserve"> interim </w:t>
      </w:r>
      <w:r w:rsidR="00EA4DB4" w:rsidRPr="00345713">
        <w:t>and</w:t>
      </w:r>
      <w:r w:rsidRPr="00345713">
        <w:t xml:space="preserve"> final evaluations</w:t>
      </w:r>
      <w:bookmarkEnd w:id="143"/>
      <w:bookmarkEnd w:id="144"/>
    </w:p>
    <w:p w14:paraId="78AD0A6A" w14:textId="77777777" w:rsidR="00171637" w:rsidRPr="00345713" w:rsidRDefault="00171637" w:rsidP="00770E86">
      <w:r w:rsidRPr="00345713">
        <w:t>The Commission may</w:t>
      </w:r>
      <w:r w:rsidR="00417335" w:rsidRPr="00345713">
        <w:t xml:space="preserve">, during the implementation of the </w:t>
      </w:r>
      <w:r w:rsidR="00F648C4" w:rsidRPr="00345713">
        <w:rPr>
          <w:i/>
        </w:rPr>
        <w:t>action</w:t>
      </w:r>
      <w:r w:rsidR="00417335" w:rsidRPr="00345713">
        <w:t xml:space="preserve"> or afterwards,</w:t>
      </w:r>
      <w:r w:rsidRPr="00345713">
        <w:t xml:space="preserve"> carry out technical </w:t>
      </w:r>
      <w:r w:rsidR="00EA4DB4" w:rsidRPr="00345713">
        <w:t xml:space="preserve">and </w:t>
      </w:r>
      <w:r w:rsidRPr="00345713">
        <w:t xml:space="preserve">financial checks and audits </w:t>
      </w:r>
      <w:r w:rsidR="0084060C">
        <w:t xml:space="preserve">to determine that the beneficiaries are implementing </w:t>
      </w:r>
      <w:r w:rsidR="00417335" w:rsidRPr="00345713">
        <w:t xml:space="preserve">the </w:t>
      </w:r>
      <w:r w:rsidR="00F648C4" w:rsidRPr="00345713">
        <w:rPr>
          <w:i/>
        </w:rPr>
        <w:t>action</w:t>
      </w:r>
      <w:r w:rsidR="00417335" w:rsidRPr="00345713">
        <w:t xml:space="preserve"> </w:t>
      </w:r>
      <w:r w:rsidR="0084060C">
        <w:t xml:space="preserve">properly </w:t>
      </w:r>
      <w:r w:rsidR="00417335" w:rsidRPr="00345713">
        <w:t xml:space="preserve">and </w:t>
      </w:r>
      <w:r w:rsidR="002C769D">
        <w:t xml:space="preserve">are </w:t>
      </w:r>
      <w:r w:rsidR="0084060C" w:rsidRPr="00345713">
        <w:t>compl</w:t>
      </w:r>
      <w:r w:rsidR="0084060C">
        <w:t>ying</w:t>
      </w:r>
      <w:r w:rsidR="0084060C" w:rsidRPr="00345713">
        <w:t xml:space="preserve"> </w:t>
      </w:r>
      <w:r w:rsidR="00417335" w:rsidRPr="00345713">
        <w:t>with the obligations under the Agreement</w:t>
      </w:r>
      <w:r w:rsidRPr="00345713">
        <w:t xml:space="preserve">. It may also check </w:t>
      </w:r>
      <w:r w:rsidR="0084060C" w:rsidRPr="00345713">
        <w:t>the beneficiaries</w:t>
      </w:r>
      <w:r w:rsidR="0084060C">
        <w:t>’</w:t>
      </w:r>
      <w:r w:rsidRPr="00345713">
        <w:t xml:space="preserve"> statutory records for the purpose of periodic assessments of lump sum, unit cost or flat-rate amounts.</w:t>
      </w:r>
    </w:p>
    <w:p w14:paraId="78AD0A6B" w14:textId="77777777" w:rsidR="00171637" w:rsidRPr="00345713" w:rsidRDefault="00862F2B" w:rsidP="00770E86">
      <w:r w:rsidRPr="00345713">
        <w:t xml:space="preserve">Information and documents provided </w:t>
      </w:r>
      <w:r w:rsidR="003571B1">
        <w:t>as part</w:t>
      </w:r>
      <w:r w:rsidRPr="00345713">
        <w:t xml:space="preserve"> of c</w:t>
      </w:r>
      <w:r w:rsidR="00171637" w:rsidRPr="00345713">
        <w:t xml:space="preserve">hecks </w:t>
      </w:r>
      <w:r w:rsidRPr="00345713">
        <w:t xml:space="preserve">or </w:t>
      </w:r>
      <w:r w:rsidR="00171637" w:rsidRPr="00345713">
        <w:t xml:space="preserve">audits </w:t>
      </w:r>
      <w:r w:rsidR="002212A1" w:rsidRPr="00345713">
        <w:t>must</w:t>
      </w:r>
      <w:r w:rsidR="00171637" w:rsidRPr="00345713">
        <w:t xml:space="preserve"> be </w:t>
      </w:r>
      <w:r w:rsidRPr="00345713">
        <w:t>treated</w:t>
      </w:r>
      <w:r w:rsidR="00171637" w:rsidRPr="00345713">
        <w:t xml:space="preserve"> on a confidential basis.</w:t>
      </w:r>
    </w:p>
    <w:p w14:paraId="78AD0A6C" w14:textId="77777777" w:rsidR="00171637" w:rsidRPr="00345713" w:rsidRDefault="00171637" w:rsidP="00770E86">
      <w:r w:rsidRPr="00345713">
        <w:t xml:space="preserve">In addition, the Commission may carry out </w:t>
      </w:r>
      <w:r w:rsidR="00C37E9F">
        <w:t xml:space="preserve">an </w:t>
      </w:r>
      <w:r w:rsidRPr="00345713">
        <w:t xml:space="preserve">interim or final evaluation of the impact of the </w:t>
      </w:r>
      <w:r w:rsidR="00F648C4" w:rsidRPr="00345713">
        <w:rPr>
          <w:i/>
        </w:rPr>
        <w:t>action</w:t>
      </w:r>
      <w:r w:rsidR="00C37E9F">
        <w:t>,</w:t>
      </w:r>
      <w:r w:rsidRPr="00345713">
        <w:t xml:space="preserve"> measured against the objective of the Union programme concerned.</w:t>
      </w:r>
    </w:p>
    <w:p w14:paraId="78AD0A6D" w14:textId="77777777" w:rsidR="00171637" w:rsidRPr="00345713" w:rsidRDefault="00C37E9F" w:rsidP="00770E86">
      <w:r w:rsidRPr="00345713">
        <w:t xml:space="preserve">Commission </w:t>
      </w:r>
      <w:r>
        <w:t>c</w:t>
      </w:r>
      <w:r w:rsidRPr="00345713">
        <w:t>hecks</w:t>
      </w:r>
      <w:r w:rsidR="00171637" w:rsidRPr="00345713">
        <w:t xml:space="preserve">, audits or evaluations may be carried out either directly by </w:t>
      </w:r>
      <w:r w:rsidR="00670C65">
        <w:t>the Commission’s</w:t>
      </w:r>
      <w:r w:rsidR="00670C65" w:rsidRPr="00345713">
        <w:t xml:space="preserve"> </w:t>
      </w:r>
      <w:r w:rsidR="00171637" w:rsidRPr="00345713">
        <w:t>own staff or by any other outside body authorised to do so on its behalf.</w:t>
      </w:r>
    </w:p>
    <w:p w14:paraId="78AD0A6E" w14:textId="77777777" w:rsidR="00171637" w:rsidRPr="00345713" w:rsidRDefault="00824812" w:rsidP="00DA09E4">
      <w:r>
        <w:t xml:space="preserve">The Commission may </w:t>
      </w:r>
      <w:r w:rsidR="00C02672">
        <w:t>initiate</w:t>
      </w:r>
      <w:r>
        <w:t xml:space="preserve"> s</w:t>
      </w:r>
      <w:r w:rsidRPr="00345713">
        <w:t xml:space="preserve">uch </w:t>
      </w:r>
      <w:r w:rsidR="00171637" w:rsidRPr="00345713">
        <w:t xml:space="preserve">checks, audits or evaluations during the implementation of the </w:t>
      </w:r>
      <w:r w:rsidR="00952E98" w:rsidRPr="00345713">
        <w:t>Agreement</w:t>
      </w:r>
      <w:r w:rsidR="00171637" w:rsidRPr="00345713">
        <w:t xml:space="preserve"> and </w:t>
      </w:r>
      <w:r>
        <w:t>during</w:t>
      </w:r>
      <w:r w:rsidRPr="00345713">
        <w:t xml:space="preserve"> </w:t>
      </w:r>
      <w:r w:rsidR="00171637" w:rsidRPr="00345713">
        <w:t xml:space="preserve">a period of five years starting from the date of payment of the balance. This period </w:t>
      </w:r>
      <w:r w:rsidR="006D5B08" w:rsidRPr="00345713">
        <w:t>is</w:t>
      </w:r>
      <w:r w:rsidR="00171637" w:rsidRPr="00345713">
        <w:t xml:space="preserve"> limited to three years </w:t>
      </w:r>
      <w:r w:rsidR="00F05E23" w:rsidRPr="00345713">
        <w:t>if</w:t>
      </w:r>
      <w:r w:rsidR="00171637" w:rsidRPr="00345713">
        <w:t xml:space="preserve"> the </w:t>
      </w:r>
      <w:r w:rsidR="00171637" w:rsidRPr="00345713">
        <w:rPr>
          <w:bCs/>
          <w:i/>
        </w:rPr>
        <w:t>maximum amount</w:t>
      </w:r>
      <w:r w:rsidR="00D26A3D" w:rsidRPr="00345713">
        <w:rPr>
          <w:bCs/>
          <w:i/>
        </w:rPr>
        <w:t xml:space="preserve"> of the grant</w:t>
      </w:r>
      <w:r w:rsidR="00D26A3D" w:rsidRPr="00345713">
        <w:rPr>
          <w:bCs/>
        </w:rPr>
        <w:t xml:space="preserve"> </w:t>
      </w:r>
      <w:r w:rsidR="00171637" w:rsidRPr="00345713">
        <w:rPr>
          <w:bCs/>
        </w:rPr>
        <w:t>is not more than EUR 60 000</w:t>
      </w:r>
      <w:r w:rsidR="00171637" w:rsidRPr="00345713">
        <w:t>.</w:t>
      </w:r>
    </w:p>
    <w:p w14:paraId="78AD0A6F" w14:textId="77777777" w:rsidR="0038300A" w:rsidRPr="004A4D5E" w:rsidRDefault="0038300A" w:rsidP="0038300A">
      <w:r w:rsidRPr="004A4D5E">
        <w:t>The check, audit or evaluation procedure</w:t>
      </w:r>
      <w:r>
        <w:t>s</w:t>
      </w:r>
      <w:r w:rsidRPr="004A4D5E">
        <w:t xml:space="preserve"> are considered to be initiated on the date of receipt of the letter of the Commission announcing it. </w:t>
      </w:r>
    </w:p>
    <w:p w14:paraId="78AD0A70" w14:textId="77777777" w:rsidR="00EC1C33" w:rsidRPr="00345713" w:rsidRDefault="00EC1C33" w:rsidP="00770E86">
      <w:r w:rsidRPr="00345713">
        <w:t>If the audit is carried out on an affiliated entity</w:t>
      </w:r>
      <w:r w:rsidR="00D955AE" w:rsidRPr="00345713">
        <w:t>,</w:t>
      </w:r>
      <w:r w:rsidRPr="00345713">
        <w:t xml:space="preserve"> the beneficiary concerned must inform </w:t>
      </w:r>
      <w:r w:rsidR="009F0B32" w:rsidRPr="00345713">
        <w:t>th</w:t>
      </w:r>
      <w:r w:rsidR="009F0B32">
        <w:t>at</w:t>
      </w:r>
      <w:r w:rsidR="009F0B32" w:rsidRPr="00345713">
        <w:t xml:space="preserve"> </w:t>
      </w:r>
      <w:r w:rsidRPr="00345713">
        <w:t>affiliated entity.</w:t>
      </w:r>
    </w:p>
    <w:p w14:paraId="78AD0A71" w14:textId="77777777" w:rsidR="00171637" w:rsidRPr="00345713" w:rsidRDefault="00171637" w:rsidP="00E24A37">
      <w:pPr>
        <w:pStyle w:val="Heading3"/>
        <w:ind w:left="1134" w:hanging="1134"/>
      </w:pPr>
      <w:bookmarkStart w:id="145" w:name="_Toc441250885"/>
      <w:bookmarkStart w:id="146" w:name="_Toc530496979"/>
      <w:r w:rsidRPr="00345713">
        <w:t>II.</w:t>
      </w:r>
      <w:r w:rsidR="00F655E9" w:rsidRPr="00345713">
        <w:t>27</w:t>
      </w:r>
      <w:r w:rsidRPr="00345713">
        <w:t xml:space="preserve">.2 </w:t>
      </w:r>
      <w:r w:rsidR="00E24A37">
        <w:tab/>
      </w:r>
      <w:r w:rsidRPr="00345713">
        <w:t>Duty to keep documents</w:t>
      </w:r>
      <w:bookmarkEnd w:id="145"/>
      <w:bookmarkEnd w:id="146"/>
    </w:p>
    <w:p w14:paraId="78AD0A72" w14:textId="77777777" w:rsidR="00BD628F" w:rsidRPr="004A4D5E" w:rsidRDefault="00BD628F" w:rsidP="00BD628F">
      <w:r w:rsidRPr="004A4D5E">
        <w:t xml:space="preserve">The beneficiaries must keep all original documents, especially accounting and tax records, stored on any appropriate medium, including digitalised originals when they are authorised by their respective national law and under the conditions laid down therein, </w:t>
      </w:r>
      <w:r>
        <w:t xml:space="preserve">during </w:t>
      </w:r>
      <w:r w:rsidRPr="004A4D5E">
        <w:t xml:space="preserve">a period of five years starting from the date of payment of the balance. </w:t>
      </w:r>
    </w:p>
    <w:p w14:paraId="78AD0A73" w14:textId="77777777" w:rsidR="00171637" w:rsidRPr="00345713" w:rsidRDefault="00171637" w:rsidP="00770E86">
      <w:r w:rsidRPr="00345713">
        <w:t>Th</w:t>
      </w:r>
      <w:r w:rsidR="00686EDA">
        <w:t>e</w:t>
      </w:r>
      <w:r w:rsidRPr="00345713">
        <w:t xml:space="preserve"> period </w:t>
      </w:r>
      <w:r w:rsidR="00686EDA">
        <w:t xml:space="preserve">during which documents must be kept </w:t>
      </w:r>
      <w:r w:rsidR="006D5B08" w:rsidRPr="00345713">
        <w:t>is</w:t>
      </w:r>
      <w:r w:rsidRPr="00345713">
        <w:t xml:space="preserve"> limited to three years if the </w:t>
      </w:r>
      <w:r w:rsidRPr="00345713">
        <w:rPr>
          <w:bCs/>
          <w:i/>
        </w:rPr>
        <w:t xml:space="preserve">maximum amount </w:t>
      </w:r>
      <w:r w:rsidR="00D26A3D" w:rsidRPr="00345713">
        <w:rPr>
          <w:bCs/>
          <w:i/>
        </w:rPr>
        <w:t>of the grant</w:t>
      </w:r>
      <w:r w:rsidR="00D26A3D" w:rsidRPr="00345713">
        <w:rPr>
          <w:bCs/>
        </w:rPr>
        <w:t xml:space="preserve"> </w:t>
      </w:r>
      <w:r w:rsidRPr="00345713">
        <w:rPr>
          <w:bCs/>
        </w:rPr>
        <w:t>is not more than EUR 60 000</w:t>
      </w:r>
      <w:r w:rsidRPr="00345713">
        <w:t>.</w:t>
      </w:r>
    </w:p>
    <w:p w14:paraId="78AD0A74" w14:textId="77777777" w:rsidR="00171637" w:rsidRPr="00345713" w:rsidRDefault="00BD5332" w:rsidP="00770E86">
      <w:r w:rsidRPr="00345713">
        <w:t xml:space="preserve">The periods set out in the first and second subparagraphs </w:t>
      </w:r>
      <w:r w:rsidR="0073495B" w:rsidRPr="00345713">
        <w:t>are</w:t>
      </w:r>
      <w:r w:rsidR="00171637" w:rsidRPr="00345713">
        <w:t xml:space="preserve"> longer if there are </w:t>
      </w:r>
      <w:r w:rsidR="00A77D2B" w:rsidRPr="00345713">
        <w:t>ongoing</w:t>
      </w:r>
      <w:r w:rsidR="00171637" w:rsidRPr="00345713">
        <w:t xml:space="preserve"> audits, appeals, litigation or pursuit of claims</w:t>
      </w:r>
      <w:r w:rsidRPr="00345713">
        <w:t xml:space="preserve"> concerning the grant, including in the case</w:t>
      </w:r>
      <w:r w:rsidR="00D57718">
        <w:t>s</w:t>
      </w:r>
      <w:r w:rsidRPr="00345713">
        <w:t xml:space="preserve"> referred to in Article II.27.7</w:t>
      </w:r>
      <w:r w:rsidR="00171637" w:rsidRPr="00345713">
        <w:t xml:space="preserve">. In such cases, the beneficiaries </w:t>
      </w:r>
      <w:r w:rsidR="002212A1" w:rsidRPr="00345713">
        <w:t>must</w:t>
      </w:r>
      <w:r w:rsidR="00171637" w:rsidRPr="00345713">
        <w:t xml:space="preserve"> keep the documents until such audits, appeals, litigation or pursuit of claims </w:t>
      </w:r>
      <w:r w:rsidR="008D22B9">
        <w:t>have been</w:t>
      </w:r>
      <w:r w:rsidR="008D22B9" w:rsidRPr="00345713">
        <w:t xml:space="preserve"> </w:t>
      </w:r>
      <w:r w:rsidR="00171637" w:rsidRPr="00345713">
        <w:t>closed.</w:t>
      </w:r>
    </w:p>
    <w:p w14:paraId="78AD0A75" w14:textId="77777777" w:rsidR="00171637" w:rsidRPr="00345713" w:rsidRDefault="00171637" w:rsidP="00E24A37">
      <w:pPr>
        <w:pStyle w:val="Heading3"/>
        <w:ind w:left="1134" w:hanging="1134"/>
      </w:pPr>
      <w:bookmarkStart w:id="147" w:name="_Toc441250886"/>
      <w:bookmarkStart w:id="148" w:name="_Toc530496980"/>
      <w:r w:rsidRPr="00345713">
        <w:t>II.</w:t>
      </w:r>
      <w:r w:rsidR="00F655E9" w:rsidRPr="00345713">
        <w:t>27</w:t>
      </w:r>
      <w:r w:rsidRPr="00345713">
        <w:t xml:space="preserve">.3 </w:t>
      </w:r>
      <w:r w:rsidR="00E24A37">
        <w:tab/>
      </w:r>
      <w:r w:rsidRPr="00345713">
        <w:t>Obligation to provide information</w:t>
      </w:r>
      <w:bookmarkEnd w:id="147"/>
      <w:bookmarkEnd w:id="148"/>
    </w:p>
    <w:p w14:paraId="78AD0A76" w14:textId="77777777" w:rsidR="00171637" w:rsidRPr="00345713" w:rsidRDefault="00171637" w:rsidP="00770E86">
      <w:r w:rsidRPr="00345713">
        <w:t xml:space="preserve">Where a check, audit or evaluation is initiated before the payment of the balance, the coordinator </w:t>
      </w:r>
      <w:r w:rsidR="002212A1" w:rsidRPr="00345713">
        <w:t>must</w:t>
      </w:r>
      <w:r w:rsidRPr="00345713">
        <w:t xml:space="preserve"> provide any information, including information in electronic format, requested by the Commission or by any other outside body authorised by </w:t>
      </w:r>
      <w:r w:rsidR="00D53521">
        <w:t>the Commission</w:t>
      </w:r>
      <w:r w:rsidRPr="00345713">
        <w:t xml:space="preserve">. Where appropriate, the Commission may request </w:t>
      </w:r>
      <w:r w:rsidR="00D53521">
        <w:t>that a beneficiary provide</w:t>
      </w:r>
      <w:r w:rsidR="004E13F6">
        <w:t>s</w:t>
      </w:r>
      <w:r w:rsidR="00D53521">
        <w:t xml:space="preserve"> </w:t>
      </w:r>
      <w:r w:rsidRPr="00345713">
        <w:t>such information directly.</w:t>
      </w:r>
    </w:p>
    <w:p w14:paraId="78AD0A77" w14:textId="77777777" w:rsidR="00171637" w:rsidRPr="00345713" w:rsidRDefault="00171637" w:rsidP="00770E86">
      <w:r w:rsidRPr="00345713">
        <w:t xml:space="preserve">Where a check or audit is initiated after payment of the </w:t>
      </w:r>
      <w:r w:rsidRPr="009D0511">
        <w:t xml:space="preserve">balance, </w:t>
      </w:r>
      <w:r w:rsidR="00EB4CF0">
        <w:t>the</w:t>
      </w:r>
      <w:r w:rsidR="00EB4CF0" w:rsidRPr="009D0511">
        <w:t xml:space="preserve"> </w:t>
      </w:r>
      <w:r w:rsidRPr="009D0511">
        <w:t>information</w:t>
      </w:r>
      <w:r w:rsidRPr="00345713">
        <w:t xml:space="preserve"> </w:t>
      </w:r>
      <w:r w:rsidR="00EB4CF0">
        <w:t xml:space="preserve">referred to in the previous </w:t>
      </w:r>
      <w:r w:rsidR="003D0011">
        <w:t>sub</w:t>
      </w:r>
      <w:r w:rsidR="00EB4CF0">
        <w:t xml:space="preserve">paragraph </w:t>
      </w:r>
      <w:r w:rsidR="002212A1" w:rsidRPr="00345713">
        <w:t>must</w:t>
      </w:r>
      <w:r w:rsidRPr="00345713">
        <w:t xml:space="preserve"> be provided by the beneficiary concerned.</w:t>
      </w:r>
    </w:p>
    <w:p w14:paraId="78AD0A78" w14:textId="77777777" w:rsidR="002B10B6" w:rsidRPr="00345713" w:rsidRDefault="002B10B6" w:rsidP="00770E86">
      <w:r w:rsidRPr="00345713">
        <w:t>I</w:t>
      </w:r>
      <w:r w:rsidR="001C1183">
        <w:t>f</w:t>
      </w:r>
      <w:r w:rsidRPr="00345713">
        <w:t xml:space="preserve"> the beneficiary concerned does not comply with the obligations set out in the first and second subparagraphs, the Commission may consider:</w:t>
      </w:r>
    </w:p>
    <w:p w14:paraId="78AD0A79" w14:textId="77777777" w:rsidR="002B10B6" w:rsidRPr="00345713" w:rsidRDefault="002B10B6" w:rsidP="003A2A37">
      <w:pPr>
        <w:numPr>
          <w:ilvl w:val="0"/>
          <w:numId w:val="43"/>
        </w:numPr>
      </w:pPr>
      <w:r w:rsidRPr="00345713">
        <w:t>any cost insufficiently substantiated by information provided by the beneficiary as ineligible;</w:t>
      </w:r>
    </w:p>
    <w:p w14:paraId="78AD0A7A" w14:textId="77777777" w:rsidR="002B10B6" w:rsidRPr="00345713" w:rsidRDefault="002B10B6" w:rsidP="003A2A37">
      <w:pPr>
        <w:numPr>
          <w:ilvl w:val="0"/>
          <w:numId w:val="43"/>
        </w:numPr>
      </w:pPr>
      <w:r w:rsidRPr="00345713">
        <w:t xml:space="preserve">any </w:t>
      </w:r>
      <w:r w:rsidR="003153FA">
        <w:t xml:space="preserve">financing not linked to costs, </w:t>
      </w:r>
      <w:r w:rsidRPr="00345713">
        <w:t>unit, lump sum or flat-rate contribution insufficiently substantiated by information provided by the beneficiary as undue.</w:t>
      </w:r>
    </w:p>
    <w:p w14:paraId="78AD0A7B" w14:textId="77777777" w:rsidR="00171637" w:rsidRPr="00345713" w:rsidRDefault="00171637" w:rsidP="00E24A37">
      <w:pPr>
        <w:pStyle w:val="Heading3"/>
        <w:ind w:left="1134" w:hanging="1134"/>
      </w:pPr>
      <w:bookmarkStart w:id="149" w:name="_Toc441250887"/>
      <w:bookmarkStart w:id="150" w:name="_Toc530496981"/>
      <w:r w:rsidRPr="00345713">
        <w:t>II.</w:t>
      </w:r>
      <w:r w:rsidR="00F655E9" w:rsidRPr="00345713">
        <w:t>27</w:t>
      </w:r>
      <w:r w:rsidRPr="00345713">
        <w:t>.4</w:t>
      </w:r>
      <w:r w:rsidRPr="00345713">
        <w:tab/>
        <w:t>On-the-spot visits</w:t>
      </w:r>
      <w:bookmarkEnd w:id="149"/>
      <w:bookmarkEnd w:id="150"/>
    </w:p>
    <w:p w14:paraId="78AD0A7C" w14:textId="77777777" w:rsidR="00171637" w:rsidRPr="00345713" w:rsidRDefault="00171637" w:rsidP="00770E86">
      <w:r w:rsidRPr="00345713">
        <w:t xml:space="preserve">During an on-the-spot visit, the beneficiaries </w:t>
      </w:r>
      <w:r w:rsidR="002212A1" w:rsidRPr="00345713">
        <w:t>must</w:t>
      </w:r>
      <w:r w:rsidRPr="00345713">
        <w:t xml:space="preserve"> allow Commission staff and outside personnel authorised by the Commission to have access to the sites and premises where the </w:t>
      </w:r>
      <w:r w:rsidR="00F648C4" w:rsidRPr="00345713">
        <w:rPr>
          <w:i/>
        </w:rPr>
        <w:t>action</w:t>
      </w:r>
      <w:r w:rsidRPr="00345713">
        <w:t xml:space="preserve"> is or was carried out, and to all the necessary information, including information in electronic format.</w:t>
      </w:r>
    </w:p>
    <w:p w14:paraId="78AD0A7D" w14:textId="77777777" w:rsidR="00171637" w:rsidRPr="00345713" w:rsidRDefault="00171637" w:rsidP="00770E86">
      <w:r w:rsidRPr="00345713">
        <w:t xml:space="preserve">They </w:t>
      </w:r>
      <w:r w:rsidR="002212A1" w:rsidRPr="00345713">
        <w:t>must</w:t>
      </w:r>
      <w:r w:rsidRPr="00345713">
        <w:t xml:space="preserve"> ensure that the information is readily available at the moment of the on-the-spot visit and that information requested is handed over in an appropriate form.</w:t>
      </w:r>
    </w:p>
    <w:p w14:paraId="78AD0A7E" w14:textId="77777777" w:rsidR="005E6F94" w:rsidRPr="00345713" w:rsidRDefault="005E6F94" w:rsidP="00770E86">
      <w:r w:rsidRPr="00345713">
        <w:t>I</w:t>
      </w:r>
      <w:r w:rsidR="00BB7EE2">
        <w:t>f</w:t>
      </w:r>
      <w:r w:rsidRPr="00345713">
        <w:t xml:space="preserve"> the beneficiary concerned refuses to provide access to the sites, premises and information </w:t>
      </w:r>
      <w:r w:rsidR="00BB7EE2">
        <w:t>as required in</w:t>
      </w:r>
      <w:r w:rsidRPr="00345713">
        <w:t xml:space="preserve"> the first and second subparagraphs, the Commission may consider:</w:t>
      </w:r>
    </w:p>
    <w:p w14:paraId="78AD0A7F" w14:textId="77777777" w:rsidR="005E6F94" w:rsidRPr="00345713" w:rsidRDefault="000612E1" w:rsidP="003A2A37">
      <w:pPr>
        <w:numPr>
          <w:ilvl w:val="1"/>
          <w:numId w:val="80"/>
        </w:numPr>
        <w:ind w:left="709" w:hanging="283"/>
      </w:pPr>
      <w:r>
        <w:t xml:space="preserve"> </w:t>
      </w:r>
      <w:r w:rsidR="005E6F94" w:rsidRPr="00345713">
        <w:t>any cost insufficiently substantiated by information provided by the beneficiary as ineligible;</w:t>
      </w:r>
    </w:p>
    <w:p w14:paraId="78AD0A80" w14:textId="77777777" w:rsidR="005E6F94" w:rsidRPr="00345713" w:rsidRDefault="000612E1" w:rsidP="003A2A37">
      <w:pPr>
        <w:numPr>
          <w:ilvl w:val="1"/>
          <w:numId w:val="80"/>
        </w:numPr>
        <w:ind w:left="709" w:hanging="283"/>
      </w:pPr>
      <w:r>
        <w:t xml:space="preserve"> </w:t>
      </w:r>
      <w:r w:rsidR="005E6F94" w:rsidRPr="00345713">
        <w:t xml:space="preserve">any </w:t>
      </w:r>
      <w:r w:rsidR="003153FA">
        <w:t xml:space="preserve">financing not linked to costs, </w:t>
      </w:r>
      <w:r w:rsidR="005E6F94" w:rsidRPr="00345713">
        <w:t>unit, lump sum or flat-rate contribution insufficiently substantiated by information provided by the beneficiary as undue.</w:t>
      </w:r>
    </w:p>
    <w:p w14:paraId="78AD0A81" w14:textId="77777777" w:rsidR="00171637" w:rsidRPr="00345713" w:rsidRDefault="00171637" w:rsidP="00E24A37">
      <w:pPr>
        <w:pStyle w:val="Heading3"/>
        <w:ind w:left="1134" w:hanging="1134"/>
      </w:pPr>
      <w:bookmarkStart w:id="151" w:name="_Toc441250888"/>
      <w:bookmarkStart w:id="152" w:name="_Toc530496982"/>
      <w:r w:rsidRPr="00345713">
        <w:t>II.</w:t>
      </w:r>
      <w:r w:rsidR="00F655E9" w:rsidRPr="00345713">
        <w:t>27</w:t>
      </w:r>
      <w:r w:rsidRPr="00345713">
        <w:t>.5</w:t>
      </w:r>
      <w:r w:rsidRPr="00345713">
        <w:tab/>
      </w:r>
      <w:r w:rsidRPr="00263941">
        <w:t>Contradictory audit procedure</w:t>
      </w:r>
      <w:bookmarkEnd w:id="151"/>
      <w:bookmarkEnd w:id="152"/>
    </w:p>
    <w:p w14:paraId="78AD0A82" w14:textId="77777777" w:rsidR="00171637" w:rsidRPr="00345713" w:rsidRDefault="00171637" w:rsidP="00770E86">
      <w:r w:rsidRPr="00345713">
        <w:t>On the basis of the findings made during the audit, a provisional report (</w:t>
      </w:r>
      <w:r w:rsidR="008021C5" w:rsidRPr="00345713">
        <w:t>‘</w:t>
      </w:r>
      <w:r w:rsidRPr="00345713">
        <w:t>draft audit report</w:t>
      </w:r>
      <w:r w:rsidR="008021C5" w:rsidRPr="00345713">
        <w:t>’</w:t>
      </w:r>
      <w:r w:rsidRPr="00345713">
        <w:t xml:space="preserve">) </w:t>
      </w:r>
      <w:r w:rsidR="002212A1" w:rsidRPr="00345713">
        <w:t>must</w:t>
      </w:r>
      <w:r w:rsidRPr="00345713">
        <w:t xml:space="preserve"> be drawn up. It </w:t>
      </w:r>
      <w:r w:rsidR="002212A1" w:rsidRPr="00345713">
        <w:t>must</w:t>
      </w:r>
      <w:r w:rsidRPr="00345713">
        <w:t xml:space="preserve"> be sent by the </w:t>
      </w:r>
      <w:r w:rsidRPr="00345713">
        <w:rPr>
          <w:iCs/>
        </w:rPr>
        <w:t xml:space="preserve">Commission </w:t>
      </w:r>
      <w:r w:rsidRPr="00345713">
        <w:t xml:space="preserve">or its authorised representative to the </w:t>
      </w:r>
      <w:r w:rsidRPr="00345713">
        <w:rPr>
          <w:iCs/>
        </w:rPr>
        <w:t xml:space="preserve">beneficiary </w:t>
      </w:r>
      <w:r w:rsidRPr="00345713">
        <w:t xml:space="preserve">concerned, </w:t>
      </w:r>
      <w:r w:rsidR="009E13FA" w:rsidRPr="00345713">
        <w:t xml:space="preserve">which </w:t>
      </w:r>
      <w:r w:rsidR="002212A1" w:rsidRPr="00345713">
        <w:t>must</w:t>
      </w:r>
      <w:r w:rsidRPr="00345713">
        <w:t xml:space="preserve"> have 30 </w:t>
      </w:r>
      <w:r w:rsidR="00EA0760" w:rsidRPr="00345713">
        <w:t xml:space="preserve">calendar </w:t>
      </w:r>
      <w:r w:rsidRPr="00345713">
        <w:t>days from the date of receipt to submit observations. The final report (</w:t>
      </w:r>
      <w:r w:rsidR="008021C5" w:rsidRPr="00345713">
        <w:t>‘</w:t>
      </w:r>
      <w:r w:rsidRPr="00345713">
        <w:t>final audit report</w:t>
      </w:r>
      <w:r w:rsidR="008021C5" w:rsidRPr="00345713">
        <w:t>’</w:t>
      </w:r>
      <w:r w:rsidRPr="00345713">
        <w:t xml:space="preserve">) </w:t>
      </w:r>
      <w:r w:rsidR="002212A1" w:rsidRPr="00345713">
        <w:t>must</w:t>
      </w:r>
      <w:r w:rsidRPr="00345713">
        <w:t xml:space="preserve"> be sent to the </w:t>
      </w:r>
      <w:r w:rsidRPr="00345713">
        <w:rPr>
          <w:iCs/>
        </w:rPr>
        <w:t xml:space="preserve">beneficiary </w:t>
      </w:r>
      <w:r w:rsidRPr="00345713">
        <w:t xml:space="preserve">concerned within 60 </w:t>
      </w:r>
      <w:r w:rsidR="005835C4" w:rsidRPr="00345713">
        <w:t xml:space="preserve">calendar </w:t>
      </w:r>
      <w:r w:rsidRPr="00345713">
        <w:t xml:space="preserve">days of expiry of the </w:t>
      </w:r>
      <w:r w:rsidR="00313DD8" w:rsidRPr="00345713">
        <w:t>time limit</w:t>
      </w:r>
      <w:r w:rsidRPr="00345713">
        <w:t xml:space="preserve"> for submission of observations.</w:t>
      </w:r>
    </w:p>
    <w:p w14:paraId="78AD0A83" w14:textId="77777777" w:rsidR="00171637" w:rsidRPr="00345713" w:rsidRDefault="00171637" w:rsidP="00E24A37">
      <w:pPr>
        <w:pStyle w:val="Heading3"/>
        <w:ind w:left="1134" w:hanging="1134"/>
      </w:pPr>
      <w:bookmarkStart w:id="153" w:name="_Toc441250889"/>
      <w:bookmarkStart w:id="154" w:name="_Toc530496983"/>
      <w:r w:rsidRPr="00345713">
        <w:t>II.</w:t>
      </w:r>
      <w:r w:rsidR="00F655E9" w:rsidRPr="00345713">
        <w:t>27</w:t>
      </w:r>
      <w:r w:rsidRPr="00345713">
        <w:t xml:space="preserve">.6 </w:t>
      </w:r>
      <w:r w:rsidR="00E24A37">
        <w:tab/>
      </w:r>
      <w:r w:rsidRPr="00345713">
        <w:t>Effects of audit findings</w:t>
      </w:r>
      <w:bookmarkEnd w:id="153"/>
      <w:bookmarkEnd w:id="154"/>
    </w:p>
    <w:p w14:paraId="78AD0A84" w14:textId="77777777" w:rsidR="00171637" w:rsidRPr="00345713" w:rsidRDefault="00171637" w:rsidP="00770E86">
      <w:r w:rsidRPr="00345713">
        <w:t xml:space="preserve">On the basis of the final audit findings, the </w:t>
      </w:r>
      <w:r w:rsidRPr="00345713">
        <w:rPr>
          <w:iCs/>
        </w:rPr>
        <w:t xml:space="preserve">Commission </w:t>
      </w:r>
      <w:r w:rsidRPr="00345713">
        <w:t>may take the measures it considers necessary, including recovery</w:t>
      </w:r>
      <w:r w:rsidR="00406E58" w:rsidRPr="00345713">
        <w:t xml:space="preserve"> at the time of payment of the balance or after payment of the balance</w:t>
      </w:r>
      <w:r w:rsidRPr="00345713">
        <w:t xml:space="preserve"> of all or part of the payments made by it</w:t>
      </w:r>
      <w:r w:rsidR="00406E58" w:rsidRPr="00345713">
        <w:t xml:space="preserve">, </w:t>
      </w:r>
      <w:r w:rsidR="000E3B0C">
        <w:t>as provided for in</w:t>
      </w:r>
      <w:r w:rsidR="00406E58" w:rsidRPr="00345713">
        <w:t xml:space="preserve"> Article II.26</w:t>
      </w:r>
      <w:r w:rsidRPr="00345713">
        <w:t>.</w:t>
      </w:r>
    </w:p>
    <w:p w14:paraId="78AD0A85" w14:textId="77777777" w:rsidR="00171637" w:rsidRPr="00345713" w:rsidRDefault="00171637" w:rsidP="00770E86">
      <w:r w:rsidRPr="00345713">
        <w:t>In the case of final audit findings after the payment of the balance, the amount to be recovered correspond</w:t>
      </w:r>
      <w:r w:rsidR="001E7238" w:rsidRPr="00345713">
        <w:t>s</w:t>
      </w:r>
      <w:r w:rsidRPr="00345713">
        <w:t xml:space="preserve"> to the difference between the revised final amount of the grant, determined in accordance with Article II.25, and the total amount paid to the beneficiaries under the </w:t>
      </w:r>
      <w:r w:rsidR="00952E98" w:rsidRPr="00345713">
        <w:t>Agreement</w:t>
      </w:r>
      <w:r w:rsidRPr="00345713">
        <w:t xml:space="preserve"> for the implementation of the </w:t>
      </w:r>
      <w:r w:rsidR="00F648C4" w:rsidRPr="00345713">
        <w:rPr>
          <w:i/>
        </w:rPr>
        <w:t>action</w:t>
      </w:r>
      <w:r w:rsidRPr="00345713">
        <w:t>.</w:t>
      </w:r>
    </w:p>
    <w:p w14:paraId="78AD0A86" w14:textId="77777777" w:rsidR="00254C3C" w:rsidRPr="00345713" w:rsidRDefault="00254C3C" w:rsidP="00E24A37">
      <w:pPr>
        <w:pStyle w:val="Heading3"/>
        <w:ind w:left="1134" w:hanging="1134"/>
      </w:pPr>
      <w:bookmarkStart w:id="155" w:name="_Toc441250890"/>
      <w:bookmarkStart w:id="156" w:name="_Toc530496984"/>
      <w:r w:rsidRPr="00345713">
        <w:t>II.2</w:t>
      </w:r>
      <w:r w:rsidR="00F655E9" w:rsidRPr="00345713">
        <w:t>7</w:t>
      </w:r>
      <w:r w:rsidRPr="00345713">
        <w:t xml:space="preserve">.7 </w:t>
      </w:r>
      <w:r w:rsidR="00E24A37">
        <w:tab/>
      </w:r>
      <w:r w:rsidRPr="00345713">
        <w:t>Correction of systemic or recurrent irregularities, fraud or breach of obligations</w:t>
      </w:r>
      <w:bookmarkEnd w:id="155"/>
      <w:bookmarkEnd w:id="156"/>
      <w:r w:rsidRPr="00345713">
        <w:t xml:space="preserve">  </w:t>
      </w:r>
    </w:p>
    <w:p w14:paraId="78AD0A87" w14:textId="77777777" w:rsidR="00B051E5" w:rsidRPr="00345713" w:rsidRDefault="0005787B" w:rsidP="00770E86">
      <w:r w:rsidRPr="00345713">
        <w:rPr>
          <w:b/>
        </w:rPr>
        <w:t>II.27.7.1</w:t>
      </w:r>
      <w:r w:rsidRPr="00345713">
        <w:t xml:space="preserve"> </w:t>
      </w:r>
      <w:r w:rsidR="00B71EA5" w:rsidRPr="00345713">
        <w:tab/>
      </w:r>
      <w:r w:rsidR="00B051E5" w:rsidRPr="00345713">
        <w:t>The Commission may extend audit findings from other grants to this grant if:</w:t>
      </w:r>
    </w:p>
    <w:p w14:paraId="78AD0A88" w14:textId="77777777" w:rsidR="00B051E5" w:rsidRPr="002C6D29" w:rsidRDefault="00B051E5" w:rsidP="003A2A37">
      <w:pPr>
        <w:numPr>
          <w:ilvl w:val="0"/>
          <w:numId w:val="64"/>
        </w:numPr>
      </w:pPr>
      <w:r w:rsidRPr="000075EA">
        <w:t>the beneficiary concerned is found</w:t>
      </w:r>
      <w:r w:rsidRPr="00C171E6">
        <w:t xml:space="preserve"> to have committed systemic or recurrent </w:t>
      </w:r>
      <w:r w:rsidR="00DD603E" w:rsidRPr="00622AC1">
        <w:rPr>
          <w:i/>
        </w:rPr>
        <w:t>irregularities</w:t>
      </w:r>
      <w:r w:rsidRPr="00B2727F">
        <w:rPr>
          <w:i/>
        </w:rPr>
        <w:t xml:space="preserve">, </w:t>
      </w:r>
      <w:r w:rsidR="00DD603E" w:rsidRPr="008B50DF">
        <w:rPr>
          <w:i/>
        </w:rPr>
        <w:t>fraud</w:t>
      </w:r>
      <w:r w:rsidRPr="006B34F9">
        <w:t xml:space="preserve"> or </w:t>
      </w:r>
      <w:r w:rsidRPr="00102EE4">
        <w:rPr>
          <w:i/>
        </w:rPr>
        <w:t>breach of obligations</w:t>
      </w:r>
      <w:r w:rsidRPr="006B34F9">
        <w:t xml:space="preserve"> </w:t>
      </w:r>
      <w:r w:rsidR="00937C92" w:rsidRPr="006B34F9">
        <w:t xml:space="preserve">in other EU or Euratom grants awarded under similar conditions </w:t>
      </w:r>
      <w:r w:rsidR="00937C92" w:rsidRPr="00666D1B">
        <w:t xml:space="preserve">and such </w:t>
      </w:r>
      <w:r w:rsidR="00937C92" w:rsidRPr="00A6537C">
        <w:rPr>
          <w:i/>
        </w:rPr>
        <w:t>irregularities, fraud</w:t>
      </w:r>
      <w:r w:rsidR="00937C92" w:rsidRPr="00666D1B">
        <w:t xml:space="preserve"> or </w:t>
      </w:r>
      <w:r w:rsidR="00937C92" w:rsidRPr="00102EE4">
        <w:rPr>
          <w:i/>
        </w:rPr>
        <w:t>breach</w:t>
      </w:r>
      <w:r w:rsidRPr="00102EE4">
        <w:rPr>
          <w:i/>
        </w:rPr>
        <w:t xml:space="preserve"> </w:t>
      </w:r>
      <w:r w:rsidR="00530144" w:rsidRPr="00102EE4">
        <w:rPr>
          <w:i/>
        </w:rPr>
        <w:t>of obligations</w:t>
      </w:r>
      <w:r w:rsidR="00530144">
        <w:t xml:space="preserve"> </w:t>
      </w:r>
      <w:r w:rsidRPr="00666D1B">
        <w:t>have a material impact on this grant</w:t>
      </w:r>
      <w:r w:rsidR="00937C92" w:rsidRPr="002C6D29">
        <w:t>;</w:t>
      </w:r>
      <w:r w:rsidRPr="002C6D29">
        <w:t xml:space="preserve"> and</w:t>
      </w:r>
    </w:p>
    <w:p w14:paraId="78AD0A89" w14:textId="77777777" w:rsidR="0041243F" w:rsidRPr="002C6D29" w:rsidRDefault="00B051E5" w:rsidP="003A2A37">
      <w:pPr>
        <w:numPr>
          <w:ilvl w:val="0"/>
          <w:numId w:val="64"/>
        </w:numPr>
      </w:pPr>
      <w:r w:rsidRPr="002C6D29">
        <w:t xml:space="preserve">the final audit findings are </w:t>
      </w:r>
      <w:r w:rsidR="007F28FF" w:rsidRPr="002C6D29">
        <w:t xml:space="preserve">sent </w:t>
      </w:r>
      <w:r w:rsidRPr="002C6D29">
        <w:t>to the beneficiary concerned</w:t>
      </w:r>
      <w:r w:rsidR="007F28FF" w:rsidRPr="002C6D29">
        <w:t xml:space="preserve"> </w:t>
      </w:r>
      <w:r w:rsidR="00743EEE" w:rsidRPr="002C6D29">
        <w:t xml:space="preserve">through </w:t>
      </w:r>
      <w:r w:rsidR="007F28FF" w:rsidRPr="002C6D29">
        <w:t xml:space="preserve">a </w:t>
      </w:r>
      <w:r w:rsidR="007F28FF" w:rsidRPr="002C6D29">
        <w:rPr>
          <w:i/>
        </w:rPr>
        <w:t>formal notification</w:t>
      </w:r>
      <w:r w:rsidRPr="002C6D29">
        <w:t>, together with the list of grants affected by the findings</w:t>
      </w:r>
      <w:r w:rsidR="0041243F" w:rsidRPr="002C6D29">
        <w:t xml:space="preserve"> within the period referred to in Article II.27.1</w:t>
      </w:r>
      <w:r w:rsidR="00E81FEF">
        <w:t>.</w:t>
      </w:r>
    </w:p>
    <w:p w14:paraId="78AD0A8A" w14:textId="77777777" w:rsidR="00D12691" w:rsidRPr="00345713" w:rsidRDefault="003F225B" w:rsidP="002C30C1">
      <w:r w:rsidRPr="00345713">
        <w:t>The extension of findings may lead to</w:t>
      </w:r>
      <w:r w:rsidR="00D12691" w:rsidRPr="00345713">
        <w:t>:</w:t>
      </w:r>
    </w:p>
    <w:p w14:paraId="78AD0A8B" w14:textId="77777777" w:rsidR="00D12691" w:rsidRPr="00345713" w:rsidRDefault="003F225B" w:rsidP="003A2A37">
      <w:pPr>
        <w:numPr>
          <w:ilvl w:val="0"/>
          <w:numId w:val="65"/>
        </w:numPr>
      </w:pPr>
      <w:r w:rsidRPr="00345713">
        <w:t>the rejection of costs as ineligible</w:t>
      </w:r>
      <w:r w:rsidR="00937C92">
        <w:t>;</w:t>
      </w:r>
    </w:p>
    <w:p w14:paraId="78AD0A8C" w14:textId="77777777" w:rsidR="00D12691" w:rsidRPr="00345713" w:rsidRDefault="003F225B" w:rsidP="003A2A37">
      <w:pPr>
        <w:numPr>
          <w:ilvl w:val="0"/>
          <w:numId w:val="65"/>
        </w:numPr>
      </w:pPr>
      <w:r w:rsidRPr="00345713">
        <w:t xml:space="preserve">reduction of the grant </w:t>
      </w:r>
      <w:r w:rsidR="00937C92">
        <w:t>as provided for in</w:t>
      </w:r>
      <w:r w:rsidRPr="00345713">
        <w:t xml:space="preserve"> Article</w:t>
      </w:r>
      <w:r w:rsidR="00D12691" w:rsidRPr="00345713">
        <w:t xml:space="preserve"> II.25.4</w:t>
      </w:r>
      <w:r w:rsidR="00937C92">
        <w:t>;</w:t>
      </w:r>
    </w:p>
    <w:p w14:paraId="78AD0A8D" w14:textId="77777777" w:rsidR="00D12691" w:rsidRPr="00345713" w:rsidRDefault="003F225B" w:rsidP="003A2A37">
      <w:pPr>
        <w:numPr>
          <w:ilvl w:val="0"/>
          <w:numId w:val="65"/>
        </w:numPr>
      </w:pPr>
      <w:r w:rsidRPr="00345713">
        <w:t xml:space="preserve">recovery of undue amounts </w:t>
      </w:r>
      <w:r w:rsidR="00937C92">
        <w:t>as provided for in</w:t>
      </w:r>
      <w:r w:rsidR="00937C92" w:rsidRPr="00345713">
        <w:t xml:space="preserve"> </w:t>
      </w:r>
      <w:r w:rsidR="00D12691" w:rsidRPr="00345713">
        <w:t>Article II.26</w:t>
      </w:r>
      <w:r w:rsidR="00937C92">
        <w:rPr>
          <w:rFonts w:eastAsia="Calibri"/>
          <w:lang w:eastAsia="en-US"/>
        </w:rPr>
        <w:t>;</w:t>
      </w:r>
    </w:p>
    <w:p w14:paraId="78AD0A8E" w14:textId="77777777" w:rsidR="00D12691" w:rsidRPr="00345713" w:rsidRDefault="003F225B" w:rsidP="003A2A37">
      <w:pPr>
        <w:numPr>
          <w:ilvl w:val="0"/>
          <w:numId w:val="65"/>
        </w:numPr>
      </w:pPr>
      <w:r w:rsidRPr="00345713">
        <w:t xml:space="preserve">suspension of payments </w:t>
      </w:r>
      <w:r w:rsidR="00937C92">
        <w:t>as provided for in</w:t>
      </w:r>
      <w:r w:rsidR="00D12691" w:rsidRPr="00345713">
        <w:t xml:space="preserve"> Article II.2</w:t>
      </w:r>
      <w:r w:rsidR="00777625" w:rsidRPr="00345713">
        <w:t>4</w:t>
      </w:r>
      <w:r w:rsidR="005835C4" w:rsidRPr="00345713">
        <w:t>.</w:t>
      </w:r>
      <w:r w:rsidR="00777625" w:rsidRPr="00345713">
        <w:t>1</w:t>
      </w:r>
      <w:r w:rsidR="00937C92">
        <w:t>;</w:t>
      </w:r>
    </w:p>
    <w:p w14:paraId="78AD0A8F" w14:textId="77777777" w:rsidR="00D12691" w:rsidRPr="00345713" w:rsidRDefault="003F225B" w:rsidP="003A2A37">
      <w:pPr>
        <w:numPr>
          <w:ilvl w:val="0"/>
          <w:numId w:val="65"/>
        </w:numPr>
      </w:pPr>
      <w:r w:rsidRPr="00345713">
        <w:t xml:space="preserve">suspension of the </w:t>
      </w:r>
      <w:r w:rsidR="00F648C4" w:rsidRPr="00345713">
        <w:rPr>
          <w:i/>
        </w:rPr>
        <w:t>action</w:t>
      </w:r>
      <w:r w:rsidRPr="00345713">
        <w:t xml:space="preserve"> implementation </w:t>
      </w:r>
      <w:r w:rsidR="00937C92">
        <w:t>as provided for in</w:t>
      </w:r>
      <w:r w:rsidR="00937C92" w:rsidRPr="00345713">
        <w:t xml:space="preserve"> </w:t>
      </w:r>
      <w:r w:rsidRPr="00345713">
        <w:t xml:space="preserve">Article </w:t>
      </w:r>
      <w:r w:rsidR="00B229FC" w:rsidRPr="00345713">
        <w:t>II.16</w:t>
      </w:r>
      <w:r w:rsidR="00D12691" w:rsidRPr="00345713">
        <w:t>.2</w:t>
      </w:r>
      <w:r w:rsidR="00937C92">
        <w:t>;</w:t>
      </w:r>
    </w:p>
    <w:p w14:paraId="78AD0A90" w14:textId="77777777" w:rsidR="003F225B" w:rsidRPr="00345713" w:rsidRDefault="003F225B" w:rsidP="003A2A37">
      <w:pPr>
        <w:numPr>
          <w:ilvl w:val="0"/>
          <w:numId w:val="65"/>
        </w:numPr>
      </w:pPr>
      <w:r w:rsidRPr="00345713">
        <w:t xml:space="preserve">termination </w:t>
      </w:r>
      <w:r w:rsidR="00937C92">
        <w:t>as provided for in</w:t>
      </w:r>
      <w:r w:rsidR="00937C92" w:rsidRPr="00345713">
        <w:t xml:space="preserve"> </w:t>
      </w:r>
      <w:r w:rsidR="00D12691" w:rsidRPr="00345713">
        <w:t>Article II.1</w:t>
      </w:r>
      <w:r w:rsidR="004D15D3" w:rsidRPr="00345713">
        <w:t>7</w:t>
      </w:r>
      <w:r w:rsidR="00D12691" w:rsidRPr="00345713">
        <w:t>.3</w:t>
      </w:r>
      <w:r w:rsidR="005835C4" w:rsidRPr="00345713">
        <w:t>.</w:t>
      </w:r>
    </w:p>
    <w:p w14:paraId="78AD0A91" w14:textId="77777777" w:rsidR="00B051E5" w:rsidRPr="00345713" w:rsidRDefault="0005787B" w:rsidP="00E24A37">
      <w:pPr>
        <w:ind w:left="1418" w:hanging="1418"/>
      </w:pPr>
      <w:r w:rsidRPr="00345713">
        <w:rPr>
          <w:b/>
        </w:rPr>
        <w:t>II.27.7.2</w:t>
      </w:r>
      <w:r w:rsidRPr="00345713">
        <w:t xml:space="preserve"> </w:t>
      </w:r>
      <w:r w:rsidR="004265C3" w:rsidRPr="00345713">
        <w:tab/>
      </w:r>
      <w:r w:rsidR="00B051E5" w:rsidRPr="00345713">
        <w:t xml:space="preserve">The Commission must </w:t>
      </w:r>
      <w:r w:rsidR="007F28FF" w:rsidRPr="00345713">
        <w:t xml:space="preserve">send a </w:t>
      </w:r>
      <w:r w:rsidR="00B051E5" w:rsidRPr="00345713">
        <w:rPr>
          <w:i/>
        </w:rPr>
        <w:t>formal notif</w:t>
      </w:r>
      <w:r w:rsidR="007F28FF" w:rsidRPr="00345713">
        <w:rPr>
          <w:i/>
        </w:rPr>
        <w:t>ication</w:t>
      </w:r>
      <w:r w:rsidR="007F28FF" w:rsidRPr="00345713">
        <w:t xml:space="preserve"> to</w:t>
      </w:r>
      <w:r w:rsidR="00B051E5" w:rsidRPr="00345713">
        <w:rPr>
          <w:bCs/>
        </w:rPr>
        <w:t xml:space="preserve"> the beneficiary concerned</w:t>
      </w:r>
      <w:r w:rsidR="00B051E5" w:rsidRPr="00345713">
        <w:t xml:space="preserve"> </w:t>
      </w:r>
      <w:r w:rsidR="007F28FF" w:rsidRPr="00345713">
        <w:t xml:space="preserve">informing it </w:t>
      </w:r>
      <w:r w:rsidR="00E156D5" w:rsidRPr="00345713">
        <w:t xml:space="preserve">of </w:t>
      </w:r>
      <w:r w:rsidR="00B051E5" w:rsidRPr="00345713">
        <w:t xml:space="preserve">the systemic or recurrent </w:t>
      </w:r>
      <w:r w:rsidR="00776B38" w:rsidRPr="00776B38">
        <w:rPr>
          <w:i/>
        </w:rPr>
        <w:t>irregularities, fraud</w:t>
      </w:r>
      <w:r w:rsidR="00776B38" w:rsidRPr="00776B38">
        <w:t xml:space="preserve"> or </w:t>
      </w:r>
      <w:r w:rsidR="00776B38" w:rsidRPr="00102EE4">
        <w:rPr>
          <w:i/>
        </w:rPr>
        <w:t>breach of obligations</w:t>
      </w:r>
      <w:r w:rsidR="00776B38" w:rsidRPr="00776B38">
        <w:t xml:space="preserve"> </w:t>
      </w:r>
      <w:r w:rsidR="00B051E5" w:rsidRPr="00345713">
        <w:t xml:space="preserve">and </w:t>
      </w:r>
      <w:r w:rsidR="008305EF" w:rsidRPr="00345713">
        <w:t xml:space="preserve">of </w:t>
      </w:r>
      <w:r w:rsidR="00B051E5" w:rsidRPr="00345713">
        <w:t>its intention to extend the audit findings, together wit</w:t>
      </w:r>
      <w:r w:rsidR="00995AFD" w:rsidRPr="00345713">
        <w:t>h the list of grants affected.</w:t>
      </w:r>
    </w:p>
    <w:p w14:paraId="78AD0A92" w14:textId="77777777" w:rsidR="00DF6361" w:rsidRPr="00345713" w:rsidRDefault="00B051E5" w:rsidP="003A2A37">
      <w:pPr>
        <w:numPr>
          <w:ilvl w:val="0"/>
          <w:numId w:val="66"/>
        </w:numPr>
        <w:ind w:left="567" w:hanging="567"/>
      </w:pPr>
      <w:r w:rsidRPr="00345713">
        <w:rPr>
          <w:bCs/>
        </w:rPr>
        <w:t>If the</w:t>
      </w:r>
      <w:r w:rsidRPr="00345713">
        <w:rPr>
          <w:b/>
          <w:bCs/>
        </w:rPr>
        <w:t xml:space="preserve"> </w:t>
      </w:r>
      <w:r w:rsidRPr="00345713">
        <w:t xml:space="preserve">findings concern eligibility of costs the </w:t>
      </w:r>
      <w:r w:rsidR="00DF6361" w:rsidRPr="00345713">
        <w:t>procedure is as follows:</w:t>
      </w:r>
    </w:p>
    <w:p w14:paraId="78AD0A93" w14:textId="77777777" w:rsidR="00B051E5" w:rsidRPr="00345713" w:rsidRDefault="00DF6361" w:rsidP="002C30C1">
      <w:pPr>
        <w:rPr>
          <w:szCs w:val="24"/>
        </w:rPr>
      </w:pPr>
      <w:r w:rsidRPr="00345713">
        <w:rPr>
          <w:b/>
          <w:szCs w:val="24"/>
        </w:rPr>
        <w:t>Step 1</w:t>
      </w:r>
      <w:r w:rsidRPr="00345713">
        <w:rPr>
          <w:szCs w:val="24"/>
        </w:rPr>
        <w:t xml:space="preserve"> </w:t>
      </w:r>
      <w:r w:rsidR="00345713">
        <w:rPr>
          <w:szCs w:val="24"/>
        </w:rPr>
        <w:t>—</w:t>
      </w:r>
      <w:r w:rsidRPr="00345713">
        <w:rPr>
          <w:szCs w:val="24"/>
        </w:rPr>
        <w:t xml:space="preserve"> The</w:t>
      </w:r>
      <w:r w:rsidR="00A55371" w:rsidRPr="00345713">
        <w:rPr>
          <w:szCs w:val="24"/>
        </w:rPr>
        <w:t xml:space="preserve"> </w:t>
      </w:r>
      <w:r w:rsidR="00B051E5" w:rsidRPr="00345713">
        <w:rPr>
          <w:i/>
          <w:szCs w:val="24"/>
        </w:rPr>
        <w:t>formal notification</w:t>
      </w:r>
      <w:r w:rsidR="00B051E5" w:rsidRPr="00345713">
        <w:rPr>
          <w:szCs w:val="24"/>
        </w:rPr>
        <w:t xml:space="preserve"> </w:t>
      </w:r>
      <w:r w:rsidR="006B78A3" w:rsidRPr="00345713">
        <w:rPr>
          <w:szCs w:val="24"/>
        </w:rPr>
        <w:t>must include</w:t>
      </w:r>
      <w:r w:rsidR="00B051E5" w:rsidRPr="00345713">
        <w:rPr>
          <w:bCs/>
          <w:szCs w:val="24"/>
        </w:rPr>
        <w:t>:</w:t>
      </w:r>
    </w:p>
    <w:p w14:paraId="78AD0A94" w14:textId="77777777" w:rsidR="00B051E5" w:rsidRPr="00345713" w:rsidRDefault="00B051E5" w:rsidP="003A2A37">
      <w:pPr>
        <w:numPr>
          <w:ilvl w:val="0"/>
          <w:numId w:val="67"/>
        </w:numPr>
      </w:pPr>
      <w:r w:rsidRPr="00345713">
        <w:t>an invitation to submit observations on the list of grants affected by the findings</w:t>
      </w:r>
      <w:r w:rsidR="00255AEB" w:rsidRPr="00345713">
        <w:t>;</w:t>
      </w:r>
    </w:p>
    <w:p w14:paraId="78AD0A95" w14:textId="77777777" w:rsidR="00B051E5" w:rsidRPr="00345713" w:rsidRDefault="00FB18E8" w:rsidP="003A2A37">
      <w:pPr>
        <w:numPr>
          <w:ilvl w:val="0"/>
          <w:numId w:val="67"/>
        </w:numPr>
      </w:pPr>
      <w:r w:rsidRPr="00345713">
        <w:t>a</w:t>
      </w:r>
      <w:r w:rsidR="00B051E5" w:rsidRPr="00345713">
        <w:t xml:space="preserve"> request</w:t>
      </w:r>
      <w:r w:rsidR="00B051E5" w:rsidRPr="00345713">
        <w:rPr>
          <w:bCs/>
        </w:rPr>
        <w:t xml:space="preserve"> to submit</w:t>
      </w:r>
      <w:r w:rsidR="00B051E5" w:rsidRPr="00345713">
        <w:t xml:space="preserve"> revised financial statements for all grants affected;</w:t>
      </w:r>
    </w:p>
    <w:p w14:paraId="78AD0A96" w14:textId="77777777" w:rsidR="008305EF" w:rsidRPr="00345713" w:rsidRDefault="000612E1" w:rsidP="003A2A37">
      <w:pPr>
        <w:numPr>
          <w:ilvl w:val="0"/>
          <w:numId w:val="67"/>
        </w:numPr>
      </w:pPr>
      <w:r>
        <w:t xml:space="preserve"> </w:t>
      </w:r>
      <w:r w:rsidR="003E3672" w:rsidRPr="00345713">
        <w:t xml:space="preserve">where possible, </w:t>
      </w:r>
      <w:r w:rsidR="008305EF" w:rsidRPr="00345713">
        <w:t xml:space="preserve">the correction rate for extrapolation established by the Commission to calculate the amounts to be rejected on the basis of the systemic or recurrent </w:t>
      </w:r>
      <w:r w:rsidR="00DD603E" w:rsidRPr="00345713">
        <w:rPr>
          <w:i/>
        </w:rPr>
        <w:t>irregularities</w:t>
      </w:r>
      <w:r w:rsidR="008305EF" w:rsidRPr="00345713">
        <w:rPr>
          <w:i/>
        </w:rPr>
        <w:t xml:space="preserve">, </w:t>
      </w:r>
      <w:r w:rsidR="00DD603E" w:rsidRPr="00345713">
        <w:rPr>
          <w:i/>
        </w:rPr>
        <w:t>fraud</w:t>
      </w:r>
      <w:r w:rsidR="00A55371" w:rsidRPr="00345713">
        <w:rPr>
          <w:i/>
        </w:rPr>
        <w:t xml:space="preserve"> </w:t>
      </w:r>
      <w:r w:rsidR="008305EF" w:rsidRPr="00345713">
        <w:t xml:space="preserve">or </w:t>
      </w:r>
      <w:r w:rsidR="008305EF" w:rsidRPr="00102EE4">
        <w:rPr>
          <w:i/>
        </w:rPr>
        <w:t>breach of obligations</w:t>
      </w:r>
      <w:r w:rsidR="00383EA8" w:rsidRPr="00A6537C">
        <w:t>,</w:t>
      </w:r>
      <w:r w:rsidR="00383EA8">
        <w:rPr>
          <w:lang w:val="en-US"/>
        </w:rPr>
        <w:t xml:space="preserve"> </w:t>
      </w:r>
      <w:r w:rsidR="008305EF" w:rsidRPr="00345713">
        <w:t>if the beneficiary concerned:</w:t>
      </w:r>
    </w:p>
    <w:p w14:paraId="78AD0A97" w14:textId="77777777" w:rsidR="008305EF" w:rsidRPr="00345713" w:rsidRDefault="008305EF" w:rsidP="002C30C1">
      <w:pPr>
        <w:ind w:left="709"/>
        <w:rPr>
          <w:szCs w:val="24"/>
        </w:rPr>
      </w:pPr>
      <w:r w:rsidRPr="00345713">
        <w:rPr>
          <w:szCs w:val="24"/>
        </w:rPr>
        <w:t>- consider</w:t>
      </w:r>
      <w:r w:rsidR="00723749">
        <w:rPr>
          <w:szCs w:val="24"/>
        </w:rPr>
        <w:t>s</w:t>
      </w:r>
      <w:r w:rsidRPr="00345713">
        <w:rPr>
          <w:szCs w:val="24"/>
        </w:rPr>
        <w:t xml:space="preserve"> that the submission of revised financial statements is not possible or practicable</w:t>
      </w:r>
      <w:r w:rsidR="00723749">
        <w:rPr>
          <w:szCs w:val="24"/>
        </w:rPr>
        <w:t>;</w:t>
      </w:r>
      <w:r w:rsidRPr="00345713">
        <w:rPr>
          <w:szCs w:val="24"/>
        </w:rPr>
        <w:t xml:space="preserve"> or</w:t>
      </w:r>
    </w:p>
    <w:p w14:paraId="78AD0A98" w14:textId="77777777" w:rsidR="008305EF" w:rsidRPr="00345713" w:rsidRDefault="008305EF" w:rsidP="002C30C1">
      <w:pPr>
        <w:ind w:left="709"/>
        <w:rPr>
          <w:szCs w:val="24"/>
        </w:rPr>
      </w:pPr>
      <w:r w:rsidRPr="00345713">
        <w:rPr>
          <w:szCs w:val="24"/>
        </w:rPr>
        <w:t xml:space="preserve">- </w:t>
      </w:r>
      <w:r w:rsidR="00723749" w:rsidRPr="00345713">
        <w:rPr>
          <w:szCs w:val="24"/>
        </w:rPr>
        <w:t>w</w:t>
      </w:r>
      <w:r w:rsidR="00723749">
        <w:rPr>
          <w:szCs w:val="24"/>
        </w:rPr>
        <w:t>ill</w:t>
      </w:r>
      <w:r w:rsidR="00723749" w:rsidRPr="00345713">
        <w:rPr>
          <w:szCs w:val="24"/>
        </w:rPr>
        <w:t xml:space="preserve"> </w:t>
      </w:r>
      <w:r w:rsidRPr="00345713">
        <w:rPr>
          <w:szCs w:val="24"/>
        </w:rPr>
        <w:t>not submit revised financial statements.</w:t>
      </w:r>
    </w:p>
    <w:p w14:paraId="78AD0A99" w14:textId="77777777" w:rsidR="00E156D5" w:rsidRPr="00345713" w:rsidRDefault="00DF6361" w:rsidP="002C30C1">
      <w:r w:rsidRPr="00345713">
        <w:rPr>
          <w:b/>
        </w:rPr>
        <w:t>Step 2</w:t>
      </w:r>
      <w:r w:rsidRPr="00345713">
        <w:t xml:space="preserve"> </w:t>
      </w:r>
      <w:r w:rsidR="00345713">
        <w:t>—</w:t>
      </w:r>
      <w:r w:rsidRPr="00345713">
        <w:t xml:space="preserve"> </w:t>
      </w:r>
      <w:r w:rsidR="00E156D5" w:rsidRPr="00345713">
        <w:t xml:space="preserve">The beneficiary concerned has </w:t>
      </w:r>
      <w:r w:rsidR="00A10FBD" w:rsidRPr="00345713">
        <w:t>6</w:t>
      </w:r>
      <w:r w:rsidR="00E156D5" w:rsidRPr="00345713">
        <w:t xml:space="preserve">0 </w:t>
      </w:r>
      <w:r w:rsidR="00EA0760" w:rsidRPr="00345713">
        <w:t xml:space="preserve">calendar </w:t>
      </w:r>
      <w:r w:rsidR="00E156D5" w:rsidRPr="00345713">
        <w:t xml:space="preserve">days from </w:t>
      </w:r>
      <w:r w:rsidR="008962C9">
        <w:t xml:space="preserve">when it </w:t>
      </w:r>
      <w:r w:rsidR="008962C9" w:rsidRPr="00345713">
        <w:t>receiv</w:t>
      </w:r>
      <w:r w:rsidR="008962C9">
        <w:t>es</w:t>
      </w:r>
      <w:r w:rsidR="008962C9" w:rsidRPr="00345713">
        <w:t xml:space="preserve"> </w:t>
      </w:r>
      <w:r w:rsidR="007F28FF" w:rsidRPr="00345713">
        <w:t xml:space="preserve">the </w:t>
      </w:r>
      <w:r w:rsidR="007F28FF" w:rsidRPr="00345713">
        <w:rPr>
          <w:i/>
        </w:rPr>
        <w:t xml:space="preserve">formal </w:t>
      </w:r>
      <w:r w:rsidR="00E156D5" w:rsidRPr="00345713">
        <w:rPr>
          <w:i/>
        </w:rPr>
        <w:t>notification</w:t>
      </w:r>
      <w:r w:rsidR="00E156D5" w:rsidRPr="00345713">
        <w:t xml:space="preserve"> to submit observations</w:t>
      </w:r>
      <w:r w:rsidR="00FB18E8" w:rsidRPr="00345713">
        <w:t xml:space="preserve"> and</w:t>
      </w:r>
      <w:r w:rsidR="00E156D5" w:rsidRPr="00345713">
        <w:t xml:space="preserve"> revised financial statements</w:t>
      </w:r>
      <w:r w:rsidR="000137AA" w:rsidRPr="00345713">
        <w:t xml:space="preserve"> or to propose a duly substantiated alternative </w:t>
      </w:r>
      <w:r w:rsidR="006303BD" w:rsidRPr="00345713">
        <w:t xml:space="preserve">correction </w:t>
      </w:r>
      <w:r w:rsidR="000137AA" w:rsidRPr="00345713">
        <w:t>m</w:t>
      </w:r>
      <w:r w:rsidR="00255AEB" w:rsidRPr="00345713">
        <w:t>e</w:t>
      </w:r>
      <w:r w:rsidR="000137AA" w:rsidRPr="00345713">
        <w:t>thod</w:t>
      </w:r>
      <w:r w:rsidR="00E156D5" w:rsidRPr="00345713">
        <w:t xml:space="preserve">. </w:t>
      </w:r>
      <w:r w:rsidR="00A10FBD" w:rsidRPr="00345713">
        <w:t xml:space="preserve">This period may be extended by </w:t>
      </w:r>
      <w:r w:rsidR="00E156D5" w:rsidRPr="00345713">
        <w:t>the Commission in justified cases.</w:t>
      </w:r>
    </w:p>
    <w:p w14:paraId="78AD0A9A" w14:textId="77777777" w:rsidR="006A1B5D" w:rsidRPr="00345713" w:rsidRDefault="006303BD" w:rsidP="002C30C1">
      <w:r w:rsidRPr="00345713">
        <w:rPr>
          <w:b/>
        </w:rPr>
        <w:t>Step 3</w:t>
      </w:r>
      <w:r w:rsidRPr="00345713">
        <w:t xml:space="preserve"> </w:t>
      </w:r>
      <w:r w:rsidR="00345713">
        <w:t>—</w:t>
      </w:r>
      <w:r w:rsidR="004B2248" w:rsidRPr="00345713">
        <w:t xml:space="preserve"> If the beneficiary concerned submits revised financial statements</w:t>
      </w:r>
      <w:r w:rsidR="00472534" w:rsidRPr="00345713">
        <w:t xml:space="preserve"> </w:t>
      </w:r>
      <w:r w:rsidR="008962C9">
        <w:t xml:space="preserve">that </w:t>
      </w:r>
      <w:r w:rsidR="008962C9" w:rsidRPr="00345713">
        <w:t>tak</w:t>
      </w:r>
      <w:r w:rsidR="008962C9">
        <w:t>e</w:t>
      </w:r>
      <w:r w:rsidR="008962C9" w:rsidRPr="00345713">
        <w:t xml:space="preserve"> </w:t>
      </w:r>
      <w:r w:rsidR="00472534" w:rsidRPr="00345713">
        <w:t>account of the findings</w:t>
      </w:r>
      <w:r w:rsidR="004B2248" w:rsidRPr="00345713">
        <w:t xml:space="preserve"> </w:t>
      </w:r>
      <w:r w:rsidR="006A1B5D" w:rsidRPr="00345713">
        <w:t xml:space="preserve">the Commission will </w:t>
      </w:r>
      <w:r w:rsidR="002C6D29">
        <w:t>determine</w:t>
      </w:r>
      <w:r w:rsidR="002C6D29" w:rsidRPr="00345713">
        <w:t xml:space="preserve"> </w:t>
      </w:r>
      <w:r w:rsidR="006A1B5D" w:rsidRPr="00345713">
        <w:t>the amount to be corrected on the basis of those revised statements.</w:t>
      </w:r>
    </w:p>
    <w:p w14:paraId="78AD0A9B" w14:textId="77777777" w:rsidR="006303BD" w:rsidRPr="00345713" w:rsidRDefault="006303BD" w:rsidP="002C30C1">
      <w:r w:rsidRPr="00345713">
        <w:t xml:space="preserve">If the </w:t>
      </w:r>
      <w:r w:rsidR="00255AEB" w:rsidRPr="00345713">
        <w:t xml:space="preserve">beneficiary proposes an alternative correction method and the </w:t>
      </w:r>
      <w:r w:rsidRPr="00345713">
        <w:t xml:space="preserve">Commission accepts </w:t>
      </w:r>
      <w:r w:rsidR="00255AEB" w:rsidRPr="00345713">
        <w:t xml:space="preserve">it, the Commission </w:t>
      </w:r>
      <w:r w:rsidRPr="00345713">
        <w:t xml:space="preserve">must </w:t>
      </w:r>
      <w:r w:rsidR="00A55371" w:rsidRPr="00345713">
        <w:t xml:space="preserve">send a </w:t>
      </w:r>
      <w:r w:rsidRPr="00345713">
        <w:rPr>
          <w:i/>
        </w:rPr>
        <w:t>formal notification</w:t>
      </w:r>
      <w:r w:rsidRPr="00345713">
        <w:t xml:space="preserve"> to the beneficiary concerned informing it:</w:t>
      </w:r>
    </w:p>
    <w:p w14:paraId="78AD0A9C" w14:textId="77777777" w:rsidR="006303BD" w:rsidRPr="00345713" w:rsidRDefault="008962C9" w:rsidP="003A2A37">
      <w:pPr>
        <w:numPr>
          <w:ilvl w:val="0"/>
          <w:numId w:val="68"/>
        </w:numPr>
      </w:pPr>
      <w:r>
        <w:t>that it</w:t>
      </w:r>
      <w:r w:rsidRPr="00345713">
        <w:t xml:space="preserve"> </w:t>
      </w:r>
      <w:r w:rsidR="006303BD" w:rsidRPr="00345713">
        <w:t>accept</w:t>
      </w:r>
      <w:r>
        <w:t>s</w:t>
      </w:r>
      <w:r w:rsidR="006303BD" w:rsidRPr="00345713">
        <w:t xml:space="preserve"> the alternative method</w:t>
      </w:r>
      <w:r>
        <w:t>;</w:t>
      </w:r>
    </w:p>
    <w:p w14:paraId="78AD0A9D" w14:textId="77777777" w:rsidR="006303BD" w:rsidRPr="00345713" w:rsidRDefault="008962C9" w:rsidP="003A2A37">
      <w:pPr>
        <w:numPr>
          <w:ilvl w:val="0"/>
          <w:numId w:val="68"/>
        </w:numPr>
      </w:pPr>
      <w:r>
        <w:t xml:space="preserve">of </w:t>
      </w:r>
      <w:r w:rsidR="006303BD" w:rsidRPr="00345713">
        <w:t>the revised eligible costs determined by applying this method</w:t>
      </w:r>
      <w:r w:rsidR="005835C4" w:rsidRPr="00345713">
        <w:t>.</w:t>
      </w:r>
    </w:p>
    <w:p w14:paraId="78AD0A9E" w14:textId="77777777" w:rsidR="006303BD" w:rsidRPr="00345713" w:rsidRDefault="006303BD" w:rsidP="002C30C1">
      <w:r w:rsidRPr="00345713">
        <w:t xml:space="preserve">Otherwise the Commission must send a </w:t>
      </w:r>
      <w:r w:rsidRPr="00345713">
        <w:rPr>
          <w:i/>
        </w:rPr>
        <w:t>formal notification</w:t>
      </w:r>
      <w:r w:rsidRPr="00345713">
        <w:t xml:space="preserve"> to the beneficiary concerned informing it:</w:t>
      </w:r>
    </w:p>
    <w:p w14:paraId="78AD0A9F" w14:textId="77777777" w:rsidR="006303BD" w:rsidRPr="00345713" w:rsidRDefault="008962C9" w:rsidP="003A2A37">
      <w:pPr>
        <w:numPr>
          <w:ilvl w:val="0"/>
          <w:numId w:val="69"/>
        </w:numPr>
      </w:pPr>
      <w:r w:rsidRPr="00345713">
        <w:t>th</w:t>
      </w:r>
      <w:r>
        <w:t>at</w:t>
      </w:r>
      <w:r w:rsidRPr="00345713">
        <w:t xml:space="preserve"> </w:t>
      </w:r>
      <w:r>
        <w:t xml:space="preserve">it does </w:t>
      </w:r>
      <w:r w:rsidRPr="00345713">
        <w:t>no</w:t>
      </w:r>
      <w:r>
        <w:t xml:space="preserve">t </w:t>
      </w:r>
      <w:r w:rsidR="006303BD" w:rsidRPr="00345713">
        <w:t>accept the observations or the alternative method proposed</w:t>
      </w:r>
      <w:r w:rsidR="00B96A68">
        <w:t>;</w:t>
      </w:r>
    </w:p>
    <w:p w14:paraId="78AD0AA0" w14:textId="77777777" w:rsidR="006303BD" w:rsidRPr="00345713" w:rsidRDefault="008962C9" w:rsidP="003A2A37">
      <w:pPr>
        <w:numPr>
          <w:ilvl w:val="0"/>
          <w:numId w:val="69"/>
        </w:numPr>
      </w:pPr>
      <w:r>
        <w:t xml:space="preserve">of </w:t>
      </w:r>
      <w:r w:rsidR="006303BD" w:rsidRPr="00345713">
        <w:t>the revised eligible costs determined by applying the extrapolation method initially notified to the beneficiary.</w:t>
      </w:r>
    </w:p>
    <w:p w14:paraId="78AD0AA1" w14:textId="77777777" w:rsidR="00B051E5" w:rsidRPr="00345713" w:rsidRDefault="00021446" w:rsidP="002C30C1">
      <w:r w:rsidRPr="00345713">
        <w:t>I</w:t>
      </w:r>
      <w:r w:rsidR="00EB1DDC" w:rsidRPr="00345713">
        <w:t>f</w:t>
      </w:r>
      <w:r w:rsidRPr="00345713">
        <w:t xml:space="preserve"> the systemic or recurrent </w:t>
      </w:r>
      <w:r w:rsidR="00DD603E" w:rsidRPr="00345713">
        <w:rPr>
          <w:i/>
        </w:rPr>
        <w:t>irregularities</w:t>
      </w:r>
      <w:r w:rsidRPr="00345713">
        <w:rPr>
          <w:i/>
        </w:rPr>
        <w:t xml:space="preserve">, </w:t>
      </w:r>
      <w:r w:rsidR="00DD603E" w:rsidRPr="00345713">
        <w:rPr>
          <w:i/>
        </w:rPr>
        <w:t>fraud</w:t>
      </w:r>
      <w:r w:rsidR="00A55371" w:rsidRPr="00345713">
        <w:rPr>
          <w:i/>
        </w:rPr>
        <w:t xml:space="preserve"> </w:t>
      </w:r>
      <w:r w:rsidRPr="00345713">
        <w:t xml:space="preserve">or </w:t>
      </w:r>
      <w:r w:rsidRPr="00102EE4">
        <w:rPr>
          <w:i/>
        </w:rPr>
        <w:t>breach of obligations</w:t>
      </w:r>
      <w:r w:rsidRPr="00345713">
        <w:t xml:space="preserve"> </w:t>
      </w:r>
      <w:r w:rsidR="00EB1DDC" w:rsidRPr="00345713">
        <w:t xml:space="preserve">are </w:t>
      </w:r>
      <w:r w:rsidRPr="00345713">
        <w:t>found after the payment of the balance, the amount to be recovered correspond</w:t>
      </w:r>
      <w:r w:rsidR="0004000F" w:rsidRPr="00345713">
        <w:t>s</w:t>
      </w:r>
      <w:r w:rsidRPr="00345713">
        <w:t xml:space="preserve"> to the difference between</w:t>
      </w:r>
      <w:r w:rsidR="00B051E5" w:rsidRPr="00345713">
        <w:t>:</w:t>
      </w:r>
    </w:p>
    <w:p w14:paraId="78AD0AA2" w14:textId="77777777" w:rsidR="00B051E5" w:rsidRPr="00345713" w:rsidRDefault="00021446" w:rsidP="003A2A37">
      <w:pPr>
        <w:numPr>
          <w:ilvl w:val="0"/>
          <w:numId w:val="70"/>
        </w:numPr>
      </w:pPr>
      <w:r w:rsidRPr="00345713">
        <w:t xml:space="preserve">the revised final amount of the grant, determined in accordance with Article II.25 on the basis of </w:t>
      </w:r>
      <w:r w:rsidR="00F40AB9" w:rsidRPr="00345713">
        <w:t xml:space="preserve">the revised eligible costs </w:t>
      </w:r>
      <w:r w:rsidR="008F3F17" w:rsidRPr="00345713">
        <w:t xml:space="preserve">declared by the beneficiary and </w:t>
      </w:r>
      <w:r w:rsidR="00F40AB9" w:rsidRPr="00345713">
        <w:t>approved by the Commission</w:t>
      </w:r>
      <w:r w:rsidR="006303BD" w:rsidRPr="00345713">
        <w:t xml:space="preserve"> or on the basis of the revised eligible costs after extrapolation</w:t>
      </w:r>
      <w:r w:rsidR="00B96A68">
        <w:t>;</w:t>
      </w:r>
      <w:r w:rsidR="002C30C1" w:rsidRPr="00345713">
        <w:t xml:space="preserve"> </w:t>
      </w:r>
      <w:r w:rsidRPr="00345713">
        <w:t>and</w:t>
      </w:r>
    </w:p>
    <w:p w14:paraId="78AD0AA3" w14:textId="77777777" w:rsidR="006178F3" w:rsidRPr="00345713" w:rsidRDefault="00021446" w:rsidP="003A2A37">
      <w:pPr>
        <w:numPr>
          <w:ilvl w:val="0"/>
          <w:numId w:val="70"/>
        </w:numPr>
      </w:pPr>
      <w:r w:rsidRPr="00345713">
        <w:t xml:space="preserve">the total amount paid to the beneficiaries under the Agreement for the implementation of the </w:t>
      </w:r>
      <w:r w:rsidR="00F648C4" w:rsidRPr="00345713">
        <w:rPr>
          <w:i/>
        </w:rPr>
        <w:t>action</w:t>
      </w:r>
      <w:r w:rsidR="00C3371C" w:rsidRPr="00345713">
        <w:t>;</w:t>
      </w:r>
    </w:p>
    <w:p w14:paraId="78AD0AA4" w14:textId="77777777" w:rsidR="00DF6361" w:rsidRPr="00345713" w:rsidRDefault="0032406E" w:rsidP="003A2A37">
      <w:pPr>
        <w:numPr>
          <w:ilvl w:val="0"/>
          <w:numId w:val="66"/>
        </w:numPr>
        <w:ind w:left="567" w:hanging="567"/>
        <w:rPr>
          <w:szCs w:val="24"/>
        </w:rPr>
      </w:pPr>
      <w:r w:rsidRPr="00345713">
        <w:rPr>
          <w:szCs w:val="24"/>
        </w:rPr>
        <w:t xml:space="preserve">If the </w:t>
      </w:r>
      <w:r w:rsidRPr="00E24A37">
        <w:rPr>
          <w:bCs/>
        </w:rPr>
        <w:t>findings</w:t>
      </w:r>
      <w:r w:rsidRPr="00345713">
        <w:rPr>
          <w:szCs w:val="24"/>
        </w:rPr>
        <w:t xml:space="preserve"> concern improper implementation or a breach of another obligation</w:t>
      </w:r>
      <w:r w:rsidR="001C41A8" w:rsidRPr="00345713">
        <w:rPr>
          <w:szCs w:val="24"/>
        </w:rPr>
        <w:t xml:space="preserve"> </w:t>
      </w:r>
      <w:r w:rsidRPr="00345713">
        <w:rPr>
          <w:szCs w:val="24"/>
        </w:rPr>
        <w:t>the</w:t>
      </w:r>
      <w:r w:rsidR="00DF6361" w:rsidRPr="00345713">
        <w:rPr>
          <w:szCs w:val="24"/>
        </w:rPr>
        <w:t xml:space="preserve"> procedure is as follows:</w:t>
      </w:r>
    </w:p>
    <w:p w14:paraId="78AD0AA5" w14:textId="77777777" w:rsidR="0032406E" w:rsidRPr="00345713" w:rsidRDefault="00DF6361" w:rsidP="002C30C1">
      <w:r w:rsidRPr="00345713">
        <w:rPr>
          <w:b/>
        </w:rPr>
        <w:t>Step 1</w:t>
      </w:r>
      <w:r w:rsidRPr="00345713">
        <w:t xml:space="preserve"> </w:t>
      </w:r>
      <w:r w:rsidR="00345713">
        <w:t>—</w:t>
      </w:r>
      <w:r w:rsidRPr="00345713">
        <w:t xml:space="preserve"> </w:t>
      </w:r>
      <w:r w:rsidR="006303BD" w:rsidRPr="00345713">
        <w:t>T</w:t>
      </w:r>
      <w:r w:rsidRPr="00345713">
        <w:t xml:space="preserve">he </w:t>
      </w:r>
      <w:r w:rsidR="0032406E" w:rsidRPr="00345713">
        <w:rPr>
          <w:i/>
        </w:rPr>
        <w:t>formal notification</w:t>
      </w:r>
      <w:r w:rsidR="0032406E" w:rsidRPr="00345713">
        <w:t xml:space="preserve"> </w:t>
      </w:r>
      <w:r w:rsidR="006303BD" w:rsidRPr="00345713">
        <w:t xml:space="preserve">must </w:t>
      </w:r>
      <w:r w:rsidR="0032406E" w:rsidRPr="00345713">
        <w:t>includ</w:t>
      </w:r>
      <w:r w:rsidR="006303BD" w:rsidRPr="00345713">
        <w:t>e</w:t>
      </w:r>
      <w:r w:rsidR="0032406E" w:rsidRPr="00345713">
        <w:t>:</w:t>
      </w:r>
    </w:p>
    <w:p w14:paraId="78AD0AA6" w14:textId="77777777" w:rsidR="0032406E" w:rsidRPr="00345713" w:rsidRDefault="0032406E" w:rsidP="003A2A37">
      <w:pPr>
        <w:numPr>
          <w:ilvl w:val="0"/>
          <w:numId w:val="71"/>
        </w:numPr>
      </w:pPr>
      <w:r w:rsidRPr="00345713">
        <w:t xml:space="preserve">an invitation to </w:t>
      </w:r>
      <w:r w:rsidR="00B96A68">
        <w:t xml:space="preserve">the beneficiary to </w:t>
      </w:r>
      <w:r w:rsidRPr="00345713">
        <w:t>submit observations on the list of grants affected by the findings</w:t>
      </w:r>
      <w:r w:rsidR="00DF6361" w:rsidRPr="00345713">
        <w:t xml:space="preserve"> </w:t>
      </w:r>
      <w:r w:rsidRPr="00345713">
        <w:t>and</w:t>
      </w:r>
    </w:p>
    <w:p w14:paraId="78AD0AA7" w14:textId="77777777" w:rsidR="0032406E" w:rsidRPr="00345713" w:rsidRDefault="0032406E" w:rsidP="003A2A37">
      <w:pPr>
        <w:numPr>
          <w:ilvl w:val="0"/>
          <w:numId w:val="71"/>
        </w:numPr>
      </w:pPr>
      <w:r w:rsidRPr="00345713">
        <w:t xml:space="preserve">the </w:t>
      </w:r>
      <w:r w:rsidR="00404C9B" w:rsidRPr="00C171E6">
        <w:t xml:space="preserve">correction </w:t>
      </w:r>
      <w:r w:rsidRPr="00C171E6">
        <w:t>flat</w:t>
      </w:r>
      <w:r w:rsidR="00C0239D" w:rsidRPr="00A6537C">
        <w:t xml:space="preserve"> </w:t>
      </w:r>
      <w:r w:rsidRPr="00C171E6">
        <w:t>rate the Commission</w:t>
      </w:r>
      <w:r w:rsidRPr="00345713">
        <w:t xml:space="preserve"> intends to apply </w:t>
      </w:r>
      <w:r w:rsidR="00B90727" w:rsidRPr="00345713">
        <w:t xml:space="preserve">to the </w:t>
      </w:r>
      <w:r w:rsidR="00B90727" w:rsidRPr="00345713">
        <w:rPr>
          <w:i/>
        </w:rPr>
        <w:t>maximum amount of the grant</w:t>
      </w:r>
      <w:r w:rsidR="00B90727" w:rsidRPr="00345713">
        <w:t xml:space="preserve"> or </w:t>
      </w:r>
      <w:r w:rsidR="007420B0" w:rsidRPr="00345713">
        <w:t xml:space="preserve">to </w:t>
      </w:r>
      <w:r w:rsidR="00B90727" w:rsidRPr="00345713">
        <w:t xml:space="preserve">part </w:t>
      </w:r>
      <w:r w:rsidR="007420B0" w:rsidRPr="00345713">
        <w:t>of it</w:t>
      </w:r>
      <w:r w:rsidR="00B96A68">
        <w:t>,</w:t>
      </w:r>
      <w:r w:rsidR="007420B0" w:rsidRPr="00345713">
        <w:t xml:space="preserve"> a</w:t>
      </w:r>
      <w:r w:rsidRPr="00345713">
        <w:t>ccording to</w:t>
      </w:r>
      <w:r w:rsidR="009E0CF6">
        <w:t xml:space="preserve"> </w:t>
      </w:r>
      <w:r w:rsidRPr="00345713">
        <w:t>the principle of proportionality.</w:t>
      </w:r>
    </w:p>
    <w:p w14:paraId="78AD0AA8" w14:textId="77777777" w:rsidR="0032406E" w:rsidRPr="00345713" w:rsidRDefault="00DF6361" w:rsidP="002C30C1">
      <w:r w:rsidRPr="00345713">
        <w:rPr>
          <w:b/>
        </w:rPr>
        <w:t>Step 2</w:t>
      </w:r>
      <w:r w:rsidRPr="00345713">
        <w:t xml:space="preserve"> </w:t>
      </w:r>
      <w:r w:rsidR="00345713">
        <w:t>—</w:t>
      </w:r>
      <w:r w:rsidRPr="00345713">
        <w:t xml:space="preserve"> </w:t>
      </w:r>
      <w:r w:rsidR="0032406E" w:rsidRPr="00345713">
        <w:t xml:space="preserve">The beneficiary concerned has </w:t>
      </w:r>
      <w:r w:rsidR="00926FDE" w:rsidRPr="00345713">
        <w:t>6</w:t>
      </w:r>
      <w:r w:rsidR="0032406E" w:rsidRPr="00345713">
        <w:t xml:space="preserve">0 </w:t>
      </w:r>
      <w:r w:rsidR="00EA0760" w:rsidRPr="00345713">
        <w:t xml:space="preserve">calendar </w:t>
      </w:r>
      <w:r w:rsidR="0032406E" w:rsidRPr="00345713">
        <w:t xml:space="preserve">days from receiving </w:t>
      </w:r>
      <w:r w:rsidR="007F28FF" w:rsidRPr="00345713">
        <w:t xml:space="preserve">the </w:t>
      </w:r>
      <w:r w:rsidR="007F28FF" w:rsidRPr="00345713">
        <w:rPr>
          <w:i/>
        </w:rPr>
        <w:t xml:space="preserve">formal </w:t>
      </w:r>
      <w:r w:rsidR="0032406E" w:rsidRPr="00345713">
        <w:rPr>
          <w:i/>
        </w:rPr>
        <w:t>notification</w:t>
      </w:r>
      <w:r w:rsidR="0032406E" w:rsidRPr="00345713">
        <w:t xml:space="preserve"> to submit observations or to propose a duly substantiated alternative flat-rate.</w:t>
      </w:r>
    </w:p>
    <w:p w14:paraId="78AD0AA9" w14:textId="77777777" w:rsidR="00404C9B" w:rsidRPr="00345713" w:rsidRDefault="00DF6361" w:rsidP="002C30C1">
      <w:r w:rsidRPr="00345713">
        <w:rPr>
          <w:b/>
        </w:rPr>
        <w:t>Step 3</w:t>
      </w:r>
      <w:r w:rsidRPr="00345713">
        <w:t xml:space="preserve"> </w:t>
      </w:r>
      <w:r w:rsidR="00345713">
        <w:t>—</w:t>
      </w:r>
      <w:r w:rsidRPr="00345713">
        <w:t xml:space="preserve"> </w:t>
      </w:r>
      <w:r w:rsidR="00F40AB9" w:rsidRPr="00345713">
        <w:t>If</w:t>
      </w:r>
      <w:r w:rsidR="00364A69" w:rsidRPr="00345713">
        <w:t xml:space="preserve"> </w:t>
      </w:r>
      <w:r w:rsidR="00F40AB9" w:rsidRPr="00345713">
        <w:t xml:space="preserve">the Commission accepts the alternative flat rate proposed by the beneficiary, it </w:t>
      </w:r>
      <w:r w:rsidR="002212A1" w:rsidRPr="00345713">
        <w:t>must</w:t>
      </w:r>
      <w:r w:rsidR="00F40AB9" w:rsidRPr="00345713">
        <w:t xml:space="preserve"> </w:t>
      </w:r>
      <w:r w:rsidR="007F28FF" w:rsidRPr="00345713">
        <w:t xml:space="preserve">send a </w:t>
      </w:r>
      <w:r w:rsidR="00F40AB9" w:rsidRPr="00345713">
        <w:rPr>
          <w:i/>
        </w:rPr>
        <w:t>formal notif</w:t>
      </w:r>
      <w:r w:rsidR="007F28FF" w:rsidRPr="00345713">
        <w:rPr>
          <w:i/>
        </w:rPr>
        <w:t>ication</w:t>
      </w:r>
      <w:r w:rsidR="007F28FF" w:rsidRPr="00345713">
        <w:t xml:space="preserve"> to </w:t>
      </w:r>
      <w:r w:rsidR="00F40AB9" w:rsidRPr="00345713">
        <w:t>the beneficiary concerned</w:t>
      </w:r>
      <w:r w:rsidR="00404C9B" w:rsidRPr="00345713">
        <w:t xml:space="preserve"> </w:t>
      </w:r>
      <w:r w:rsidR="007F28FF" w:rsidRPr="00345713">
        <w:t>informing it</w:t>
      </w:r>
      <w:r w:rsidR="00364207" w:rsidRPr="00345713">
        <w:t>:</w:t>
      </w:r>
    </w:p>
    <w:p w14:paraId="78AD0AAA" w14:textId="77777777" w:rsidR="00404C9B" w:rsidRPr="00345713" w:rsidRDefault="005835FB" w:rsidP="003A2A37">
      <w:pPr>
        <w:numPr>
          <w:ilvl w:val="0"/>
          <w:numId w:val="72"/>
        </w:numPr>
      </w:pPr>
      <w:r>
        <w:t>that it</w:t>
      </w:r>
      <w:r w:rsidRPr="00345713">
        <w:t xml:space="preserve"> </w:t>
      </w:r>
      <w:r w:rsidR="00404C9B" w:rsidRPr="00345713">
        <w:t>accept</w:t>
      </w:r>
      <w:r>
        <w:t>s</w:t>
      </w:r>
      <w:r w:rsidR="00404C9B" w:rsidRPr="00345713">
        <w:t xml:space="preserve"> the alternative flat-rate</w:t>
      </w:r>
      <w:r w:rsidR="00D03CE1">
        <w:t>;</w:t>
      </w:r>
    </w:p>
    <w:p w14:paraId="78AD0AAB" w14:textId="77777777" w:rsidR="00F40AB9" w:rsidRPr="00345713" w:rsidRDefault="005835FB" w:rsidP="003A2A37">
      <w:pPr>
        <w:numPr>
          <w:ilvl w:val="0"/>
          <w:numId w:val="72"/>
        </w:numPr>
      </w:pPr>
      <w:r>
        <w:t xml:space="preserve">of </w:t>
      </w:r>
      <w:r w:rsidR="00404C9B" w:rsidRPr="00345713">
        <w:t xml:space="preserve">the </w:t>
      </w:r>
      <w:r w:rsidR="00851B1B" w:rsidRPr="00345713">
        <w:t>correct</w:t>
      </w:r>
      <w:r w:rsidR="00404C9B" w:rsidRPr="00345713">
        <w:t>ed</w:t>
      </w:r>
      <w:r w:rsidR="00851B1B" w:rsidRPr="00345713">
        <w:t xml:space="preserve"> grant amount</w:t>
      </w:r>
      <w:r w:rsidR="00F40AB9" w:rsidRPr="00345713">
        <w:t xml:space="preserve"> by applying th</w:t>
      </w:r>
      <w:r w:rsidR="00D57B97" w:rsidRPr="00345713">
        <w:t xml:space="preserve">is </w:t>
      </w:r>
      <w:r w:rsidR="00851B1B" w:rsidRPr="00345713">
        <w:t>flat rate</w:t>
      </w:r>
      <w:r w:rsidR="00F40AB9" w:rsidRPr="00345713">
        <w:t>.</w:t>
      </w:r>
    </w:p>
    <w:p w14:paraId="78AD0AAC" w14:textId="77777777" w:rsidR="00364207" w:rsidRPr="00345713" w:rsidRDefault="00364207" w:rsidP="002C30C1">
      <w:r w:rsidRPr="00345713">
        <w:t xml:space="preserve">Otherwise the Commission must </w:t>
      </w:r>
      <w:r w:rsidR="007F28FF" w:rsidRPr="00345713">
        <w:t xml:space="preserve">send a </w:t>
      </w:r>
      <w:r w:rsidR="007F28FF" w:rsidRPr="00345713">
        <w:rPr>
          <w:i/>
        </w:rPr>
        <w:t>formal</w:t>
      </w:r>
      <w:r w:rsidRPr="00345713">
        <w:rPr>
          <w:i/>
        </w:rPr>
        <w:t xml:space="preserve"> notif</w:t>
      </w:r>
      <w:r w:rsidR="007F28FF" w:rsidRPr="00345713">
        <w:rPr>
          <w:i/>
        </w:rPr>
        <w:t>ication</w:t>
      </w:r>
      <w:r w:rsidR="007F28FF" w:rsidRPr="00345713">
        <w:t xml:space="preserve"> to</w:t>
      </w:r>
      <w:r w:rsidRPr="00345713">
        <w:t xml:space="preserve"> the beneficiary concerned </w:t>
      </w:r>
      <w:r w:rsidR="007F28FF" w:rsidRPr="00345713">
        <w:t>informing it</w:t>
      </w:r>
      <w:r w:rsidRPr="00345713">
        <w:t>:</w:t>
      </w:r>
    </w:p>
    <w:p w14:paraId="78AD0AAD" w14:textId="77777777" w:rsidR="00364207" w:rsidRPr="00345713" w:rsidRDefault="00A7491F" w:rsidP="003A2A37">
      <w:pPr>
        <w:numPr>
          <w:ilvl w:val="0"/>
          <w:numId w:val="73"/>
        </w:numPr>
      </w:pPr>
      <w:r w:rsidRPr="00345713">
        <w:t>th</w:t>
      </w:r>
      <w:r>
        <w:t xml:space="preserve">at it does not </w:t>
      </w:r>
      <w:r w:rsidR="00364A69" w:rsidRPr="00345713">
        <w:t>accept</w:t>
      </w:r>
      <w:r w:rsidR="00364207" w:rsidRPr="00345713">
        <w:t xml:space="preserve"> the observations or the alternative </w:t>
      </w:r>
      <w:r w:rsidR="000F7CB1" w:rsidRPr="00345713">
        <w:t>flat rate</w:t>
      </w:r>
      <w:r w:rsidR="00364207" w:rsidRPr="00345713">
        <w:t xml:space="preserve"> proposed</w:t>
      </w:r>
      <w:r>
        <w:t>;</w:t>
      </w:r>
    </w:p>
    <w:p w14:paraId="78AD0AAE" w14:textId="77777777" w:rsidR="00F40AB9" w:rsidRPr="00345713" w:rsidRDefault="00A7491F" w:rsidP="003A2A37">
      <w:pPr>
        <w:numPr>
          <w:ilvl w:val="0"/>
          <w:numId w:val="73"/>
        </w:numPr>
      </w:pPr>
      <w:r>
        <w:t xml:space="preserve">of </w:t>
      </w:r>
      <w:r w:rsidR="00364207" w:rsidRPr="00345713">
        <w:t xml:space="preserve">the </w:t>
      </w:r>
      <w:r w:rsidR="00851B1B" w:rsidRPr="00345713">
        <w:t>correct</w:t>
      </w:r>
      <w:r w:rsidR="00364207" w:rsidRPr="00345713">
        <w:t>ed</w:t>
      </w:r>
      <w:r w:rsidR="00851B1B" w:rsidRPr="00345713">
        <w:t xml:space="preserve"> grant</w:t>
      </w:r>
      <w:r w:rsidR="00F40AB9" w:rsidRPr="00345713">
        <w:t xml:space="preserve"> amount by applying the </w:t>
      </w:r>
      <w:r w:rsidR="00851B1B" w:rsidRPr="00345713">
        <w:t>flat rate</w:t>
      </w:r>
      <w:r w:rsidR="00F40AB9" w:rsidRPr="00345713">
        <w:t xml:space="preserve"> initially notified to the beneficiary.</w:t>
      </w:r>
    </w:p>
    <w:p w14:paraId="78AD0AAF" w14:textId="77777777" w:rsidR="00C9498B" w:rsidRPr="00345713" w:rsidRDefault="00851B1B" w:rsidP="002C30C1">
      <w:r w:rsidRPr="00345713">
        <w:t>I</w:t>
      </w:r>
      <w:r w:rsidR="00C9498B" w:rsidRPr="00345713">
        <w:t xml:space="preserve">f the </w:t>
      </w:r>
      <w:r w:rsidRPr="00345713">
        <w:t xml:space="preserve">systemic or recurrent </w:t>
      </w:r>
      <w:r w:rsidR="00DD603E" w:rsidRPr="00345713">
        <w:rPr>
          <w:i/>
        </w:rPr>
        <w:t>irregularities</w:t>
      </w:r>
      <w:r w:rsidRPr="00345713">
        <w:t xml:space="preserve">, </w:t>
      </w:r>
      <w:r w:rsidR="00DD603E" w:rsidRPr="00345713">
        <w:rPr>
          <w:i/>
        </w:rPr>
        <w:t>fraud</w:t>
      </w:r>
      <w:r w:rsidRPr="00345713">
        <w:t xml:space="preserve"> or </w:t>
      </w:r>
      <w:r w:rsidRPr="004D590E">
        <w:rPr>
          <w:i/>
        </w:rPr>
        <w:t>breach of obligations</w:t>
      </w:r>
      <w:r w:rsidRPr="00345713">
        <w:t xml:space="preserve"> </w:t>
      </w:r>
      <w:r w:rsidR="00C9498B" w:rsidRPr="00345713">
        <w:t xml:space="preserve">are </w:t>
      </w:r>
      <w:r w:rsidRPr="00345713">
        <w:t>found after the payment of the balance, the amount to be recovered correspond</w:t>
      </w:r>
      <w:r w:rsidR="00CB5F29" w:rsidRPr="00345713">
        <w:t>s</w:t>
      </w:r>
      <w:r w:rsidRPr="00345713">
        <w:t xml:space="preserve"> to the difference between</w:t>
      </w:r>
      <w:r w:rsidR="00C9498B" w:rsidRPr="00345713">
        <w:t>:</w:t>
      </w:r>
    </w:p>
    <w:p w14:paraId="78AD0AB0" w14:textId="77777777" w:rsidR="00C9498B" w:rsidRPr="00345713" w:rsidRDefault="00851B1B" w:rsidP="003A2A37">
      <w:pPr>
        <w:numPr>
          <w:ilvl w:val="0"/>
          <w:numId w:val="74"/>
        </w:numPr>
      </w:pPr>
      <w:r w:rsidRPr="00345713">
        <w:t>the revised final amount of the grant after flat-rate correction</w:t>
      </w:r>
      <w:r w:rsidR="00C0239D">
        <w:t>;</w:t>
      </w:r>
      <w:r w:rsidRPr="00345713">
        <w:t xml:space="preserve"> and</w:t>
      </w:r>
    </w:p>
    <w:p w14:paraId="78AD0AB1" w14:textId="77777777" w:rsidR="006178F3" w:rsidRPr="00345713" w:rsidRDefault="00851B1B" w:rsidP="003A2A37">
      <w:pPr>
        <w:numPr>
          <w:ilvl w:val="0"/>
          <w:numId w:val="74"/>
        </w:numPr>
      </w:pPr>
      <w:r w:rsidRPr="00345713">
        <w:t xml:space="preserve">the total amount paid to the beneficiaries under the Agreement for the implementation of the </w:t>
      </w:r>
      <w:r w:rsidR="00F648C4" w:rsidRPr="00345713">
        <w:rPr>
          <w:i/>
        </w:rPr>
        <w:t>action</w:t>
      </w:r>
      <w:r w:rsidR="00FE5AC6" w:rsidRPr="00345713">
        <w:t>.</w:t>
      </w:r>
    </w:p>
    <w:p w14:paraId="78AD0AB2" w14:textId="6FA05D09" w:rsidR="00171637" w:rsidRPr="00345713" w:rsidRDefault="00171637" w:rsidP="00E24A37">
      <w:pPr>
        <w:pStyle w:val="Heading3"/>
        <w:ind w:left="1134" w:hanging="1134"/>
      </w:pPr>
      <w:bookmarkStart w:id="157" w:name="_Toc441250891"/>
      <w:bookmarkStart w:id="158" w:name="_Toc530496985"/>
      <w:r w:rsidRPr="00B16B85">
        <w:t>II.</w:t>
      </w:r>
      <w:r w:rsidR="00F655E9" w:rsidRPr="00B16B85">
        <w:t>27</w:t>
      </w:r>
      <w:r w:rsidRPr="00B16B85">
        <w:t>.</w:t>
      </w:r>
      <w:r w:rsidR="006D609F" w:rsidRPr="00B16B85">
        <w:t>8</w:t>
      </w:r>
      <w:r w:rsidRPr="00B16B85">
        <w:tab/>
      </w:r>
      <w:r w:rsidR="00B04DE8">
        <w:t>Rights</w:t>
      </w:r>
      <w:r w:rsidR="00E449E1">
        <w:t xml:space="preserve"> of </w:t>
      </w:r>
      <w:r w:rsidRPr="00B16B85">
        <w:t>OLAF</w:t>
      </w:r>
      <w:bookmarkEnd w:id="157"/>
      <w:bookmarkEnd w:id="158"/>
      <w:r w:rsidR="002E25EA">
        <w:t xml:space="preserve"> </w:t>
      </w:r>
    </w:p>
    <w:p w14:paraId="78AD0AB3" w14:textId="77777777" w:rsidR="00171637" w:rsidRPr="00345713" w:rsidRDefault="00171637" w:rsidP="00770E86">
      <w:r w:rsidRPr="00345713">
        <w:t>The European Anti-Fraud Office (OLAF)</w:t>
      </w:r>
      <w:r w:rsidRPr="00345713" w:rsidDel="0010709D">
        <w:t xml:space="preserve"> </w:t>
      </w:r>
      <w:r w:rsidR="00317A0B" w:rsidRPr="00345713">
        <w:t>has</w:t>
      </w:r>
      <w:r w:rsidRPr="00345713">
        <w:t xml:space="preserve"> the same rights as the Commission, </w:t>
      </w:r>
      <w:r w:rsidR="00C0239D">
        <w:t>particularly</w:t>
      </w:r>
      <w:r w:rsidR="00C0239D" w:rsidRPr="00345713">
        <w:t xml:space="preserve"> </w:t>
      </w:r>
      <w:r w:rsidR="00C0239D">
        <w:t xml:space="preserve">the </w:t>
      </w:r>
      <w:r w:rsidRPr="00345713">
        <w:t>right of access, for the purpose of checks and investigations.</w:t>
      </w:r>
    </w:p>
    <w:p w14:paraId="78AD0AB4" w14:textId="77777777" w:rsidR="00171637" w:rsidRDefault="005B57B7" w:rsidP="00770E86">
      <w:r>
        <w:t>Under</w:t>
      </w:r>
      <w:r w:rsidR="00171637" w:rsidRPr="00345713">
        <w:t xml:space="preserve"> Council Regulation </w:t>
      </w:r>
      <w:r w:rsidR="00C171E6" w:rsidRPr="00C171E6">
        <w:t xml:space="preserve">(Euratom, EC) </w:t>
      </w:r>
      <w:r w:rsidR="00171637" w:rsidRPr="00345713">
        <w:t>No 2185/96</w:t>
      </w:r>
      <w:r w:rsidR="00317A0B" w:rsidRPr="00345713">
        <w:rPr>
          <w:rStyle w:val="FootnoteReference"/>
          <w:szCs w:val="24"/>
        </w:rPr>
        <w:footnoteReference w:id="5"/>
      </w:r>
      <w:r w:rsidR="00171637" w:rsidRPr="00345713">
        <w:t xml:space="preserve"> and </w:t>
      </w:r>
      <w:r w:rsidR="00764A01" w:rsidRPr="00345713">
        <w:t xml:space="preserve">Regulation </w:t>
      </w:r>
      <w:r>
        <w:t>(EU</w:t>
      </w:r>
      <w:r w:rsidR="00622AC1">
        <w:t>, Euratom</w:t>
      </w:r>
      <w:r>
        <w:t xml:space="preserve">) </w:t>
      </w:r>
      <w:r w:rsidR="00764A01" w:rsidRPr="00345713">
        <w:t>No 883/2013</w:t>
      </w:r>
      <w:r w:rsidR="00317A0B" w:rsidRPr="00345713">
        <w:rPr>
          <w:rStyle w:val="FootnoteReference"/>
          <w:szCs w:val="24"/>
        </w:rPr>
        <w:footnoteReference w:id="6"/>
      </w:r>
      <w:r w:rsidR="00764A01" w:rsidRPr="00345713">
        <w:t xml:space="preserve"> </w:t>
      </w:r>
      <w:r w:rsidR="00171637" w:rsidRPr="00345713">
        <w:t>OLAF may also carry out on</w:t>
      </w:r>
      <w:r w:rsidR="00171637" w:rsidRPr="00345713">
        <w:noBreakHyphen/>
        <w:t>the</w:t>
      </w:r>
      <w:r w:rsidR="00171637" w:rsidRPr="00345713">
        <w:noBreakHyphen/>
        <w:t xml:space="preserve">spot checks and inspections in accordance with the procedures laid down by Union law for the protection of the financial interests of the Union against </w:t>
      </w:r>
      <w:r w:rsidR="00DD603E" w:rsidRPr="00345713">
        <w:rPr>
          <w:i/>
        </w:rPr>
        <w:t>fraud</w:t>
      </w:r>
      <w:r w:rsidR="00A55371" w:rsidRPr="00345713">
        <w:t xml:space="preserve"> </w:t>
      </w:r>
      <w:r w:rsidR="00171637" w:rsidRPr="00345713">
        <w:t xml:space="preserve">and other </w:t>
      </w:r>
      <w:r w:rsidR="00DD603E" w:rsidRPr="00345713">
        <w:rPr>
          <w:i/>
        </w:rPr>
        <w:t>irregularities</w:t>
      </w:r>
      <w:r w:rsidR="00171637" w:rsidRPr="00345713">
        <w:t>.</w:t>
      </w:r>
    </w:p>
    <w:p w14:paraId="78AD0AB5" w14:textId="77777777" w:rsidR="000E6B58" w:rsidRDefault="000E6B58" w:rsidP="00770E86"/>
    <w:p w14:paraId="78AD0AB6" w14:textId="77777777" w:rsidR="00171637" w:rsidRPr="00345713" w:rsidRDefault="00171637" w:rsidP="00770E86">
      <w:r w:rsidRPr="00345713">
        <w:t xml:space="preserve">Where appropriate, OLAF findings may lead to </w:t>
      </w:r>
      <w:r w:rsidR="005B57B7" w:rsidRPr="00345713">
        <w:t xml:space="preserve">the Commission </w:t>
      </w:r>
      <w:r w:rsidRPr="00345713">
        <w:t>recover</w:t>
      </w:r>
      <w:r w:rsidR="005B57B7">
        <w:t>ing amounts from beneficiaries</w:t>
      </w:r>
      <w:r w:rsidRPr="00345713">
        <w:t>.</w:t>
      </w:r>
    </w:p>
    <w:p w14:paraId="78AD0AB7" w14:textId="77777777" w:rsidR="00FD1407" w:rsidRPr="00345713" w:rsidRDefault="00FD1407" w:rsidP="00770E86">
      <w:r w:rsidRPr="00345713">
        <w:t>Moreover, findings arising from an OLAF investigation may lead to criminal prosecutions under national law.</w:t>
      </w:r>
    </w:p>
    <w:p w14:paraId="78AD0AB8" w14:textId="77777777" w:rsidR="00171637" w:rsidRPr="00345713" w:rsidRDefault="00171637" w:rsidP="00E24A37">
      <w:pPr>
        <w:pStyle w:val="Heading3"/>
        <w:ind w:left="1134" w:hanging="1134"/>
      </w:pPr>
      <w:bookmarkStart w:id="159" w:name="_Toc441250892"/>
      <w:bookmarkStart w:id="160" w:name="_Toc530496986"/>
      <w:r w:rsidRPr="00345713">
        <w:t>II.</w:t>
      </w:r>
      <w:r w:rsidR="00F655E9" w:rsidRPr="00345713">
        <w:t>27</w:t>
      </w:r>
      <w:r w:rsidRPr="00345713">
        <w:t>.</w:t>
      </w:r>
      <w:r w:rsidR="006D609F" w:rsidRPr="00345713">
        <w:t>9</w:t>
      </w:r>
      <w:r w:rsidRPr="00345713">
        <w:tab/>
      </w:r>
      <w:r w:rsidR="00B04DE8">
        <w:t>Rights</w:t>
      </w:r>
      <w:r w:rsidR="00E449E1">
        <w:t xml:space="preserve"> of</w:t>
      </w:r>
      <w:r w:rsidRPr="00345713">
        <w:t xml:space="preserve"> the European </w:t>
      </w:r>
      <w:r w:rsidR="00287936" w:rsidRPr="00345713">
        <w:t>Court of Auditors</w:t>
      </w:r>
      <w:bookmarkEnd w:id="159"/>
      <w:r w:rsidR="007C2238">
        <w:t xml:space="preserve"> and EPPO</w:t>
      </w:r>
      <w:bookmarkEnd w:id="160"/>
    </w:p>
    <w:p w14:paraId="78AD0AB9" w14:textId="11A0F131" w:rsidR="00171637" w:rsidRPr="00345713" w:rsidRDefault="00171637" w:rsidP="00770E86">
      <w:r w:rsidRPr="00345713">
        <w:t>The European Court of Auditors</w:t>
      </w:r>
      <w:r w:rsidR="007C2238">
        <w:t xml:space="preserve"> and the </w:t>
      </w:r>
      <w:r w:rsidR="007C2238" w:rsidRPr="00102EE4">
        <w:t xml:space="preserve">European Public Prosecutor’s Office established by </w:t>
      </w:r>
      <w:r w:rsidR="001B3728" w:rsidRPr="00345713">
        <w:t xml:space="preserve"> </w:t>
      </w:r>
      <w:r w:rsidR="007C2238" w:rsidRPr="00102EE4">
        <w:t>Council Regulation (EU) 2017/1939</w:t>
      </w:r>
      <w:r w:rsidR="00E449E1">
        <w:rPr>
          <w:rStyle w:val="FootnoteReference"/>
        </w:rPr>
        <w:footnoteReference w:id="7"/>
      </w:r>
      <w:r w:rsidR="007C2238" w:rsidRPr="00102EE4">
        <w:t xml:space="preserve"> (‘the EPPO’)</w:t>
      </w:r>
      <w:r w:rsidR="007C2238">
        <w:t xml:space="preserve"> </w:t>
      </w:r>
      <w:r w:rsidRPr="00345713">
        <w:t>ha</w:t>
      </w:r>
      <w:r w:rsidR="007C2238">
        <w:t>ve</w:t>
      </w:r>
      <w:r w:rsidR="001B3728" w:rsidRPr="00345713">
        <w:t xml:space="preserve"> </w:t>
      </w:r>
      <w:r w:rsidRPr="00345713">
        <w:t xml:space="preserve">the same rights as the Commission, </w:t>
      </w:r>
      <w:r w:rsidR="005B57B7">
        <w:t>particularly the</w:t>
      </w:r>
      <w:r w:rsidR="005B57B7" w:rsidRPr="00345713">
        <w:t xml:space="preserve"> </w:t>
      </w:r>
      <w:r w:rsidRPr="00345713">
        <w:t>right of access, for the purpose of checks</w:t>
      </w:r>
      <w:r w:rsidR="00E449E1">
        <w:t>,</w:t>
      </w:r>
      <w:r w:rsidR="00B36EC4">
        <w:t xml:space="preserve"> </w:t>
      </w:r>
      <w:r w:rsidRPr="00345713">
        <w:t>audits</w:t>
      </w:r>
      <w:r w:rsidR="00E449E1">
        <w:t xml:space="preserve"> and </w:t>
      </w:r>
      <w:r w:rsidR="00E832CE">
        <w:t>investigations</w:t>
      </w:r>
      <w:r w:rsidRPr="00345713">
        <w:t>.</w:t>
      </w:r>
    </w:p>
    <w:p w14:paraId="78AD0ABA" w14:textId="77777777" w:rsidR="00770E86" w:rsidRPr="00345713" w:rsidRDefault="00770E86" w:rsidP="00770E86"/>
    <w:p w14:paraId="78AD0ADF" w14:textId="455B60EF" w:rsidR="00884D27" w:rsidRPr="00345713" w:rsidRDefault="006436C7" w:rsidP="00D864D1">
      <w:pPr>
        <w:spacing w:after="0"/>
        <w:jc w:val="center"/>
        <w:outlineLvl w:val="0"/>
        <w:rPr>
          <w:szCs w:val="24"/>
        </w:rPr>
      </w:pPr>
      <w:r w:rsidRPr="00345713" w:rsidDel="006436C7">
        <w:t xml:space="preserve"> </w:t>
      </w:r>
      <w:bookmarkEnd w:id="2"/>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6A715" w14:textId="77777777" w:rsidR="00DC1303" w:rsidRPr="00345713" w:rsidRDefault="00DC1303" w:rsidP="009533DC">
      <w:pPr>
        <w:spacing w:after="0"/>
      </w:pPr>
      <w:r w:rsidRPr="00345713">
        <w:separator/>
      </w:r>
    </w:p>
  </w:endnote>
  <w:endnote w:type="continuationSeparator" w:id="0">
    <w:p w14:paraId="0CD4EE91" w14:textId="77777777" w:rsidR="00DC1303" w:rsidRPr="00345713" w:rsidRDefault="00DC1303" w:rsidP="009533DC">
      <w:pPr>
        <w:spacing w:after="0"/>
      </w:pPr>
      <w:r w:rsidRPr="003457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0AEA" w14:textId="1C81BF4F" w:rsidR="00DC1303" w:rsidRPr="00345713" w:rsidRDefault="00DC1303" w:rsidP="00BF4ABF">
    <w:pPr>
      <w:pStyle w:val="Footer"/>
      <w:jc w:val="right"/>
    </w:pPr>
    <w:r w:rsidRPr="00345713">
      <w:fldChar w:fldCharType="begin"/>
    </w:r>
    <w:r w:rsidRPr="00345713">
      <w:instrText xml:space="preserve"> PAGE   \* MERGEFORMAT </w:instrText>
    </w:r>
    <w:r w:rsidRPr="00345713">
      <w:fldChar w:fldCharType="separate"/>
    </w:r>
    <w:r w:rsidR="00A7150D">
      <w:rPr>
        <w:noProof/>
      </w:rPr>
      <w:t>1</w:t>
    </w:r>
    <w:r w:rsidRPr="003457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BF34B" w14:textId="77777777" w:rsidR="00DC1303" w:rsidRPr="00345713" w:rsidRDefault="00DC1303" w:rsidP="009533DC">
      <w:pPr>
        <w:spacing w:after="0"/>
      </w:pPr>
      <w:r w:rsidRPr="00345713">
        <w:separator/>
      </w:r>
    </w:p>
  </w:footnote>
  <w:footnote w:type="continuationSeparator" w:id="0">
    <w:p w14:paraId="38A42BDE" w14:textId="77777777" w:rsidR="00DC1303" w:rsidRPr="00345713" w:rsidRDefault="00DC1303" w:rsidP="009533DC">
      <w:pPr>
        <w:spacing w:after="0"/>
      </w:pPr>
      <w:r w:rsidRPr="00345713">
        <w:continuationSeparator/>
      </w:r>
    </w:p>
  </w:footnote>
  <w:footnote w:id="1">
    <w:p w14:paraId="78AD0B0B" w14:textId="7331AF40" w:rsidR="00DC1303" w:rsidRPr="00345713" w:rsidRDefault="00DC1303" w:rsidP="006C78A9">
      <w:pPr>
        <w:spacing w:after="0"/>
        <w:ind w:left="426" w:hanging="426"/>
      </w:pPr>
      <w:r w:rsidRPr="00345713">
        <w:rPr>
          <w:rStyle w:val="FootnoteReference"/>
        </w:rPr>
        <w:footnoteRef/>
      </w:r>
      <w:r w:rsidRPr="00345713">
        <w:t xml:space="preserve"> </w:t>
      </w:r>
      <w:r>
        <w:tab/>
      </w:r>
      <w:r w:rsidRPr="00BB12FC">
        <w:rPr>
          <w:sz w:val="20"/>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p>
  </w:footnote>
  <w:footnote w:id="2">
    <w:p w14:paraId="78AD0B0C" w14:textId="77777777" w:rsidR="00DC1303" w:rsidRPr="00572B62" w:rsidRDefault="00DC1303">
      <w:pPr>
        <w:pStyle w:val="FootnoteText"/>
      </w:pPr>
      <w:r>
        <w:rPr>
          <w:rStyle w:val="FootnoteReference"/>
        </w:rPr>
        <w:footnoteRef/>
      </w:r>
      <w:r>
        <w:t xml:space="preserve"> </w:t>
      </w:r>
      <w:r w:rsidRPr="00A6537C">
        <w:t>Directive 2014/24/EU of the European Parliament and of the Council of 26 February 2014 on public procurement and repealing Directive 2004/18/EC</w:t>
      </w:r>
    </w:p>
  </w:footnote>
  <w:footnote w:id="3">
    <w:p w14:paraId="78AD0B0D" w14:textId="77777777" w:rsidR="00DC1303" w:rsidRPr="00A6537C" w:rsidRDefault="00DC1303" w:rsidP="00A6537C">
      <w:pPr>
        <w:pStyle w:val="FootnoteText"/>
      </w:pPr>
      <w:r>
        <w:rPr>
          <w:rStyle w:val="FootnoteReference"/>
        </w:rPr>
        <w:footnoteRef/>
      </w:r>
      <w:r>
        <w:t xml:space="preserve"> </w:t>
      </w:r>
      <w:r w:rsidRPr="00A6537C">
        <w:t>D</w:t>
      </w:r>
      <w:r w:rsidRPr="00572B62">
        <w:t>irective</w:t>
      </w:r>
      <w:r w:rsidRPr="00A6537C">
        <w:t xml:space="preserve"> 2014/25/EU </w:t>
      </w:r>
      <w:r w:rsidRPr="00572B62">
        <w:t xml:space="preserve">of the </w:t>
      </w:r>
      <w:r w:rsidRPr="00A6537C">
        <w:t>E</w:t>
      </w:r>
      <w:r w:rsidRPr="00572B62">
        <w:t>uropean</w:t>
      </w:r>
      <w:r w:rsidRPr="00A6537C">
        <w:t xml:space="preserve"> P</w:t>
      </w:r>
      <w:r w:rsidRPr="00572B62">
        <w:t xml:space="preserve">arliament and of the </w:t>
      </w:r>
      <w:r w:rsidRPr="00A6537C">
        <w:t>C</w:t>
      </w:r>
      <w:r w:rsidRPr="00572B62">
        <w:t>ouncil</w:t>
      </w:r>
      <w:r>
        <w:t xml:space="preserve"> </w:t>
      </w:r>
      <w:r w:rsidRPr="00A6537C">
        <w:t>of 26 February 2014</w:t>
      </w:r>
      <w:r>
        <w:t xml:space="preserve"> </w:t>
      </w:r>
      <w:r w:rsidRPr="00A6537C">
        <w:t>on procurement by entities operating in the water, energy, transport and postal services sectors and repealing Directive 2004/17/EC</w:t>
      </w:r>
    </w:p>
    <w:p w14:paraId="78AD0B0E" w14:textId="77777777" w:rsidR="00DC1303" w:rsidRPr="00572B62" w:rsidRDefault="00DC1303">
      <w:pPr>
        <w:pStyle w:val="FootnoteText"/>
      </w:pPr>
    </w:p>
  </w:footnote>
  <w:footnote w:id="4">
    <w:p w14:paraId="78AD0B0F" w14:textId="77777777" w:rsidR="00DC1303" w:rsidRPr="00345713" w:rsidRDefault="00DC1303" w:rsidP="00470847">
      <w:pPr>
        <w:pStyle w:val="FootnoteText"/>
      </w:pPr>
      <w:r w:rsidRPr="00345713">
        <w:rPr>
          <w:rStyle w:val="FootnoteReference"/>
        </w:rPr>
        <w:footnoteRef/>
      </w:r>
      <w:r w:rsidRPr="00345713">
        <w:t xml:space="preserve"> </w:t>
      </w:r>
      <w:r w:rsidRPr="00345713">
        <w:rPr>
          <w:bCs/>
        </w:rPr>
        <w:t>Directive 2007/64/EC</w:t>
      </w:r>
      <w:r w:rsidRPr="00345713">
        <w:rPr>
          <w:rStyle w:val="FootnoteReference"/>
          <w:bCs/>
        </w:rPr>
        <w:footnoteRef/>
      </w:r>
      <w:r w:rsidRPr="00345713">
        <w:rPr>
          <w:bCs/>
        </w:rPr>
        <w:t xml:space="preserve"> of the European Parliament and of the Council of 13 November 2007 on payment services in the internal market amending Directives 97/7/EC, 2002/65/EC, 2005/60/EC and 2006/48/EC and repealing Directive 97/5/EC</w:t>
      </w:r>
      <w:r>
        <w:rPr>
          <w:bCs/>
        </w:rPr>
        <w:t>.</w:t>
      </w:r>
    </w:p>
  </w:footnote>
  <w:footnote w:id="5">
    <w:p w14:paraId="78AD0B10" w14:textId="77777777" w:rsidR="00DC1303" w:rsidRPr="00345713" w:rsidRDefault="00DC1303">
      <w:pPr>
        <w:pStyle w:val="FootnoteText"/>
      </w:pPr>
      <w:r w:rsidRPr="00345713">
        <w:rPr>
          <w:rStyle w:val="FootnoteReference"/>
        </w:rPr>
        <w:footnoteRef/>
      </w:r>
      <w:r w:rsidRPr="00345713">
        <w:t xml:space="preserve"> Council Regulation (Euratom, EC) No 2185/96 of 11 November 1996 concerning on-the-spot checks and inspections carried out by the Commission in order to protect the European Communities’ financial interests against fraud and other irregularities</w:t>
      </w:r>
      <w:r>
        <w:t>.</w:t>
      </w:r>
    </w:p>
  </w:footnote>
  <w:footnote w:id="6">
    <w:p w14:paraId="78AD0B11" w14:textId="77777777" w:rsidR="00DC1303" w:rsidRPr="00345713" w:rsidRDefault="00DC1303">
      <w:pPr>
        <w:pStyle w:val="FootnoteText"/>
      </w:pPr>
      <w:r w:rsidRPr="00345713">
        <w:rPr>
          <w:rStyle w:val="FootnoteReference"/>
        </w:rPr>
        <w:footnoteRef/>
      </w:r>
      <w:r w:rsidRPr="00345713">
        <w:t xml:space="preserve"> Regulation (EU, Euratom) No 883/2013 of the European Parliament and of the Council of 11 September 2013 concerning investigations conducted by the European Anti-Fraud Office (OLAF)</w:t>
      </w:r>
      <w:r>
        <w:t>.</w:t>
      </w:r>
    </w:p>
  </w:footnote>
  <w:footnote w:id="7">
    <w:p w14:paraId="78AD0B12" w14:textId="77777777" w:rsidR="00DC1303" w:rsidRDefault="00DC1303">
      <w:pPr>
        <w:pStyle w:val="FootnoteText"/>
      </w:pPr>
      <w:r>
        <w:rPr>
          <w:rStyle w:val="FootnoteReference"/>
        </w:rPr>
        <w:footnoteRef/>
      </w:r>
      <w:r>
        <w:t xml:space="preserve"> </w:t>
      </w:r>
      <w:r w:rsidRPr="00664F6A">
        <w:t>Council Regulation (EU) 2017/1939 of 12 October 2017 implementing enhanced cooperation on the establishment of the European Public Prosecutor’s Office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0AE7" w14:textId="77777777" w:rsidR="00DC1303" w:rsidRDefault="00DC1303" w:rsidP="00D66071">
    <w:pPr>
      <w:pStyle w:val="Header"/>
      <w:spacing w:after="0" w:afterAutospacing="0"/>
      <w:rPr>
        <w:sz w:val="18"/>
      </w:rPr>
    </w:pPr>
    <w:r w:rsidRPr="00345713">
      <w:rPr>
        <w:sz w:val="18"/>
      </w:rPr>
      <w:t>Agreement number: [complete]</w:t>
    </w:r>
    <w:r w:rsidRPr="00345713">
      <w:rPr>
        <w:sz w:val="18"/>
      </w:rPr>
      <w:tab/>
    </w:r>
    <w:r w:rsidRPr="00345713">
      <w:rPr>
        <w:sz w:val="18"/>
      </w:rPr>
      <w:tab/>
    </w:r>
  </w:p>
  <w:p w14:paraId="78AD0AE8" w14:textId="347EFC6B" w:rsidR="00DC1303" w:rsidRPr="00F11105" w:rsidRDefault="00DC1303" w:rsidP="00F11105">
    <w:pPr>
      <w:pStyle w:val="Header"/>
      <w:spacing w:before="0" w:beforeAutospacing="0"/>
      <w:jc w:val="right"/>
      <w:rPr>
        <w:sz w:val="18"/>
      </w:rPr>
    </w:pPr>
    <w:r w:rsidRPr="00345713">
      <w:rPr>
        <w:sz w:val="18"/>
      </w:rPr>
      <w:t xml:space="preserve">Multi beneficiaries model </w:t>
    </w:r>
    <w:r>
      <w:rPr>
        <w:sz w:val="18"/>
      </w:rPr>
      <w:t xml:space="preserve">grant </w:t>
    </w:r>
    <w:r w:rsidRPr="00EE2412">
      <w:rPr>
        <w:sz w:val="18"/>
      </w:rPr>
      <w:t>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8982E5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107A8E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54A46B8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56DA8148"/>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2F66B6A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ED0682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22A8F57A"/>
    <w:lvl w:ilvl="0" w:tplc="94F2B4EE">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FE30FE2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DB8403AC"/>
    <w:lvl w:ilvl="0" w:tplc="94F2B4E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D6E809F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4F18B99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42C6351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116EFE9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D46A71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5186E51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FCEA45D0"/>
    <w:lvl w:ilvl="0" w:tplc="CF08DCF6">
      <w:start w:val="1"/>
      <w:numFmt w:val="lowerLetter"/>
      <w:lvlText w:val="(%1)"/>
      <w:lvlJc w:val="left"/>
      <w:pPr>
        <w:ind w:left="36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6D26ABA8"/>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0F15B2"/>
    <w:multiLevelType w:val="hybridMultilevel"/>
    <w:tmpl w:val="EBBA0598"/>
    <w:lvl w:ilvl="0" w:tplc="08090017">
      <w:start w:val="10"/>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2" w15:restartNumberingAfterBreak="0">
    <w:nsid w:val="64B668D4"/>
    <w:multiLevelType w:val="hybridMultilevel"/>
    <w:tmpl w:val="9B3480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C20F49"/>
    <w:multiLevelType w:val="hybridMultilevel"/>
    <w:tmpl w:val="22F091F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9" w15:restartNumberingAfterBreak="0">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9D97F07"/>
    <w:multiLevelType w:val="hybridMultilevel"/>
    <w:tmpl w:val="1A1E51C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A32567A"/>
    <w:multiLevelType w:val="hybridMultilevel"/>
    <w:tmpl w:val="F2E8312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C6529B2"/>
    <w:multiLevelType w:val="hybridMultilevel"/>
    <w:tmpl w:val="5186E51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6" w15:restartNumberingAfterBreak="0">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02F7E66"/>
    <w:multiLevelType w:val="hybridMultilevel"/>
    <w:tmpl w:val="55C4D96C"/>
    <w:lvl w:ilvl="0" w:tplc="4A24D53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6834DDF"/>
    <w:multiLevelType w:val="hybridMultilevel"/>
    <w:tmpl w:val="49CEB54E"/>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F99776F"/>
    <w:multiLevelType w:val="hybridMultilevel"/>
    <w:tmpl w:val="5DCAABBA"/>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1445350">
    <w:abstractNumId w:val="48"/>
  </w:num>
  <w:num w:numId="2" w16cid:durableId="589431742">
    <w:abstractNumId w:val="16"/>
  </w:num>
  <w:num w:numId="3" w16cid:durableId="1114328411">
    <w:abstractNumId w:val="53"/>
  </w:num>
  <w:num w:numId="4" w16cid:durableId="1393655312">
    <w:abstractNumId w:val="94"/>
  </w:num>
  <w:num w:numId="5" w16cid:durableId="195774296">
    <w:abstractNumId w:val="20"/>
  </w:num>
  <w:num w:numId="6" w16cid:durableId="744258364">
    <w:abstractNumId w:val="65"/>
  </w:num>
  <w:num w:numId="7" w16cid:durableId="1571381973">
    <w:abstractNumId w:val="44"/>
  </w:num>
  <w:num w:numId="8" w16cid:durableId="1054112258">
    <w:abstractNumId w:val="17"/>
  </w:num>
  <w:num w:numId="9" w16cid:durableId="822549046">
    <w:abstractNumId w:val="10"/>
  </w:num>
  <w:num w:numId="10" w16cid:durableId="386535359">
    <w:abstractNumId w:val="4"/>
  </w:num>
  <w:num w:numId="11" w16cid:durableId="1211040226">
    <w:abstractNumId w:val="34"/>
  </w:num>
  <w:num w:numId="12" w16cid:durableId="1589074972">
    <w:abstractNumId w:val="90"/>
  </w:num>
  <w:num w:numId="13" w16cid:durableId="281152496">
    <w:abstractNumId w:val="49"/>
  </w:num>
  <w:num w:numId="14" w16cid:durableId="1657801293">
    <w:abstractNumId w:val="30"/>
  </w:num>
  <w:num w:numId="15" w16cid:durableId="2112436891">
    <w:abstractNumId w:val="63"/>
  </w:num>
  <w:num w:numId="16" w16cid:durableId="1643539248">
    <w:abstractNumId w:val="82"/>
  </w:num>
  <w:num w:numId="17" w16cid:durableId="1497845651">
    <w:abstractNumId w:val="7"/>
  </w:num>
  <w:num w:numId="18" w16cid:durableId="2059165421">
    <w:abstractNumId w:val="57"/>
  </w:num>
  <w:num w:numId="19" w16cid:durableId="384568757">
    <w:abstractNumId w:val="91"/>
  </w:num>
  <w:num w:numId="20" w16cid:durableId="1619288218">
    <w:abstractNumId w:val="84"/>
  </w:num>
  <w:num w:numId="21" w16cid:durableId="1037585640">
    <w:abstractNumId w:val="37"/>
  </w:num>
  <w:num w:numId="22" w16cid:durableId="514000220">
    <w:abstractNumId w:val="54"/>
  </w:num>
  <w:num w:numId="23" w16cid:durableId="980813455">
    <w:abstractNumId w:val="93"/>
  </w:num>
  <w:num w:numId="24" w16cid:durableId="1138955603">
    <w:abstractNumId w:val="60"/>
  </w:num>
  <w:num w:numId="25" w16cid:durableId="374623502">
    <w:abstractNumId w:val="61"/>
  </w:num>
  <w:num w:numId="26" w16cid:durableId="284196602">
    <w:abstractNumId w:val="38"/>
  </w:num>
  <w:num w:numId="27" w16cid:durableId="1927886610">
    <w:abstractNumId w:val="18"/>
  </w:num>
  <w:num w:numId="28" w16cid:durableId="6643517">
    <w:abstractNumId w:val="14"/>
  </w:num>
  <w:num w:numId="29" w16cid:durableId="644970340">
    <w:abstractNumId w:val="75"/>
  </w:num>
  <w:num w:numId="30" w16cid:durableId="1355887770">
    <w:abstractNumId w:val="89"/>
  </w:num>
  <w:num w:numId="31" w16cid:durableId="344749615">
    <w:abstractNumId w:val="22"/>
  </w:num>
  <w:num w:numId="32" w16cid:durableId="1957520467">
    <w:abstractNumId w:val="66"/>
  </w:num>
  <w:num w:numId="33" w16cid:durableId="712846319">
    <w:abstractNumId w:val="68"/>
  </w:num>
  <w:num w:numId="34" w16cid:durableId="1504855856">
    <w:abstractNumId w:val="96"/>
  </w:num>
  <w:num w:numId="35" w16cid:durableId="1828589973">
    <w:abstractNumId w:val="87"/>
  </w:num>
  <w:num w:numId="36" w16cid:durableId="256059457">
    <w:abstractNumId w:val="42"/>
  </w:num>
  <w:num w:numId="37" w16cid:durableId="587352723">
    <w:abstractNumId w:val="1"/>
  </w:num>
  <w:num w:numId="38" w16cid:durableId="585311002">
    <w:abstractNumId w:val="33"/>
  </w:num>
  <w:num w:numId="39" w16cid:durableId="1834031685">
    <w:abstractNumId w:val="79"/>
  </w:num>
  <w:num w:numId="40" w16cid:durableId="1201209734">
    <w:abstractNumId w:val="70"/>
  </w:num>
  <w:num w:numId="41" w16cid:durableId="507211098">
    <w:abstractNumId w:val="29"/>
  </w:num>
  <w:num w:numId="42" w16cid:durableId="476537167">
    <w:abstractNumId w:val="51"/>
  </w:num>
  <w:num w:numId="43" w16cid:durableId="1848712917">
    <w:abstractNumId w:val="73"/>
  </w:num>
  <w:num w:numId="44" w16cid:durableId="449709928">
    <w:abstractNumId w:val="55"/>
  </w:num>
  <w:num w:numId="45" w16cid:durableId="1064448482">
    <w:abstractNumId w:val="83"/>
  </w:num>
  <w:num w:numId="46" w16cid:durableId="368649701">
    <w:abstractNumId w:val="12"/>
  </w:num>
  <w:num w:numId="47" w16cid:durableId="1490634730">
    <w:abstractNumId w:val="11"/>
  </w:num>
  <w:num w:numId="48" w16cid:durableId="1070611922">
    <w:abstractNumId w:val="41"/>
  </w:num>
  <w:num w:numId="49" w16cid:durableId="933439961">
    <w:abstractNumId w:val="0"/>
  </w:num>
  <w:num w:numId="50" w16cid:durableId="1780181374">
    <w:abstractNumId w:val="69"/>
  </w:num>
  <w:num w:numId="51" w16cid:durableId="1716615085">
    <w:abstractNumId w:val="31"/>
  </w:num>
  <w:num w:numId="52" w16cid:durableId="380638894">
    <w:abstractNumId w:val="59"/>
  </w:num>
  <w:num w:numId="53" w16cid:durableId="581138236">
    <w:abstractNumId w:val="64"/>
  </w:num>
  <w:num w:numId="54" w16cid:durableId="1533609375">
    <w:abstractNumId w:val="62"/>
  </w:num>
  <w:num w:numId="55" w16cid:durableId="2016808244">
    <w:abstractNumId w:val="80"/>
  </w:num>
  <w:num w:numId="56" w16cid:durableId="149061522">
    <w:abstractNumId w:val="3"/>
  </w:num>
  <w:num w:numId="57" w16cid:durableId="1320424664">
    <w:abstractNumId w:val="72"/>
  </w:num>
  <w:num w:numId="58" w16cid:durableId="596325187">
    <w:abstractNumId w:val="81"/>
  </w:num>
  <w:num w:numId="59" w16cid:durableId="254437106">
    <w:abstractNumId w:val="8"/>
  </w:num>
  <w:num w:numId="60" w16cid:durableId="1550336006">
    <w:abstractNumId w:val="50"/>
  </w:num>
  <w:num w:numId="61" w16cid:durableId="571502568">
    <w:abstractNumId w:val="36"/>
  </w:num>
  <w:num w:numId="62" w16cid:durableId="1269660129">
    <w:abstractNumId w:val="26"/>
  </w:num>
  <w:num w:numId="63" w16cid:durableId="1171025901">
    <w:abstractNumId w:val="88"/>
  </w:num>
  <w:num w:numId="64" w16cid:durableId="1967421984">
    <w:abstractNumId w:val="27"/>
  </w:num>
  <w:num w:numId="65" w16cid:durableId="168908769">
    <w:abstractNumId w:val="86"/>
  </w:num>
  <w:num w:numId="66" w16cid:durableId="1812869758">
    <w:abstractNumId w:val="19"/>
  </w:num>
  <w:num w:numId="67" w16cid:durableId="724371061">
    <w:abstractNumId w:val="95"/>
  </w:num>
  <w:num w:numId="68" w16cid:durableId="1729255317">
    <w:abstractNumId w:val="92"/>
  </w:num>
  <w:num w:numId="69" w16cid:durableId="709695627">
    <w:abstractNumId w:val="74"/>
  </w:num>
  <w:num w:numId="70" w16cid:durableId="497110576">
    <w:abstractNumId w:val="9"/>
  </w:num>
  <w:num w:numId="71" w16cid:durableId="522939411">
    <w:abstractNumId w:val="23"/>
  </w:num>
  <w:num w:numId="72" w16cid:durableId="1686512578">
    <w:abstractNumId w:val="5"/>
  </w:num>
  <w:num w:numId="73" w16cid:durableId="1467116263">
    <w:abstractNumId w:val="25"/>
  </w:num>
  <w:num w:numId="74" w16cid:durableId="315964507">
    <w:abstractNumId w:val="32"/>
  </w:num>
  <w:num w:numId="75" w16cid:durableId="529681183">
    <w:abstractNumId w:val="39"/>
  </w:num>
  <w:num w:numId="76" w16cid:durableId="1138498150">
    <w:abstractNumId w:val="6"/>
  </w:num>
  <w:num w:numId="77" w16cid:durableId="965935393">
    <w:abstractNumId w:val="21"/>
  </w:num>
  <w:num w:numId="78" w16cid:durableId="709689387">
    <w:abstractNumId w:val="71"/>
  </w:num>
  <w:num w:numId="79" w16cid:durableId="203638364">
    <w:abstractNumId w:val="56"/>
  </w:num>
  <w:num w:numId="80" w16cid:durableId="1054887432">
    <w:abstractNumId w:val="43"/>
  </w:num>
  <w:num w:numId="81" w16cid:durableId="2140149147">
    <w:abstractNumId w:val="46"/>
  </w:num>
  <w:num w:numId="82" w16cid:durableId="332492840">
    <w:abstractNumId w:val="58"/>
  </w:num>
  <w:num w:numId="83" w16cid:durableId="1859199247">
    <w:abstractNumId w:val="35"/>
  </w:num>
  <w:num w:numId="84" w16cid:durableId="920985747">
    <w:abstractNumId w:val="28"/>
  </w:num>
  <w:num w:numId="85" w16cid:durableId="2028093544">
    <w:abstractNumId w:val="15"/>
  </w:num>
  <w:num w:numId="86" w16cid:durableId="321005736">
    <w:abstractNumId w:val="13"/>
  </w:num>
  <w:num w:numId="87" w16cid:durableId="2102674891">
    <w:abstractNumId w:val="76"/>
  </w:num>
  <w:num w:numId="88" w16cid:durableId="832574025">
    <w:abstractNumId w:val="78"/>
  </w:num>
  <w:num w:numId="89" w16cid:durableId="812716692">
    <w:abstractNumId w:val="77"/>
  </w:num>
  <w:num w:numId="90" w16cid:durableId="1963881246">
    <w:abstractNumId w:val="85"/>
  </w:num>
  <w:num w:numId="91" w16cid:durableId="1096681143">
    <w:abstractNumId w:val="24"/>
  </w:num>
  <w:num w:numId="92" w16cid:durableId="2039115627">
    <w:abstractNumId w:val="40"/>
  </w:num>
  <w:num w:numId="93" w16cid:durableId="1516000309">
    <w:abstractNumId w:val="47"/>
  </w:num>
  <w:num w:numId="94" w16cid:durableId="2116049832">
    <w:abstractNumId w:val="45"/>
  </w:num>
  <w:num w:numId="95" w16cid:durableId="545408161">
    <w:abstractNumId w:val="2"/>
  </w:num>
  <w:num w:numId="96" w16cid:durableId="659888070">
    <w:abstractNumId w:val="52"/>
  </w:num>
  <w:num w:numId="97" w16cid:durableId="1344937179">
    <w:abstractNumId w:val="6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CFC"/>
    <w:rsid w:val="000526D2"/>
    <w:rsid w:val="00052BDA"/>
    <w:rsid w:val="00053163"/>
    <w:rsid w:val="0005356E"/>
    <w:rsid w:val="0005386D"/>
    <w:rsid w:val="00053929"/>
    <w:rsid w:val="00054264"/>
    <w:rsid w:val="000554AA"/>
    <w:rsid w:val="00056698"/>
    <w:rsid w:val="0005682C"/>
    <w:rsid w:val="00056C97"/>
    <w:rsid w:val="00056D1E"/>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489F"/>
    <w:rsid w:val="00075091"/>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4F91"/>
    <w:rsid w:val="000A5F13"/>
    <w:rsid w:val="000A6CE3"/>
    <w:rsid w:val="000A774B"/>
    <w:rsid w:val="000A7858"/>
    <w:rsid w:val="000B0D79"/>
    <w:rsid w:val="000B11BC"/>
    <w:rsid w:val="000B1DD4"/>
    <w:rsid w:val="000B1FE3"/>
    <w:rsid w:val="000B301C"/>
    <w:rsid w:val="000B4142"/>
    <w:rsid w:val="000B41C4"/>
    <w:rsid w:val="000B48D0"/>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8D"/>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831"/>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6E20"/>
    <w:rsid w:val="001E7238"/>
    <w:rsid w:val="001F1007"/>
    <w:rsid w:val="001F17E5"/>
    <w:rsid w:val="001F1E75"/>
    <w:rsid w:val="001F2335"/>
    <w:rsid w:val="001F27EE"/>
    <w:rsid w:val="001F3FFA"/>
    <w:rsid w:val="001F4602"/>
    <w:rsid w:val="001F53D1"/>
    <w:rsid w:val="001F5E01"/>
    <w:rsid w:val="001F6F52"/>
    <w:rsid w:val="001F7C2B"/>
    <w:rsid w:val="0020071E"/>
    <w:rsid w:val="002008D4"/>
    <w:rsid w:val="002013AB"/>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2B9A"/>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868"/>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1C00"/>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4E69"/>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2FFC"/>
    <w:rsid w:val="0035308B"/>
    <w:rsid w:val="003533B3"/>
    <w:rsid w:val="003548D6"/>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3DB"/>
    <w:rsid w:val="00457C42"/>
    <w:rsid w:val="00457D95"/>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77A27"/>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86C"/>
    <w:rsid w:val="005013DA"/>
    <w:rsid w:val="005014F5"/>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69F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21E0"/>
    <w:rsid w:val="00532546"/>
    <w:rsid w:val="00533171"/>
    <w:rsid w:val="005338AF"/>
    <w:rsid w:val="00534084"/>
    <w:rsid w:val="005343D7"/>
    <w:rsid w:val="00534AB4"/>
    <w:rsid w:val="0053577E"/>
    <w:rsid w:val="005361B9"/>
    <w:rsid w:val="0053649E"/>
    <w:rsid w:val="0053671B"/>
    <w:rsid w:val="00536809"/>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4262"/>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BD7"/>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558"/>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3C3D"/>
    <w:rsid w:val="00714EE8"/>
    <w:rsid w:val="00715520"/>
    <w:rsid w:val="00715685"/>
    <w:rsid w:val="0071588F"/>
    <w:rsid w:val="007163F0"/>
    <w:rsid w:val="00716422"/>
    <w:rsid w:val="00716493"/>
    <w:rsid w:val="00716612"/>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DE"/>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5E9C"/>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657"/>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0AAD"/>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1E3"/>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559"/>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573A9"/>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431C"/>
    <w:rsid w:val="00A04A8A"/>
    <w:rsid w:val="00A04D33"/>
    <w:rsid w:val="00A0557C"/>
    <w:rsid w:val="00A068F7"/>
    <w:rsid w:val="00A06B1C"/>
    <w:rsid w:val="00A06F13"/>
    <w:rsid w:val="00A07406"/>
    <w:rsid w:val="00A07699"/>
    <w:rsid w:val="00A105A7"/>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150D"/>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77E3E"/>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77"/>
    <w:rsid w:val="00B018FF"/>
    <w:rsid w:val="00B019CA"/>
    <w:rsid w:val="00B01AAB"/>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24D"/>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54B"/>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5C6"/>
    <w:rsid w:val="00C04945"/>
    <w:rsid w:val="00C04AB9"/>
    <w:rsid w:val="00C05007"/>
    <w:rsid w:val="00C069D7"/>
    <w:rsid w:val="00C07920"/>
    <w:rsid w:val="00C07E8E"/>
    <w:rsid w:val="00C11CD7"/>
    <w:rsid w:val="00C12C53"/>
    <w:rsid w:val="00C13078"/>
    <w:rsid w:val="00C13490"/>
    <w:rsid w:val="00C1522C"/>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640"/>
    <w:rsid w:val="00C237E8"/>
    <w:rsid w:val="00C23F46"/>
    <w:rsid w:val="00C24C66"/>
    <w:rsid w:val="00C2558E"/>
    <w:rsid w:val="00C26090"/>
    <w:rsid w:val="00C26261"/>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94D"/>
    <w:rsid w:val="00C51F5D"/>
    <w:rsid w:val="00C5255C"/>
    <w:rsid w:val="00C526A0"/>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047"/>
    <w:rsid w:val="00D25DA4"/>
    <w:rsid w:val="00D25DCC"/>
    <w:rsid w:val="00D26A3D"/>
    <w:rsid w:val="00D27112"/>
    <w:rsid w:val="00D272DB"/>
    <w:rsid w:val="00D31131"/>
    <w:rsid w:val="00D31F06"/>
    <w:rsid w:val="00D3238E"/>
    <w:rsid w:val="00D32A00"/>
    <w:rsid w:val="00D32A62"/>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4D1"/>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6960"/>
    <w:rsid w:val="00DB7559"/>
    <w:rsid w:val="00DB78BB"/>
    <w:rsid w:val="00DB78D9"/>
    <w:rsid w:val="00DB7A69"/>
    <w:rsid w:val="00DC015D"/>
    <w:rsid w:val="00DC0A81"/>
    <w:rsid w:val="00DC0D14"/>
    <w:rsid w:val="00DC1303"/>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4DD"/>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C3D"/>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3407"/>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32CE"/>
    <w:rsid w:val="00E83BE4"/>
    <w:rsid w:val="00E83D39"/>
    <w:rsid w:val="00E849CC"/>
    <w:rsid w:val="00E85310"/>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59D"/>
    <w:rsid w:val="00F1065B"/>
    <w:rsid w:val="00F11105"/>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3B1C"/>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A36"/>
    <w:rsid w:val="00F61E7F"/>
    <w:rsid w:val="00F61E8E"/>
    <w:rsid w:val="00F627E3"/>
    <w:rsid w:val="00F62C7C"/>
    <w:rsid w:val="00F64789"/>
    <w:rsid w:val="00F648C4"/>
    <w:rsid w:val="00F6491C"/>
    <w:rsid w:val="00F655E9"/>
    <w:rsid w:val="00F65AB3"/>
    <w:rsid w:val="00F669C4"/>
    <w:rsid w:val="00F6748D"/>
    <w:rsid w:val="00F6763C"/>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A3C"/>
    <w:rsid w:val="00FA100E"/>
    <w:rsid w:val="00FA1DBA"/>
    <w:rsid w:val="00FA3038"/>
    <w:rsid w:val="00FA3476"/>
    <w:rsid w:val="00FA378A"/>
    <w:rsid w:val="00FA3DA9"/>
    <w:rsid w:val="00FA4334"/>
    <w:rsid w:val="00FA452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2AA6"/>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78AD065E"/>
  <w15:docId w15:val="{DE0FA537-ED51-4444-AA9A-3E96F598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Heading1">
    <w:name w:val="heading 1"/>
    <w:basedOn w:val="Title"/>
    <w:next w:val="Normal"/>
    <w:link w:val="Heading1Char"/>
    <w:uiPriority w:val="9"/>
    <w:qFormat/>
    <w:rsid w:val="000A4F91"/>
    <w:pPr>
      <w:spacing w:before="240" w:beforeAutospacing="0" w:after="360" w:afterAutospacing="0"/>
      <w:outlineLvl w:val="0"/>
    </w:pPr>
    <w:rPr>
      <w:rFonts w:ascii="Times New Roman Bold" w:hAnsi="Times New Roman Bold"/>
      <w:caps/>
    </w:rPr>
  </w:style>
  <w:style w:type="paragraph" w:styleId="Heading2">
    <w:name w:val="heading 2"/>
    <w:basedOn w:val="Normal"/>
    <w:next w:val="Normal"/>
    <w:link w:val="Heading2Ch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Heading3">
    <w:name w:val="heading 3"/>
    <w:basedOn w:val="Normal"/>
    <w:next w:val="Normal"/>
    <w:link w:val="Heading3Ch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Heading4">
    <w:name w:val="heading 4"/>
    <w:basedOn w:val="Normal"/>
    <w:next w:val="Normal"/>
    <w:link w:val="Heading4Ch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Heading5">
    <w:name w:val="heading 5"/>
    <w:basedOn w:val="Normal"/>
    <w:next w:val="Normal"/>
    <w:link w:val="Heading5Char"/>
    <w:uiPriority w:val="9"/>
    <w:semiHidden/>
    <w:unhideWhenUsed/>
    <w:qFormat/>
    <w:rsid w:val="00930A8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rsid w:val="00930A8D"/>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rsid w:val="00930A8D"/>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rsid w:val="00930A8D"/>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rsid w:val="00930A8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en-US"/>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en-US"/>
    </w:rPr>
  </w:style>
  <w:style w:type="character" w:styleId="CommentReference">
    <w:name w:val="annotation reference"/>
    <w:unhideWhenUsed/>
    <w:rsid w:val="006B2260"/>
    <w:rPr>
      <w:sz w:val="16"/>
      <w:szCs w:val="16"/>
    </w:rPr>
  </w:style>
  <w:style w:type="paragraph" w:styleId="CommentText">
    <w:name w:val="annotation text"/>
    <w:basedOn w:val="Normal"/>
    <w:link w:val="CommentTextChar"/>
    <w:semiHidden/>
    <w:unhideWhenUsed/>
    <w:rsid w:val="006B2260"/>
    <w:rPr>
      <w:sz w:val="20"/>
    </w:rPr>
  </w:style>
  <w:style w:type="character" w:customStyle="1" w:styleId="CommentTextChar">
    <w:name w:val="Comment Text Char"/>
    <w:link w:val="CommentText"/>
    <w:semiHidden/>
    <w:rsid w:val="006B2260"/>
    <w:rPr>
      <w:lang w:eastAsia="en-US"/>
    </w:rPr>
  </w:style>
  <w:style w:type="paragraph" w:styleId="BalloonText">
    <w:name w:val="Balloon Text"/>
    <w:basedOn w:val="Normal"/>
    <w:link w:val="BalloonTextChar"/>
    <w:uiPriority w:val="99"/>
    <w:semiHidden/>
    <w:unhideWhenUsed/>
    <w:rsid w:val="006B2260"/>
    <w:pPr>
      <w:spacing w:after="0"/>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en-US"/>
    </w:rPr>
  </w:style>
  <w:style w:type="paragraph" w:styleId="ListParagraph">
    <w:name w:val="List Paragraph"/>
    <w:basedOn w:val="Normal"/>
    <w:uiPriority w:val="34"/>
    <w:qFormat/>
    <w:rsid w:val="00930A8D"/>
    <w:pPr>
      <w:ind w:left="720"/>
      <w:contextualSpacing/>
    </w:pPr>
  </w:style>
  <w:style w:type="numbering" w:customStyle="1" w:styleId="NoList1">
    <w:name w:val="No List1"/>
    <w:next w:val="NoList"/>
    <w:uiPriority w:val="99"/>
    <w:semiHidden/>
    <w:unhideWhenUsed/>
    <w:rsid w:val="00280365"/>
  </w:style>
  <w:style w:type="paragraph" w:customStyle="1" w:styleId="ListDash">
    <w:name w:val="List Dash"/>
    <w:basedOn w:val="Normal"/>
    <w:rsid w:val="008F14C6"/>
    <w:pPr>
      <w:numPr>
        <w:numId w:val="87"/>
      </w:numPr>
      <w:spacing w:before="0" w:beforeAutospacing="0" w:after="240" w:afterAutospacing="0"/>
    </w:pPr>
    <w:rPr>
      <w:lang w:eastAsia="en-US"/>
    </w:rPr>
  </w:style>
  <w:style w:type="paragraph" w:customStyle="1" w:styleId="Char1CharCharChar">
    <w:name w:val="Char1 Char Char Char"/>
    <w:basedOn w:val="Normal"/>
    <w:rsid w:val="00280365"/>
    <w:pPr>
      <w:spacing w:after="160" w:line="240" w:lineRule="exact"/>
    </w:pPr>
    <w:rPr>
      <w:rFonts w:ascii="Tahoma" w:hAnsi="Tahoma"/>
      <w:sz w:val="20"/>
      <w:lang w:val="en-US"/>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on"/>
    <w:hidden/>
    <w:uiPriority w:val="99"/>
    <w:semiHidden/>
    <w:rsid w:val="00280365"/>
    <w:pPr>
      <w:spacing w:after="200" w:line="276" w:lineRule="auto"/>
      <w:jc w:val="both"/>
    </w:pPr>
    <w:rPr>
      <w:sz w:val="22"/>
      <w:szCs w:val="22"/>
      <w:lang w:val="fr-FR" w:eastAsia="en-US"/>
    </w:rPr>
  </w:style>
  <w:style w:type="paragraph" w:styleId="Revision">
    <w:name w:val="Revision"/>
    <w:hidden/>
    <w:uiPriority w:val="99"/>
    <w:semiHidden/>
    <w:rsid w:val="00280365"/>
    <w:pPr>
      <w:spacing w:after="200" w:line="276" w:lineRule="auto"/>
      <w:jc w:val="both"/>
    </w:pPr>
    <w:rPr>
      <w:sz w:val="22"/>
      <w:szCs w:val="22"/>
      <w:lang w:eastAsia="en-US"/>
    </w:rPr>
  </w:style>
  <w:style w:type="paragraph" w:customStyle="1" w:styleId="Char1CharCharChar1">
    <w:name w:val="Char1 Char Char Char1"/>
    <w:basedOn w:val="Normal"/>
    <w:rsid w:val="000A195F"/>
    <w:pPr>
      <w:spacing w:after="160" w:line="240" w:lineRule="exact"/>
    </w:pPr>
    <w:rPr>
      <w:rFonts w:ascii="Tahoma" w:hAnsi="Tahoma"/>
      <w:sz w:val="20"/>
      <w:lang w:val="en-US"/>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Emph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lang w:eastAsia="ko-KR"/>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ko-KR"/>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en-US"/>
    </w:rPr>
  </w:style>
  <w:style w:type="paragraph" w:customStyle="1" w:styleId="Contact">
    <w:name w:val="Contact"/>
    <w:basedOn w:val="Normal"/>
    <w:next w:val="Normal"/>
    <w:rsid w:val="008F14C6"/>
    <w:pPr>
      <w:spacing w:before="480" w:beforeAutospacing="0" w:after="0" w:afterAutospacing="0"/>
      <w:ind w:left="567" w:hanging="567"/>
      <w:jc w:val="left"/>
    </w:pPr>
    <w:rPr>
      <w:lang w:eastAsia="en-US"/>
    </w:rPr>
  </w:style>
  <w:style w:type="paragraph" w:styleId="ListBullet">
    <w:name w:val="List Bullet"/>
    <w:basedOn w:val="Normal"/>
    <w:rsid w:val="008F14C6"/>
    <w:pPr>
      <w:numPr>
        <w:numId w:val="82"/>
      </w:numPr>
      <w:spacing w:before="0" w:beforeAutospacing="0" w:after="240" w:afterAutospacing="0"/>
    </w:pPr>
    <w:rPr>
      <w:lang w:eastAsia="en-US"/>
    </w:rPr>
  </w:style>
  <w:style w:type="paragraph" w:customStyle="1" w:styleId="ListBullet1">
    <w:name w:val="List Bullet 1"/>
    <w:basedOn w:val="Normal"/>
    <w:rsid w:val="008F14C6"/>
    <w:pPr>
      <w:numPr>
        <w:numId w:val="83"/>
      </w:numPr>
      <w:spacing w:before="0" w:beforeAutospacing="0" w:after="240" w:afterAutospacing="0"/>
    </w:pPr>
    <w:rPr>
      <w:lang w:eastAsia="en-US"/>
    </w:rPr>
  </w:style>
  <w:style w:type="paragraph" w:styleId="ListBullet2">
    <w:name w:val="List Bullet 2"/>
    <w:basedOn w:val="Normal"/>
    <w:rsid w:val="008F14C6"/>
    <w:pPr>
      <w:numPr>
        <w:numId w:val="84"/>
      </w:numPr>
      <w:spacing w:before="0" w:beforeAutospacing="0" w:after="240" w:afterAutospacing="0"/>
    </w:pPr>
    <w:rPr>
      <w:lang w:eastAsia="en-US"/>
    </w:rPr>
  </w:style>
  <w:style w:type="paragraph" w:styleId="ListBullet3">
    <w:name w:val="List Bullet 3"/>
    <w:basedOn w:val="Normal"/>
    <w:rsid w:val="008F14C6"/>
    <w:pPr>
      <w:numPr>
        <w:numId w:val="85"/>
      </w:numPr>
      <w:spacing w:before="0" w:beforeAutospacing="0" w:after="240" w:afterAutospacing="0"/>
    </w:pPr>
    <w:rPr>
      <w:lang w:eastAsia="en-US"/>
    </w:rPr>
  </w:style>
  <w:style w:type="paragraph" w:styleId="ListBullet4">
    <w:name w:val="List Bullet 4"/>
    <w:basedOn w:val="Normal"/>
    <w:rsid w:val="008F14C6"/>
    <w:pPr>
      <w:numPr>
        <w:numId w:val="86"/>
      </w:numPr>
      <w:spacing w:before="0" w:beforeAutospacing="0" w:after="240" w:afterAutospacing="0"/>
    </w:pPr>
    <w:rPr>
      <w:lang w:eastAsia="en-US"/>
    </w:rPr>
  </w:style>
  <w:style w:type="paragraph" w:customStyle="1" w:styleId="ListDash1">
    <w:name w:val="List Dash 1"/>
    <w:basedOn w:val="Normal"/>
    <w:rsid w:val="008F14C6"/>
    <w:pPr>
      <w:numPr>
        <w:numId w:val="88"/>
      </w:numPr>
      <w:spacing w:before="0" w:beforeAutospacing="0" w:after="240" w:afterAutospacing="0"/>
    </w:pPr>
    <w:rPr>
      <w:lang w:eastAsia="en-US"/>
    </w:rPr>
  </w:style>
  <w:style w:type="paragraph" w:customStyle="1" w:styleId="ListDash2">
    <w:name w:val="List Dash 2"/>
    <w:basedOn w:val="Normal"/>
    <w:rsid w:val="008F14C6"/>
    <w:pPr>
      <w:numPr>
        <w:numId w:val="89"/>
      </w:numPr>
      <w:spacing w:before="0" w:beforeAutospacing="0" w:after="240" w:afterAutospacing="0"/>
    </w:pPr>
    <w:rPr>
      <w:lang w:eastAsia="en-US"/>
    </w:rPr>
  </w:style>
  <w:style w:type="paragraph" w:customStyle="1" w:styleId="ListDash3">
    <w:name w:val="List Dash 3"/>
    <w:basedOn w:val="Normal"/>
    <w:link w:val="ListDash3Char"/>
    <w:rsid w:val="008F14C6"/>
    <w:pPr>
      <w:numPr>
        <w:numId w:val="90"/>
      </w:numPr>
      <w:spacing w:before="0" w:beforeAutospacing="0" w:after="240" w:afterAutospacing="0"/>
    </w:pPr>
    <w:rPr>
      <w:lang w:eastAsia="en-US"/>
    </w:rPr>
  </w:style>
  <w:style w:type="paragraph" w:customStyle="1" w:styleId="ListDash4">
    <w:name w:val="List Dash 4"/>
    <w:basedOn w:val="Normal"/>
    <w:rsid w:val="008F14C6"/>
    <w:pPr>
      <w:numPr>
        <w:numId w:val="91"/>
      </w:numPr>
      <w:spacing w:before="0" w:beforeAutospacing="0" w:after="240" w:afterAutospacing="0"/>
    </w:pPr>
    <w:rPr>
      <w:lang w:eastAsia="en-US"/>
    </w:rPr>
  </w:style>
  <w:style w:type="paragraph" w:styleId="ListNumber">
    <w:name w:val="List Number"/>
    <w:basedOn w:val="Normal"/>
    <w:rsid w:val="008F14C6"/>
    <w:pPr>
      <w:numPr>
        <w:numId w:val="92"/>
      </w:numPr>
      <w:spacing w:before="0" w:beforeAutospacing="0" w:after="240" w:afterAutospacing="0"/>
    </w:pPr>
    <w:rPr>
      <w:lang w:eastAsia="en-US"/>
    </w:rPr>
  </w:style>
  <w:style w:type="paragraph" w:customStyle="1" w:styleId="ListNumber1">
    <w:name w:val="List Number 1"/>
    <w:basedOn w:val="Normal"/>
    <w:rsid w:val="008F14C6"/>
    <w:pPr>
      <w:numPr>
        <w:numId w:val="93"/>
      </w:numPr>
      <w:spacing w:before="0" w:beforeAutospacing="0" w:after="240" w:afterAutospacing="0"/>
    </w:pPr>
    <w:rPr>
      <w:lang w:eastAsia="en-US"/>
    </w:rPr>
  </w:style>
  <w:style w:type="paragraph" w:styleId="ListNumber2">
    <w:name w:val="List Number 2"/>
    <w:basedOn w:val="Normal"/>
    <w:rsid w:val="008F14C6"/>
    <w:pPr>
      <w:numPr>
        <w:numId w:val="94"/>
      </w:numPr>
      <w:spacing w:before="0" w:beforeAutospacing="0" w:after="240" w:afterAutospacing="0"/>
    </w:pPr>
    <w:rPr>
      <w:lang w:eastAsia="en-US"/>
    </w:rPr>
  </w:style>
  <w:style w:type="paragraph" w:styleId="ListNumber3">
    <w:name w:val="List Number 3"/>
    <w:basedOn w:val="Normal"/>
    <w:rsid w:val="008F14C6"/>
    <w:pPr>
      <w:numPr>
        <w:numId w:val="95"/>
      </w:numPr>
      <w:spacing w:before="0" w:beforeAutospacing="0" w:after="240" w:afterAutospacing="0"/>
    </w:pPr>
    <w:rPr>
      <w:lang w:eastAsia="en-US"/>
    </w:rPr>
  </w:style>
  <w:style w:type="paragraph" w:styleId="ListNumber4">
    <w:name w:val="List Number 4"/>
    <w:basedOn w:val="Normal"/>
    <w:rsid w:val="008F14C6"/>
    <w:pPr>
      <w:numPr>
        <w:numId w:val="96"/>
      </w:numPr>
      <w:spacing w:before="0" w:beforeAutospacing="0" w:after="240" w:afterAutospacing="0"/>
    </w:pPr>
    <w:rPr>
      <w:lang w:eastAsia="en-US"/>
    </w:rPr>
  </w:style>
  <w:style w:type="paragraph" w:customStyle="1" w:styleId="ListNumberLevel2">
    <w:name w:val="List Number (Level 2)"/>
    <w:basedOn w:val="Normal"/>
    <w:rsid w:val="008F14C6"/>
    <w:pPr>
      <w:numPr>
        <w:ilvl w:val="1"/>
        <w:numId w:val="92"/>
      </w:numPr>
      <w:spacing w:before="0" w:beforeAutospacing="0" w:after="240" w:afterAutospacing="0"/>
    </w:pPr>
    <w:rPr>
      <w:lang w:eastAsia="en-US"/>
    </w:rPr>
  </w:style>
  <w:style w:type="paragraph" w:customStyle="1" w:styleId="ListNumber1Level2">
    <w:name w:val="List Number 1 (Level 2)"/>
    <w:basedOn w:val="Normal"/>
    <w:rsid w:val="008F14C6"/>
    <w:pPr>
      <w:numPr>
        <w:ilvl w:val="1"/>
        <w:numId w:val="93"/>
      </w:numPr>
      <w:spacing w:before="0" w:beforeAutospacing="0" w:after="240" w:afterAutospacing="0"/>
    </w:pPr>
    <w:rPr>
      <w:lang w:eastAsia="en-US"/>
    </w:rPr>
  </w:style>
  <w:style w:type="paragraph" w:customStyle="1" w:styleId="ListNumber2Level2">
    <w:name w:val="List Number 2 (Level 2)"/>
    <w:basedOn w:val="Normal"/>
    <w:rsid w:val="008F14C6"/>
    <w:pPr>
      <w:numPr>
        <w:ilvl w:val="1"/>
        <w:numId w:val="94"/>
      </w:numPr>
      <w:spacing w:before="0" w:beforeAutospacing="0" w:after="240" w:afterAutospacing="0"/>
    </w:pPr>
    <w:rPr>
      <w:lang w:eastAsia="en-US"/>
    </w:rPr>
  </w:style>
  <w:style w:type="paragraph" w:customStyle="1" w:styleId="ListNumber3Level2">
    <w:name w:val="List Number 3 (Level 2)"/>
    <w:basedOn w:val="Normal"/>
    <w:rsid w:val="008F14C6"/>
    <w:pPr>
      <w:numPr>
        <w:ilvl w:val="1"/>
        <w:numId w:val="95"/>
      </w:numPr>
      <w:spacing w:before="0" w:beforeAutospacing="0" w:after="240" w:afterAutospacing="0"/>
    </w:pPr>
    <w:rPr>
      <w:lang w:eastAsia="en-US"/>
    </w:rPr>
  </w:style>
  <w:style w:type="paragraph" w:customStyle="1" w:styleId="ListNumber4Level2">
    <w:name w:val="List Number 4 (Level 2)"/>
    <w:basedOn w:val="Normal"/>
    <w:rsid w:val="008F14C6"/>
    <w:pPr>
      <w:numPr>
        <w:ilvl w:val="1"/>
        <w:numId w:val="96"/>
      </w:numPr>
      <w:spacing w:before="0" w:beforeAutospacing="0" w:after="240" w:afterAutospacing="0"/>
    </w:pPr>
    <w:rPr>
      <w:lang w:eastAsia="en-US"/>
    </w:rPr>
  </w:style>
  <w:style w:type="paragraph" w:customStyle="1" w:styleId="ListNumberLevel3">
    <w:name w:val="List Number (Level 3)"/>
    <w:basedOn w:val="Normal"/>
    <w:rsid w:val="008F14C6"/>
    <w:pPr>
      <w:numPr>
        <w:ilvl w:val="2"/>
        <w:numId w:val="92"/>
      </w:numPr>
      <w:spacing w:before="0" w:beforeAutospacing="0" w:after="240" w:afterAutospacing="0"/>
    </w:pPr>
    <w:rPr>
      <w:lang w:eastAsia="en-US"/>
    </w:rPr>
  </w:style>
  <w:style w:type="paragraph" w:customStyle="1" w:styleId="ListNumber1Level3">
    <w:name w:val="List Number 1 (Level 3)"/>
    <w:basedOn w:val="Normal"/>
    <w:rsid w:val="008F14C6"/>
    <w:pPr>
      <w:numPr>
        <w:ilvl w:val="2"/>
        <w:numId w:val="93"/>
      </w:numPr>
      <w:spacing w:before="0" w:beforeAutospacing="0" w:after="240" w:afterAutospacing="0"/>
    </w:pPr>
    <w:rPr>
      <w:lang w:eastAsia="en-US"/>
    </w:rPr>
  </w:style>
  <w:style w:type="paragraph" w:customStyle="1" w:styleId="ListNumber2Level3">
    <w:name w:val="List Number 2 (Level 3)"/>
    <w:basedOn w:val="Normal"/>
    <w:rsid w:val="008F14C6"/>
    <w:pPr>
      <w:numPr>
        <w:ilvl w:val="2"/>
        <w:numId w:val="94"/>
      </w:numPr>
      <w:spacing w:before="0" w:beforeAutospacing="0" w:after="240" w:afterAutospacing="0"/>
    </w:pPr>
    <w:rPr>
      <w:lang w:eastAsia="en-US"/>
    </w:rPr>
  </w:style>
  <w:style w:type="paragraph" w:customStyle="1" w:styleId="ListNumber3Level3">
    <w:name w:val="List Number 3 (Level 3)"/>
    <w:basedOn w:val="Normal"/>
    <w:rsid w:val="008F14C6"/>
    <w:pPr>
      <w:numPr>
        <w:ilvl w:val="2"/>
        <w:numId w:val="95"/>
      </w:numPr>
      <w:spacing w:before="0" w:beforeAutospacing="0" w:after="240" w:afterAutospacing="0"/>
    </w:pPr>
    <w:rPr>
      <w:lang w:eastAsia="en-US"/>
    </w:rPr>
  </w:style>
  <w:style w:type="paragraph" w:customStyle="1" w:styleId="ListNumber4Level3">
    <w:name w:val="List Number 4 (Level 3)"/>
    <w:basedOn w:val="Normal"/>
    <w:rsid w:val="008F14C6"/>
    <w:pPr>
      <w:numPr>
        <w:ilvl w:val="2"/>
        <w:numId w:val="96"/>
      </w:numPr>
      <w:spacing w:before="0" w:beforeAutospacing="0" w:after="240" w:afterAutospacing="0"/>
    </w:pPr>
    <w:rPr>
      <w:lang w:eastAsia="en-US"/>
    </w:rPr>
  </w:style>
  <w:style w:type="paragraph" w:customStyle="1" w:styleId="ListNumberLevel4">
    <w:name w:val="List Number (Level 4)"/>
    <w:basedOn w:val="Normal"/>
    <w:rsid w:val="008F14C6"/>
    <w:pPr>
      <w:numPr>
        <w:ilvl w:val="3"/>
        <w:numId w:val="92"/>
      </w:numPr>
      <w:spacing w:before="0" w:beforeAutospacing="0" w:after="240" w:afterAutospacing="0"/>
    </w:pPr>
    <w:rPr>
      <w:lang w:eastAsia="en-US"/>
    </w:rPr>
  </w:style>
  <w:style w:type="paragraph" w:customStyle="1" w:styleId="ListNumber1Level4">
    <w:name w:val="List Number 1 (Level 4)"/>
    <w:basedOn w:val="Normal"/>
    <w:rsid w:val="008F14C6"/>
    <w:pPr>
      <w:numPr>
        <w:ilvl w:val="3"/>
        <w:numId w:val="93"/>
      </w:numPr>
      <w:spacing w:before="0" w:beforeAutospacing="0" w:after="240" w:afterAutospacing="0"/>
    </w:pPr>
    <w:rPr>
      <w:lang w:eastAsia="en-US"/>
    </w:rPr>
  </w:style>
  <w:style w:type="paragraph" w:customStyle="1" w:styleId="ListNumber2Level4">
    <w:name w:val="List Number 2 (Level 4)"/>
    <w:basedOn w:val="Normal"/>
    <w:rsid w:val="008F14C6"/>
    <w:pPr>
      <w:numPr>
        <w:ilvl w:val="3"/>
        <w:numId w:val="94"/>
      </w:numPr>
      <w:spacing w:before="0" w:beforeAutospacing="0" w:after="240" w:afterAutospacing="0"/>
    </w:pPr>
    <w:rPr>
      <w:lang w:eastAsia="en-US"/>
    </w:rPr>
  </w:style>
  <w:style w:type="paragraph" w:customStyle="1" w:styleId="ListNumber3Level4">
    <w:name w:val="List Number 3 (Level 4)"/>
    <w:basedOn w:val="Normal"/>
    <w:rsid w:val="008F14C6"/>
    <w:pPr>
      <w:numPr>
        <w:ilvl w:val="3"/>
        <w:numId w:val="95"/>
      </w:numPr>
      <w:spacing w:before="0" w:beforeAutospacing="0" w:after="240" w:afterAutospacing="0"/>
    </w:pPr>
    <w:rPr>
      <w:lang w:eastAsia="en-US"/>
    </w:rPr>
  </w:style>
  <w:style w:type="paragraph" w:customStyle="1" w:styleId="ListNumber4Level4">
    <w:name w:val="List Number 4 (Level 4)"/>
    <w:basedOn w:val="Normal"/>
    <w:rsid w:val="008F14C6"/>
    <w:pPr>
      <w:numPr>
        <w:ilvl w:val="3"/>
        <w:numId w:val="96"/>
      </w:numPr>
      <w:spacing w:before="0" w:beforeAutospacing="0" w:after="240" w:afterAutospacing="0"/>
    </w:pPr>
    <w:rPr>
      <w:lang w:eastAsia="en-US"/>
    </w:rPr>
  </w:style>
  <w:style w:type="paragraph" w:styleId="TOC5">
    <w:name w:val="toc 5"/>
    <w:basedOn w:val="Normal"/>
    <w:next w:val="Normal"/>
    <w:rsid w:val="008F14C6"/>
    <w:pPr>
      <w:tabs>
        <w:tab w:val="right" w:leader="dot" w:pos="8641"/>
      </w:tabs>
      <w:spacing w:before="240" w:beforeAutospacing="0" w:after="120" w:afterAutospacing="0"/>
      <w:ind w:right="720"/>
    </w:pPr>
    <w:rPr>
      <w:caps/>
      <w:lang w:eastAsia="en-US"/>
    </w:rPr>
  </w:style>
  <w:style w:type="character" w:customStyle="1" w:styleId="Heading1Char">
    <w:name w:val="Heading 1 Char"/>
    <w:link w:val="Heading1"/>
    <w:uiPriority w:val="9"/>
    <w:rsid w:val="000A4F91"/>
    <w:rPr>
      <w:rFonts w:ascii="Times New Roman Bold" w:hAnsi="Times New Roman Bold"/>
      <w:b/>
      <w:caps/>
      <w:sz w:val="24"/>
      <w:szCs w:val="24"/>
    </w:rPr>
  </w:style>
  <w:style w:type="paragraph" w:styleId="TOCHeading">
    <w:name w:val="TOC Heading"/>
    <w:basedOn w:val="Normal"/>
    <w:next w:val="Normal"/>
    <w:qFormat/>
    <w:rsid w:val="008F14C6"/>
    <w:pPr>
      <w:keepNext/>
      <w:spacing w:before="240" w:beforeAutospacing="0" w:after="240" w:afterAutospacing="0"/>
      <w:jc w:val="center"/>
    </w:pPr>
    <w:rPr>
      <w:b/>
      <w:lang w:eastAsia="en-US"/>
    </w:rPr>
  </w:style>
  <w:style w:type="paragraph" w:styleId="TOC1">
    <w:name w:val="toc 1"/>
    <w:basedOn w:val="Normal"/>
    <w:next w:val="Normal"/>
    <w:uiPriority w:val="39"/>
    <w:rsid w:val="00FE5F60"/>
    <w:pPr>
      <w:tabs>
        <w:tab w:val="right" w:leader="dot" w:pos="8640"/>
      </w:tabs>
      <w:spacing w:before="120" w:after="120"/>
      <w:ind w:left="482" w:right="720" w:hanging="482"/>
    </w:pPr>
    <w:rPr>
      <w:b/>
      <w:caps/>
      <w:lang w:eastAsia="en-US"/>
    </w:rPr>
  </w:style>
  <w:style w:type="paragraph" w:styleId="TOC2">
    <w:name w:val="toc 2"/>
    <w:basedOn w:val="Normal"/>
    <w:next w:val="Normal"/>
    <w:uiPriority w:val="39"/>
    <w:rsid w:val="00856DF9"/>
    <w:pPr>
      <w:tabs>
        <w:tab w:val="right" w:leader="dot" w:pos="8640"/>
      </w:tabs>
      <w:spacing w:before="60" w:after="60"/>
      <w:ind w:left="1077" w:right="720" w:hanging="595"/>
    </w:pPr>
    <w:rPr>
      <w:lang w:eastAsia="en-US"/>
    </w:rPr>
  </w:style>
  <w:style w:type="paragraph" w:styleId="TOC3">
    <w:name w:val="toc 3"/>
    <w:basedOn w:val="Normal"/>
    <w:next w:val="Normal"/>
    <w:uiPriority w:val="39"/>
    <w:rsid w:val="00856DF9"/>
    <w:pPr>
      <w:tabs>
        <w:tab w:val="right" w:leader="dot" w:pos="8640"/>
      </w:tabs>
      <w:spacing w:before="60" w:after="60"/>
      <w:ind w:left="1916" w:right="720" w:hanging="839"/>
    </w:pPr>
    <w:rPr>
      <w:lang w:eastAsia="en-US"/>
    </w:rPr>
  </w:style>
  <w:style w:type="paragraph" w:styleId="TOC4">
    <w:name w:val="toc 4"/>
    <w:basedOn w:val="Normal"/>
    <w:next w:val="Normal"/>
    <w:uiPriority w:val="39"/>
    <w:rsid w:val="00856DF9"/>
    <w:pPr>
      <w:tabs>
        <w:tab w:val="right" w:leader="dot" w:pos="8641"/>
      </w:tabs>
      <w:spacing w:before="60" w:after="60"/>
      <w:ind w:left="2880" w:right="720" w:hanging="964"/>
    </w:pPr>
    <w:rPr>
      <w:lang w:eastAsia="en-US"/>
    </w:rPr>
  </w:style>
  <w:style w:type="paragraph" w:styleId="TOC6">
    <w:name w:val="toc 6"/>
    <w:basedOn w:val="Normal"/>
    <w:next w:val="Normal"/>
    <w:autoRedefine/>
    <w:uiPriority w:val="39"/>
    <w:unhideWhenUsed/>
    <w:rsid w:val="00930A8D"/>
    <w:pPr>
      <w:ind w:left="1100"/>
    </w:pPr>
    <w:rPr>
      <w:rFonts w:ascii="Calibri" w:hAnsi="Calibri"/>
    </w:rPr>
  </w:style>
  <w:style w:type="paragraph" w:styleId="TOC7">
    <w:name w:val="toc 7"/>
    <w:basedOn w:val="Normal"/>
    <w:next w:val="Normal"/>
    <w:autoRedefine/>
    <w:uiPriority w:val="39"/>
    <w:unhideWhenUsed/>
    <w:rsid w:val="00930A8D"/>
    <w:pPr>
      <w:ind w:left="1320"/>
    </w:pPr>
    <w:rPr>
      <w:rFonts w:ascii="Calibri" w:hAnsi="Calibri"/>
    </w:rPr>
  </w:style>
  <w:style w:type="paragraph" w:styleId="TOC8">
    <w:name w:val="toc 8"/>
    <w:basedOn w:val="Normal"/>
    <w:next w:val="Normal"/>
    <w:autoRedefine/>
    <w:uiPriority w:val="39"/>
    <w:unhideWhenUsed/>
    <w:rsid w:val="00930A8D"/>
    <w:pPr>
      <w:ind w:left="1540"/>
    </w:pPr>
    <w:rPr>
      <w:rFonts w:ascii="Calibri" w:hAnsi="Calibri"/>
    </w:rPr>
  </w:style>
  <w:style w:type="paragraph" w:styleId="TOC9">
    <w:name w:val="toc 9"/>
    <w:basedOn w:val="Normal"/>
    <w:next w:val="Normal"/>
    <w:autoRedefine/>
    <w:uiPriority w:val="39"/>
    <w:unhideWhenUsed/>
    <w:rsid w:val="00930A8D"/>
    <w:pPr>
      <w:ind w:left="1760"/>
    </w:pPr>
    <w:rPr>
      <w:rFonts w:ascii="Calibri" w:hAnsi="Calibri"/>
    </w:rPr>
  </w:style>
  <w:style w:type="character" w:customStyle="1" w:styleId="Heading2Char">
    <w:name w:val="Heading 2 Char"/>
    <w:link w:val="Heading2"/>
    <w:uiPriority w:val="9"/>
    <w:rsid w:val="00BF4ABF"/>
    <w:rPr>
      <w:rFonts w:ascii="Times New Roman Bold" w:hAnsi="Times New Roman Bold"/>
      <w:b/>
      <w:caps/>
      <w:sz w:val="24"/>
      <w:szCs w:val="24"/>
    </w:rPr>
  </w:style>
  <w:style w:type="character" w:customStyle="1" w:styleId="Heading3Char">
    <w:name w:val="Heading 3 Char"/>
    <w:link w:val="Heading3"/>
    <w:uiPriority w:val="9"/>
    <w:rsid w:val="00BF4ABF"/>
    <w:rPr>
      <w:rFonts w:ascii="Times New Roman Bold" w:hAnsi="Times New Roman Bold"/>
      <w:b/>
      <w:spacing w:val="5"/>
      <w:sz w:val="24"/>
      <w:szCs w:val="24"/>
    </w:rPr>
  </w:style>
  <w:style w:type="character" w:customStyle="1" w:styleId="Heading4Char">
    <w:name w:val="Heading 4 Char"/>
    <w:link w:val="Heading4"/>
    <w:uiPriority w:val="9"/>
    <w:rsid w:val="000669D7"/>
    <w:rPr>
      <w:rFonts w:ascii="Times New Roman" w:hAnsi="Times New Roman"/>
      <w:b/>
      <w:sz w:val="24"/>
      <w:szCs w:val="24"/>
      <w:u w:val="single"/>
    </w:rPr>
  </w:style>
  <w:style w:type="character" w:customStyle="1" w:styleId="Heading5Char">
    <w:name w:val="Heading 5 Char"/>
    <w:link w:val="Heading5"/>
    <w:uiPriority w:val="9"/>
    <w:semiHidden/>
    <w:rsid w:val="00930A8D"/>
    <w:rPr>
      <w:smallCaps/>
      <w:color w:val="943634"/>
      <w:spacing w:val="10"/>
      <w:sz w:val="22"/>
      <w:szCs w:val="26"/>
    </w:rPr>
  </w:style>
  <w:style w:type="character" w:customStyle="1" w:styleId="Heading6Char">
    <w:name w:val="Heading 6 Char"/>
    <w:link w:val="Heading6"/>
    <w:uiPriority w:val="9"/>
    <w:semiHidden/>
    <w:rsid w:val="00930A8D"/>
    <w:rPr>
      <w:smallCaps/>
      <w:color w:val="C0504D"/>
      <w:spacing w:val="5"/>
      <w:sz w:val="22"/>
    </w:rPr>
  </w:style>
  <w:style w:type="character" w:customStyle="1" w:styleId="Heading7Char">
    <w:name w:val="Heading 7 Char"/>
    <w:link w:val="Heading7"/>
    <w:uiPriority w:val="9"/>
    <w:semiHidden/>
    <w:rsid w:val="00930A8D"/>
    <w:rPr>
      <w:b/>
      <w:smallCaps/>
      <w:color w:val="C0504D"/>
      <w:spacing w:val="10"/>
    </w:rPr>
  </w:style>
  <w:style w:type="character" w:customStyle="1" w:styleId="Heading8Char">
    <w:name w:val="Heading 8 Char"/>
    <w:link w:val="Heading8"/>
    <w:uiPriority w:val="9"/>
    <w:semiHidden/>
    <w:rsid w:val="00930A8D"/>
    <w:rPr>
      <w:b/>
      <w:i/>
      <w:smallCaps/>
      <w:color w:val="943634"/>
    </w:rPr>
  </w:style>
  <w:style w:type="character" w:customStyle="1" w:styleId="Heading9Char">
    <w:name w:val="Heading 9 Char"/>
    <w:link w:val="Heading9"/>
    <w:uiPriority w:val="9"/>
    <w:semiHidden/>
    <w:rsid w:val="00930A8D"/>
    <w:rPr>
      <w:b/>
      <w:i/>
      <w:smallCaps/>
      <w:color w:val="622423"/>
    </w:rPr>
  </w:style>
  <w:style w:type="paragraph" w:styleId="Caption">
    <w:name w:val="caption"/>
    <w:basedOn w:val="Normal"/>
    <w:next w:val="Normal"/>
    <w:uiPriority w:val="35"/>
    <w:semiHidden/>
    <w:unhideWhenUsed/>
    <w:qFormat/>
    <w:rsid w:val="00930A8D"/>
    <w:rPr>
      <w:b/>
      <w:bCs/>
      <w:caps/>
      <w:sz w:val="16"/>
      <w:szCs w:val="18"/>
    </w:rPr>
  </w:style>
  <w:style w:type="paragraph" w:styleId="Title">
    <w:name w:val="Title"/>
    <w:basedOn w:val="Normal"/>
    <w:next w:val="Normal"/>
    <w:link w:val="TitleChar"/>
    <w:uiPriority w:val="10"/>
    <w:qFormat/>
    <w:rsid w:val="00BF4ABF"/>
    <w:pPr>
      <w:jc w:val="center"/>
    </w:pPr>
    <w:rPr>
      <w:b/>
      <w:szCs w:val="24"/>
    </w:rPr>
  </w:style>
  <w:style w:type="character" w:customStyle="1" w:styleId="TitleChar">
    <w:name w:val="Title Char"/>
    <w:link w:val="Title"/>
    <w:uiPriority w:val="10"/>
    <w:rsid w:val="00BF4ABF"/>
    <w:rPr>
      <w:rFonts w:ascii="Times New Roman" w:hAnsi="Times New Roman"/>
      <w:b/>
      <w:sz w:val="24"/>
      <w:szCs w:val="24"/>
    </w:rPr>
  </w:style>
  <w:style w:type="paragraph" w:styleId="Subtitle">
    <w:name w:val="Subtitle"/>
    <w:basedOn w:val="Normal"/>
    <w:next w:val="Normal"/>
    <w:link w:val="SubtitleChar"/>
    <w:uiPriority w:val="11"/>
    <w:rsid w:val="00930A8D"/>
    <w:pPr>
      <w:spacing w:after="720"/>
      <w:jc w:val="right"/>
    </w:pPr>
    <w:rPr>
      <w:rFonts w:ascii="Cambria" w:hAnsi="Cambria"/>
      <w:szCs w:val="22"/>
    </w:rPr>
  </w:style>
  <w:style w:type="character" w:customStyle="1" w:styleId="SubtitleChar">
    <w:name w:val="Subtitle Char"/>
    <w:link w:val="Subtitle"/>
    <w:uiPriority w:val="11"/>
    <w:rsid w:val="00930A8D"/>
    <w:rPr>
      <w:rFonts w:ascii="Cambria" w:eastAsia="Times New Roman" w:hAnsi="Cambria" w:cs="Times New Roman"/>
      <w:szCs w:val="22"/>
    </w:rPr>
  </w:style>
  <w:style w:type="character" w:styleId="Strong">
    <w:name w:val="Strong"/>
    <w:uiPriority w:val="22"/>
    <w:qFormat/>
    <w:rsid w:val="00930A8D"/>
    <w:rPr>
      <w:b/>
      <w:color w:val="C0504D"/>
    </w:rPr>
  </w:style>
  <w:style w:type="paragraph" w:styleId="NoSpacing">
    <w:name w:val="No Spacing"/>
    <w:basedOn w:val="Normal"/>
    <w:link w:val="NoSpacingChar"/>
    <w:uiPriority w:val="1"/>
    <w:qFormat/>
    <w:rsid w:val="00930A8D"/>
    <w:pPr>
      <w:spacing w:after="0"/>
    </w:pPr>
  </w:style>
  <w:style w:type="character" w:customStyle="1" w:styleId="NoSpacingChar">
    <w:name w:val="No Spacing Char"/>
    <w:link w:val="NoSpacing"/>
    <w:uiPriority w:val="1"/>
    <w:rsid w:val="00930A8D"/>
  </w:style>
  <w:style w:type="paragraph" w:styleId="Quote">
    <w:name w:val="Quote"/>
    <w:basedOn w:val="Normal"/>
    <w:next w:val="Normal"/>
    <w:link w:val="QuoteChar"/>
    <w:uiPriority w:val="29"/>
    <w:rsid w:val="00930A8D"/>
    <w:rPr>
      <w:i/>
    </w:rPr>
  </w:style>
  <w:style w:type="character" w:customStyle="1" w:styleId="QuoteChar">
    <w:name w:val="Quote Char"/>
    <w:link w:val="Quote"/>
    <w:uiPriority w:val="29"/>
    <w:rsid w:val="00930A8D"/>
    <w:rPr>
      <w:i/>
    </w:rPr>
  </w:style>
  <w:style w:type="paragraph" w:styleId="IntenseQuote">
    <w:name w:val="Intense Quote"/>
    <w:basedOn w:val="Normal"/>
    <w:next w:val="Normal"/>
    <w:link w:val="IntenseQuoteCh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
    <w:uiPriority w:val="30"/>
    <w:rsid w:val="00930A8D"/>
    <w:rPr>
      <w:b/>
      <w:i/>
      <w:color w:val="FFFFFF"/>
      <w:shd w:val="clear" w:color="auto" w:fill="C0504D"/>
    </w:rPr>
  </w:style>
  <w:style w:type="character" w:styleId="SubtleEmphasis">
    <w:name w:val="Subtle Emphasis"/>
    <w:uiPriority w:val="19"/>
    <w:rsid w:val="00930A8D"/>
    <w:rPr>
      <w:i/>
    </w:rPr>
  </w:style>
  <w:style w:type="character" w:styleId="IntenseEmphasis">
    <w:name w:val="Intense Emphasis"/>
    <w:uiPriority w:val="21"/>
    <w:rsid w:val="00930A8D"/>
    <w:rPr>
      <w:b/>
      <w:i/>
      <w:color w:val="C0504D"/>
      <w:spacing w:val="10"/>
    </w:rPr>
  </w:style>
  <w:style w:type="character" w:styleId="SubtleReference">
    <w:name w:val="Subtle Reference"/>
    <w:uiPriority w:val="31"/>
    <w:rsid w:val="00930A8D"/>
    <w:rPr>
      <w:b/>
    </w:rPr>
  </w:style>
  <w:style w:type="character" w:styleId="IntenseReference">
    <w:name w:val="Intense Reference"/>
    <w:uiPriority w:val="32"/>
    <w:rsid w:val="00930A8D"/>
    <w:rPr>
      <w:b/>
      <w:bCs/>
      <w:smallCaps/>
      <w:spacing w:val="5"/>
      <w:sz w:val="22"/>
      <w:szCs w:val="22"/>
      <w:u w:val="single"/>
    </w:rPr>
  </w:style>
  <w:style w:type="character" w:styleId="BookTitle">
    <w:name w:val="Book Title"/>
    <w:uiPriority w:val="33"/>
    <w:rsid w:val="00930A8D"/>
    <w:rPr>
      <w:rFonts w:ascii="Cambria" w:eastAsia="Times New Roman" w:hAnsi="Cambria" w:cs="Times New Roman"/>
      <w:i/>
      <w:iCs/>
      <w:sz w:val="20"/>
      <w:szCs w:val="20"/>
    </w:rPr>
  </w:style>
  <w:style w:type="table" w:styleId="TableGrid">
    <w:name w:val="Table Grid"/>
    <w:basedOn w:val="Table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rPr>
  </w:style>
  <w:style w:type="paragraph" w:customStyle="1" w:styleId="1">
    <w:name w:val="1"/>
    <w:basedOn w:val="Normal"/>
    <w:link w:val="FootnoteReferenc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18E1-19F0-4025-B4D2-80E118C5BABF}">
  <ds:schemaRefs>
    <ds:schemaRef ds:uri="09c8edfa-0c89-4db5-84aa-c604a671fbf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9CA554-FBCB-46A9-A983-F6820177E3E5}">
  <ds:schemaRefs>
    <ds:schemaRef ds:uri="http://schemas.microsoft.com/sharepoint/v3/contenttype/forms"/>
  </ds:schemaRefs>
</ds:datastoreItem>
</file>

<file path=customXml/itemProps4.xml><?xml version="1.0" encoding="utf-8"?>
<ds:datastoreItem xmlns:ds="http://schemas.openxmlformats.org/officeDocument/2006/customXml" ds:itemID="{93261478-D838-44DC-B601-E129F641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3</Pages>
  <Words>61281</Words>
  <Characters>34931</Characters>
  <Application>Microsoft Office Word</Application>
  <DocSecurity>0</DocSecurity>
  <Lines>291</Lines>
  <Paragraphs>192</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96020</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subject/>
  <dc:creator>ANGELOVA Yana (BUDG)</dc:creator>
  <cp:keywords/>
  <dc:description/>
  <cp:lastModifiedBy>Sintija Kronberga</cp:lastModifiedBy>
  <cp:revision>2</cp:revision>
  <cp:lastPrinted>2019-04-15T09:10:00Z</cp:lastPrinted>
  <dcterms:created xsi:type="dcterms:W3CDTF">2022-08-25T09:09:00Z</dcterms:created>
  <dcterms:modified xsi:type="dcterms:W3CDTF">2022-08-25T09:09:00Z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